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3AD23" w14:textId="77777777" w:rsidR="00F17C86" w:rsidRPr="003114EA" w:rsidRDefault="00F17C86" w:rsidP="006C0AD0">
      <w:pPr>
        <w:tabs>
          <w:tab w:val="left" w:pos="993"/>
          <w:tab w:val="left" w:pos="1276"/>
        </w:tabs>
        <w:ind w:firstLine="4962"/>
        <w:rPr>
          <w:szCs w:val="24"/>
        </w:rPr>
      </w:pPr>
      <w:r w:rsidRPr="003114EA">
        <w:rPr>
          <w:szCs w:val="24"/>
        </w:rPr>
        <w:t>PATVIRTINTA</w:t>
      </w:r>
    </w:p>
    <w:p w14:paraId="1D562183" w14:textId="77777777" w:rsidR="00F17C86" w:rsidRPr="003114EA" w:rsidRDefault="00F17C86" w:rsidP="006C0AD0">
      <w:pPr>
        <w:tabs>
          <w:tab w:val="left" w:pos="993"/>
          <w:tab w:val="left" w:pos="1276"/>
        </w:tabs>
        <w:ind w:firstLine="4962"/>
        <w:rPr>
          <w:szCs w:val="24"/>
        </w:rPr>
      </w:pPr>
      <w:r w:rsidRPr="003114EA">
        <w:rPr>
          <w:szCs w:val="24"/>
        </w:rPr>
        <w:t>Skuodo rajono savivaldybės tarybos</w:t>
      </w:r>
    </w:p>
    <w:p w14:paraId="0C505391" w14:textId="77777777" w:rsidR="00F17C86" w:rsidRPr="003114EA" w:rsidRDefault="00F17C86" w:rsidP="006C0AD0">
      <w:pPr>
        <w:tabs>
          <w:tab w:val="left" w:pos="993"/>
          <w:tab w:val="left" w:pos="1276"/>
        </w:tabs>
        <w:ind w:firstLine="4962"/>
        <w:rPr>
          <w:szCs w:val="24"/>
        </w:rPr>
      </w:pPr>
      <w:r w:rsidRPr="003114EA">
        <w:rPr>
          <w:szCs w:val="24"/>
        </w:rPr>
        <w:t xml:space="preserve">2024 m. birželio </w:t>
      </w:r>
      <w:r w:rsidR="002573C0" w:rsidRPr="003114EA">
        <w:rPr>
          <w:szCs w:val="24"/>
        </w:rPr>
        <w:t>27</w:t>
      </w:r>
      <w:r w:rsidRPr="003114EA">
        <w:rPr>
          <w:szCs w:val="24"/>
        </w:rPr>
        <w:t xml:space="preserve"> d. sprendimu Nr. T</w:t>
      </w:r>
      <w:r w:rsidR="009D603C" w:rsidRPr="003114EA">
        <w:rPr>
          <w:szCs w:val="24"/>
        </w:rPr>
        <w:t>9</w:t>
      </w:r>
      <w:r w:rsidR="006F6888" w:rsidRPr="003114EA">
        <w:rPr>
          <w:szCs w:val="24"/>
        </w:rPr>
        <w:t>-</w:t>
      </w:r>
      <w:r w:rsidR="002573C0" w:rsidRPr="003114EA">
        <w:rPr>
          <w:szCs w:val="24"/>
        </w:rPr>
        <w:t>130</w:t>
      </w:r>
    </w:p>
    <w:p w14:paraId="00A2A544" w14:textId="77777777" w:rsidR="00F17C86" w:rsidRPr="003114EA" w:rsidRDefault="00F17C86" w:rsidP="006C0AD0">
      <w:pPr>
        <w:tabs>
          <w:tab w:val="left" w:pos="993"/>
          <w:tab w:val="left" w:pos="1276"/>
        </w:tabs>
        <w:rPr>
          <w:b/>
          <w:szCs w:val="24"/>
        </w:rPr>
      </w:pPr>
    </w:p>
    <w:p w14:paraId="7AAACF08" w14:textId="77777777" w:rsidR="00812A37" w:rsidRPr="003114EA" w:rsidRDefault="00812A37" w:rsidP="006C0AD0">
      <w:pPr>
        <w:tabs>
          <w:tab w:val="left" w:pos="993"/>
          <w:tab w:val="left" w:pos="1276"/>
        </w:tabs>
        <w:jc w:val="center"/>
        <w:rPr>
          <w:b/>
          <w:caps/>
          <w:szCs w:val="24"/>
        </w:rPr>
      </w:pPr>
      <w:r w:rsidRPr="003114EA">
        <w:rPr>
          <w:b/>
          <w:caps/>
          <w:szCs w:val="24"/>
        </w:rPr>
        <w:t>SKUODO rajono savivaldybės būsto ir socialinio būsto nuomos tvarkos aprašas</w:t>
      </w:r>
    </w:p>
    <w:p w14:paraId="05D561FE" w14:textId="77777777" w:rsidR="00812A37" w:rsidRPr="003114EA" w:rsidRDefault="00812A37" w:rsidP="006C0AD0">
      <w:pPr>
        <w:tabs>
          <w:tab w:val="left" w:pos="993"/>
          <w:tab w:val="left" w:pos="1276"/>
        </w:tabs>
        <w:jc w:val="center"/>
        <w:rPr>
          <w:b/>
          <w:caps/>
          <w:szCs w:val="24"/>
        </w:rPr>
      </w:pPr>
    </w:p>
    <w:p w14:paraId="661D047E" w14:textId="77777777" w:rsidR="00812A37" w:rsidRPr="003114EA" w:rsidRDefault="00812A37" w:rsidP="006C0AD0">
      <w:pPr>
        <w:pStyle w:val="Sraopastraipa"/>
        <w:tabs>
          <w:tab w:val="left" w:pos="993"/>
          <w:tab w:val="left" w:pos="1276"/>
        </w:tabs>
        <w:ind w:left="0"/>
        <w:jc w:val="center"/>
        <w:rPr>
          <w:b/>
          <w:caps/>
          <w:szCs w:val="24"/>
        </w:rPr>
      </w:pPr>
      <w:r w:rsidRPr="003114EA">
        <w:rPr>
          <w:b/>
          <w:caps/>
          <w:szCs w:val="24"/>
        </w:rPr>
        <w:t>I skyrius</w:t>
      </w:r>
    </w:p>
    <w:p w14:paraId="024250F6" w14:textId="77777777" w:rsidR="00812A37" w:rsidRPr="003114EA" w:rsidRDefault="00812A37" w:rsidP="006C0AD0">
      <w:pPr>
        <w:pStyle w:val="Sraopastraipa"/>
        <w:tabs>
          <w:tab w:val="left" w:pos="284"/>
          <w:tab w:val="left" w:pos="993"/>
          <w:tab w:val="left" w:pos="1276"/>
        </w:tabs>
        <w:ind w:left="0"/>
        <w:jc w:val="center"/>
        <w:rPr>
          <w:b/>
          <w:caps/>
          <w:szCs w:val="24"/>
        </w:rPr>
      </w:pPr>
      <w:r w:rsidRPr="003114EA">
        <w:rPr>
          <w:b/>
          <w:caps/>
          <w:szCs w:val="24"/>
        </w:rPr>
        <w:t>BENDROSIOS NUOSTATOS</w:t>
      </w:r>
    </w:p>
    <w:p w14:paraId="45289228" w14:textId="77777777" w:rsidR="006C0AD0" w:rsidRPr="003114EA" w:rsidRDefault="006C0AD0" w:rsidP="006C0AD0">
      <w:pPr>
        <w:pStyle w:val="Sraopastraipa"/>
        <w:tabs>
          <w:tab w:val="left" w:pos="284"/>
          <w:tab w:val="left" w:pos="993"/>
          <w:tab w:val="left" w:pos="1276"/>
        </w:tabs>
        <w:ind w:left="0"/>
        <w:jc w:val="center"/>
        <w:rPr>
          <w:b/>
          <w:caps/>
          <w:szCs w:val="24"/>
        </w:rPr>
      </w:pPr>
    </w:p>
    <w:p w14:paraId="407BE97E" w14:textId="77777777" w:rsidR="00F17C86" w:rsidRPr="003114EA" w:rsidRDefault="00212F2C" w:rsidP="006C0AD0">
      <w:pPr>
        <w:pStyle w:val="pf0"/>
        <w:spacing w:before="0" w:beforeAutospacing="0" w:after="0" w:afterAutospacing="0"/>
        <w:ind w:firstLine="709"/>
        <w:jc w:val="both"/>
        <w:rPr>
          <w:i/>
          <w:iCs/>
        </w:rPr>
      </w:pPr>
      <w:r w:rsidRPr="003114EA">
        <w:t xml:space="preserve">1. </w:t>
      </w:r>
      <w:r w:rsidR="00F17C86" w:rsidRPr="003114EA">
        <w:t>Skuodo rajono savivaldybės būsto ir socialinio būsto nuomos tvarkos aprašas (toliau – Aprašas) reglamentuoja Skuodo rajono savivaldybei (toliau – Savivaldybė) nuosavybės teise priklausanči</w:t>
      </w:r>
      <w:r w:rsidR="00DE2E19" w:rsidRPr="003114EA">
        <w:t>ų</w:t>
      </w:r>
      <w:r w:rsidR="00F17C86" w:rsidRPr="003114EA">
        <w:t xml:space="preserve"> būst</w:t>
      </w:r>
      <w:r w:rsidR="00DE2E19" w:rsidRPr="003114EA">
        <w:t>ų</w:t>
      </w:r>
      <w:r w:rsidR="00926034" w:rsidRPr="003114EA">
        <w:t xml:space="preserve"> </w:t>
      </w:r>
      <w:r w:rsidR="00926034" w:rsidRPr="003114EA">
        <w:rPr>
          <w:rStyle w:val="cf01"/>
          <w:rFonts w:ascii="Times New Roman" w:hAnsi="Times New Roman" w:cs="Times New Roman"/>
          <w:sz w:val="24"/>
          <w:szCs w:val="24"/>
        </w:rPr>
        <w:t xml:space="preserve">ar iš fizinių ar juridinių asmenų išsinuomotų būstų, </w:t>
      </w:r>
      <w:r w:rsidR="00DE2E19" w:rsidRPr="003114EA">
        <w:t>įtrauktų į patvirtintus Savivaldybės būsto fondo ir Savivaldybės socialinio būsto</w:t>
      </w:r>
      <w:r w:rsidR="00A943B9" w:rsidRPr="003114EA">
        <w:t xml:space="preserve">, kaip </w:t>
      </w:r>
      <w:r w:rsidR="002D72E8" w:rsidRPr="003114EA">
        <w:t>S</w:t>
      </w:r>
      <w:r w:rsidR="00A943B9" w:rsidRPr="003114EA">
        <w:t>avivaldybės būsto</w:t>
      </w:r>
      <w:r w:rsidR="00DE2E19" w:rsidRPr="003114EA">
        <w:t xml:space="preserve"> fondo</w:t>
      </w:r>
      <w:r w:rsidR="00A943B9" w:rsidRPr="003114EA">
        <w:t xml:space="preserve"> dalies,</w:t>
      </w:r>
      <w:r w:rsidR="00DE2E19" w:rsidRPr="003114EA">
        <w:t xml:space="preserve"> sąrašus,</w:t>
      </w:r>
      <w:r w:rsidR="00F17C86" w:rsidRPr="003114EA">
        <w:t xml:space="preserve"> nuomos sąlygas ir tvarką</w:t>
      </w:r>
      <w:r w:rsidR="00DE2E19" w:rsidRPr="003114EA">
        <w:t xml:space="preserve">, nuomos sąlygų keitimą, </w:t>
      </w:r>
      <w:r w:rsidR="00F17C86" w:rsidRPr="003114EA">
        <w:t xml:space="preserve">būstų perrašymo iš </w:t>
      </w:r>
      <w:r w:rsidR="002D72E8" w:rsidRPr="003114EA">
        <w:t>S</w:t>
      </w:r>
      <w:r w:rsidR="00F17C86" w:rsidRPr="003114EA">
        <w:t>avivaldybės būsto fondo sąrašo į socialinio būsto</w:t>
      </w:r>
      <w:r w:rsidR="00A943B9" w:rsidRPr="003114EA">
        <w:t xml:space="preserve">, kaip </w:t>
      </w:r>
      <w:r w:rsidR="002D72E8" w:rsidRPr="003114EA">
        <w:t>S</w:t>
      </w:r>
      <w:r w:rsidR="00A943B9" w:rsidRPr="003114EA">
        <w:t>avivaldybės būsto fondo dalies</w:t>
      </w:r>
      <w:r w:rsidR="002D72E8" w:rsidRPr="003114EA">
        <w:t>,</w:t>
      </w:r>
      <w:r w:rsidR="00F17C86" w:rsidRPr="003114EA">
        <w:t xml:space="preserve"> sąrašą ir būstų perrašymo iš socialinių būstų</w:t>
      </w:r>
      <w:r w:rsidR="00A943B9" w:rsidRPr="003114EA">
        <w:t xml:space="preserve">, kaip </w:t>
      </w:r>
      <w:r w:rsidR="002D72E8" w:rsidRPr="003114EA">
        <w:t>S</w:t>
      </w:r>
      <w:r w:rsidR="00A943B9" w:rsidRPr="003114EA">
        <w:t>avivaldybės būsto fondo dalies</w:t>
      </w:r>
      <w:r w:rsidR="002D72E8" w:rsidRPr="003114EA">
        <w:t>,</w:t>
      </w:r>
      <w:r w:rsidR="00A943B9" w:rsidRPr="003114EA">
        <w:t xml:space="preserve"> sąrašo</w:t>
      </w:r>
      <w:r w:rsidR="00F17C86" w:rsidRPr="003114EA">
        <w:t xml:space="preserve"> į </w:t>
      </w:r>
      <w:r w:rsidR="002D72E8" w:rsidRPr="003114EA">
        <w:t>S</w:t>
      </w:r>
      <w:r w:rsidR="00F17C86" w:rsidRPr="003114EA">
        <w:t>avivaldybės būstų fondo sąrašą tvarką</w:t>
      </w:r>
      <w:r w:rsidR="00DE2E19" w:rsidRPr="003114EA">
        <w:t>, nustato</w:t>
      </w:r>
      <w:r w:rsidRPr="003114EA">
        <w:t xml:space="preserve"> </w:t>
      </w:r>
      <w:r w:rsidR="002D72E8" w:rsidRPr="003114EA">
        <w:t>S</w:t>
      </w:r>
      <w:r w:rsidRPr="003114EA">
        <w:t>avi</w:t>
      </w:r>
      <w:r w:rsidR="00E55071" w:rsidRPr="003114EA">
        <w:t>v</w:t>
      </w:r>
      <w:r w:rsidRPr="003114EA">
        <w:t xml:space="preserve">aldybės būsto ir socialinio būsto </w:t>
      </w:r>
      <w:r w:rsidR="00926034" w:rsidRPr="003114EA">
        <w:t xml:space="preserve">nuomojimo </w:t>
      </w:r>
      <w:r w:rsidRPr="003114EA">
        <w:t xml:space="preserve">komisijos </w:t>
      </w:r>
      <w:r w:rsidR="00D54587" w:rsidRPr="003114EA">
        <w:t>veiklą.</w:t>
      </w:r>
      <w:r w:rsidR="00F17C86" w:rsidRPr="003114EA">
        <w:rPr>
          <w:i/>
          <w:iCs/>
        </w:rPr>
        <w:t xml:space="preserve"> </w:t>
      </w:r>
    </w:p>
    <w:p w14:paraId="6CB952E6" w14:textId="77777777" w:rsidR="00F17C86" w:rsidRPr="003114EA" w:rsidRDefault="00F17C86" w:rsidP="006C0AD0">
      <w:pPr>
        <w:tabs>
          <w:tab w:val="left" w:pos="993"/>
        </w:tabs>
        <w:suppressAutoHyphens/>
        <w:ind w:firstLine="709"/>
        <w:jc w:val="both"/>
        <w:rPr>
          <w:i/>
          <w:iCs/>
          <w:szCs w:val="24"/>
        </w:rPr>
      </w:pPr>
      <w:r w:rsidRPr="003114EA">
        <w:rPr>
          <w:szCs w:val="24"/>
        </w:rPr>
        <w:t xml:space="preserve">2. Aprašu privalo vadovautis Savivaldybės administracija, asmenys ir šeimos, turinčios teisę į socialinio būsto nuomą, asmenys ir šeimos, nuomojantys socialinį ar </w:t>
      </w:r>
      <w:r w:rsidR="00CA1A23" w:rsidRPr="003114EA">
        <w:rPr>
          <w:szCs w:val="24"/>
        </w:rPr>
        <w:t>S</w:t>
      </w:r>
      <w:r w:rsidRPr="003114EA">
        <w:rPr>
          <w:szCs w:val="24"/>
        </w:rPr>
        <w:t>avivaldybės būstą</w:t>
      </w:r>
      <w:r w:rsidRPr="003114EA">
        <w:rPr>
          <w:i/>
          <w:iCs/>
          <w:szCs w:val="24"/>
        </w:rPr>
        <w:t>.</w:t>
      </w:r>
    </w:p>
    <w:p w14:paraId="1CAE3060" w14:textId="77777777" w:rsidR="00F17C86" w:rsidRPr="003114EA" w:rsidRDefault="00F17C86" w:rsidP="006C0AD0">
      <w:pPr>
        <w:tabs>
          <w:tab w:val="left" w:pos="993"/>
        </w:tabs>
        <w:suppressAutoHyphens/>
        <w:ind w:firstLine="709"/>
        <w:jc w:val="both"/>
        <w:rPr>
          <w:szCs w:val="24"/>
        </w:rPr>
      </w:pPr>
      <w:r w:rsidRPr="003114EA">
        <w:rPr>
          <w:szCs w:val="24"/>
        </w:rPr>
        <w:t xml:space="preserve">3. Aprašas parengtas, vadovaujantis Lietuvos Respublikos paramos būstui įsigyti ar išsinuomoti įstatymu (toliau – Įstatymas), Lietuvos Respublikos valstybės ir savivaldybių turto valdymo, naudojimo ir disponavimo juo įstatymu, Lietuvos Respublikos civiliniu kodeksu (toliau </w:t>
      </w:r>
      <w:bookmarkStart w:id="0" w:name="_Hlk169089445"/>
      <w:r w:rsidRPr="003114EA">
        <w:rPr>
          <w:szCs w:val="24"/>
        </w:rPr>
        <w:t xml:space="preserve">– </w:t>
      </w:r>
      <w:bookmarkEnd w:id="0"/>
      <w:r w:rsidRPr="003114EA">
        <w:rPr>
          <w:szCs w:val="24"/>
        </w:rPr>
        <w:t>Civilinis kodeksas)</w:t>
      </w:r>
      <w:r w:rsidR="001901BF" w:rsidRPr="003114EA">
        <w:rPr>
          <w:szCs w:val="24"/>
        </w:rPr>
        <w:t>, Lietuvos Respublikos Vyriausybės patvirtinta Socialinio būsto ir kito savivaldybės būsto nuomos mokesčių apskaičiavimo metodika, Socialinės apsaugos ir darbo ministro patvirtinta Socialinio būsto nuomos sutarties pavyzdine forma</w:t>
      </w:r>
      <w:r w:rsidRPr="003114EA">
        <w:rPr>
          <w:szCs w:val="24"/>
        </w:rPr>
        <w:t>.</w:t>
      </w:r>
    </w:p>
    <w:p w14:paraId="61829F3A" w14:textId="77777777" w:rsidR="00F17C86" w:rsidRPr="003114EA" w:rsidRDefault="00F17C86" w:rsidP="006C0AD0">
      <w:pPr>
        <w:tabs>
          <w:tab w:val="left" w:pos="1134"/>
        </w:tabs>
        <w:suppressAutoHyphens/>
        <w:ind w:firstLine="709"/>
        <w:jc w:val="both"/>
        <w:rPr>
          <w:szCs w:val="24"/>
        </w:rPr>
      </w:pPr>
      <w:r w:rsidRPr="003114EA">
        <w:rPr>
          <w:szCs w:val="24"/>
        </w:rPr>
        <w:t>4. Pagrindinės šio Aprašo sąvokos:</w:t>
      </w:r>
    </w:p>
    <w:p w14:paraId="6B23516E" w14:textId="77777777" w:rsidR="00F17C86" w:rsidRPr="003114EA" w:rsidRDefault="00F17C86" w:rsidP="006C0AD0">
      <w:pPr>
        <w:tabs>
          <w:tab w:val="left" w:pos="851"/>
          <w:tab w:val="left" w:pos="993"/>
          <w:tab w:val="left" w:pos="1276"/>
          <w:tab w:val="left" w:pos="1418"/>
        </w:tabs>
        <w:suppressAutoHyphens/>
        <w:ind w:firstLine="709"/>
        <w:jc w:val="both"/>
        <w:rPr>
          <w:szCs w:val="24"/>
        </w:rPr>
      </w:pPr>
      <w:r w:rsidRPr="003114EA">
        <w:rPr>
          <w:szCs w:val="24"/>
        </w:rPr>
        <w:t xml:space="preserve">4.1. </w:t>
      </w:r>
      <w:r w:rsidRPr="003114EA">
        <w:rPr>
          <w:b/>
          <w:szCs w:val="24"/>
        </w:rPr>
        <w:t xml:space="preserve">Būstas – </w:t>
      </w:r>
      <w:r w:rsidRPr="003114EA">
        <w:rPr>
          <w:szCs w:val="24"/>
        </w:rPr>
        <w:t>vienbutis gyvenamasis namas, butas ar kitos gyvenamosios patalpos arba jų dalys, tinkami gyventi vienam asmeniui ar šeimai ir atitinkantys statybos bei specialiųjų normų (higienos, gaisrinės saugos ir kitų) reikalavimus.</w:t>
      </w:r>
    </w:p>
    <w:p w14:paraId="44F7CF3D" w14:textId="77777777" w:rsidR="00CA4EAA" w:rsidRPr="003114EA" w:rsidRDefault="00F17C86" w:rsidP="006C0AD0">
      <w:pPr>
        <w:tabs>
          <w:tab w:val="left" w:pos="851"/>
          <w:tab w:val="left" w:pos="993"/>
          <w:tab w:val="left" w:pos="1276"/>
          <w:tab w:val="left" w:pos="1418"/>
        </w:tabs>
        <w:suppressAutoHyphens/>
        <w:ind w:firstLine="709"/>
        <w:jc w:val="both"/>
        <w:rPr>
          <w:szCs w:val="24"/>
        </w:rPr>
      </w:pPr>
      <w:r w:rsidRPr="003114EA">
        <w:rPr>
          <w:szCs w:val="24"/>
        </w:rPr>
        <w:t xml:space="preserve">4.2. </w:t>
      </w:r>
      <w:r w:rsidRPr="003114EA">
        <w:rPr>
          <w:b/>
          <w:bCs/>
          <w:szCs w:val="24"/>
        </w:rPr>
        <w:t>Komisija</w:t>
      </w:r>
      <w:r w:rsidRPr="003114EA">
        <w:rPr>
          <w:szCs w:val="24"/>
        </w:rPr>
        <w:t xml:space="preserve"> –  Savivaldybės administracijos direktoriaus įsakymu sudaryta komisija (toliau – Komisija) </w:t>
      </w:r>
      <w:r w:rsidR="00CA4EAA" w:rsidRPr="003114EA">
        <w:rPr>
          <w:szCs w:val="24"/>
        </w:rPr>
        <w:t>S</w:t>
      </w:r>
      <w:r w:rsidRPr="003114EA">
        <w:rPr>
          <w:szCs w:val="24"/>
        </w:rPr>
        <w:t xml:space="preserve">avivaldybės būsto ir socialinio būsto </w:t>
      </w:r>
      <w:r w:rsidR="00DF08E6" w:rsidRPr="003114EA">
        <w:rPr>
          <w:szCs w:val="24"/>
        </w:rPr>
        <w:t xml:space="preserve">nuomos </w:t>
      </w:r>
      <w:r w:rsidRPr="003114EA">
        <w:rPr>
          <w:szCs w:val="24"/>
        </w:rPr>
        <w:t>klausimams nagrinėti.</w:t>
      </w:r>
      <w:r w:rsidR="00572551" w:rsidRPr="003114EA">
        <w:rPr>
          <w:szCs w:val="24"/>
        </w:rPr>
        <w:t xml:space="preserve"> Komisijos sprendimai įforminami protokolais.</w:t>
      </w:r>
    </w:p>
    <w:p w14:paraId="71D62EC0" w14:textId="77777777" w:rsidR="00CA4EAA" w:rsidRPr="003114EA" w:rsidRDefault="00F17C86" w:rsidP="006C0AD0">
      <w:pPr>
        <w:tabs>
          <w:tab w:val="left" w:pos="851"/>
          <w:tab w:val="left" w:pos="993"/>
          <w:tab w:val="left" w:pos="1276"/>
          <w:tab w:val="left" w:pos="1418"/>
        </w:tabs>
        <w:suppressAutoHyphens/>
        <w:ind w:firstLine="709"/>
        <w:jc w:val="both"/>
        <w:rPr>
          <w:szCs w:val="24"/>
        </w:rPr>
      </w:pPr>
      <w:r w:rsidRPr="003114EA">
        <w:rPr>
          <w:szCs w:val="24"/>
        </w:rPr>
        <w:t xml:space="preserve">4.3. </w:t>
      </w:r>
      <w:r w:rsidRPr="003114EA">
        <w:rPr>
          <w:b/>
          <w:bCs/>
          <w:szCs w:val="24"/>
        </w:rPr>
        <w:t>Naudingas būsto plotas</w:t>
      </w:r>
      <w:r w:rsidRPr="003114EA">
        <w:rPr>
          <w:szCs w:val="24"/>
        </w:rPr>
        <w:t xml:space="preserve"> - bendras gyvenamųjų kambarių ir kitų būsto patalpų (virtuvių, sanitarinių mazgų, koridorių, įmontuotų spintų, šildomų </w:t>
      </w:r>
      <w:proofErr w:type="spellStart"/>
      <w:r w:rsidRPr="003114EA">
        <w:rPr>
          <w:szCs w:val="24"/>
        </w:rPr>
        <w:t>lodžijų</w:t>
      </w:r>
      <w:proofErr w:type="spellEnd"/>
      <w:r w:rsidRPr="003114EA">
        <w:rPr>
          <w:szCs w:val="24"/>
        </w:rPr>
        <w:t xml:space="preserve"> ir kitų šildomų pagalbinių patalpų) plotas. Į naudingąjį būsto plotą neįskaitomas balkonų, terasų, rūsių, nešildomų </w:t>
      </w:r>
      <w:proofErr w:type="spellStart"/>
      <w:r w:rsidRPr="003114EA">
        <w:rPr>
          <w:szCs w:val="24"/>
        </w:rPr>
        <w:t>lodžijų</w:t>
      </w:r>
      <w:proofErr w:type="spellEnd"/>
      <w:r w:rsidRPr="003114EA">
        <w:rPr>
          <w:szCs w:val="24"/>
        </w:rPr>
        <w:t xml:space="preserve"> plotas.</w:t>
      </w:r>
    </w:p>
    <w:p w14:paraId="40CC628D" w14:textId="77777777" w:rsidR="00CA4EAA" w:rsidRPr="003114EA" w:rsidRDefault="00F17C86" w:rsidP="006C0AD0">
      <w:pPr>
        <w:tabs>
          <w:tab w:val="left" w:pos="851"/>
          <w:tab w:val="left" w:pos="993"/>
          <w:tab w:val="left" w:pos="1276"/>
          <w:tab w:val="left" w:pos="1418"/>
        </w:tabs>
        <w:suppressAutoHyphens/>
        <w:ind w:firstLine="709"/>
        <w:jc w:val="both"/>
        <w:rPr>
          <w:szCs w:val="24"/>
        </w:rPr>
      </w:pPr>
      <w:r w:rsidRPr="003114EA">
        <w:rPr>
          <w:szCs w:val="24"/>
        </w:rPr>
        <w:t xml:space="preserve">4.4. </w:t>
      </w:r>
      <w:r w:rsidRPr="003114EA">
        <w:rPr>
          <w:b/>
          <w:bCs/>
          <w:szCs w:val="24"/>
        </w:rPr>
        <w:t>Nuomotojas</w:t>
      </w:r>
      <w:r w:rsidRPr="003114EA">
        <w:rPr>
          <w:szCs w:val="24"/>
        </w:rPr>
        <w:t xml:space="preserve"> – Savivaldybės būst</w:t>
      </w:r>
      <w:r w:rsidR="00DE2E19" w:rsidRPr="003114EA">
        <w:rPr>
          <w:szCs w:val="24"/>
        </w:rPr>
        <w:t>ą</w:t>
      </w:r>
      <w:r w:rsidRPr="003114EA">
        <w:rPr>
          <w:szCs w:val="24"/>
        </w:rPr>
        <w:t xml:space="preserve"> </w:t>
      </w:r>
      <w:r w:rsidR="00A43754" w:rsidRPr="003114EA">
        <w:rPr>
          <w:szCs w:val="24"/>
        </w:rPr>
        <w:t xml:space="preserve">ar </w:t>
      </w:r>
      <w:r w:rsidRPr="003114EA">
        <w:rPr>
          <w:szCs w:val="24"/>
        </w:rPr>
        <w:t>socialinį būstą, kaip Savivaldybės būsto fondo</w:t>
      </w:r>
      <w:r w:rsidR="00A43754" w:rsidRPr="003114EA">
        <w:rPr>
          <w:szCs w:val="24"/>
        </w:rPr>
        <w:t xml:space="preserve"> </w:t>
      </w:r>
      <w:r w:rsidRPr="003114EA">
        <w:rPr>
          <w:szCs w:val="24"/>
        </w:rPr>
        <w:t>dalį, administruojantys turto valdytojai (seniūnijos).</w:t>
      </w:r>
    </w:p>
    <w:p w14:paraId="7BED9D27" w14:textId="77777777" w:rsidR="00CA4EAA" w:rsidRPr="003114EA" w:rsidRDefault="00F17C86" w:rsidP="006C0AD0">
      <w:pPr>
        <w:tabs>
          <w:tab w:val="left" w:pos="851"/>
          <w:tab w:val="left" w:pos="993"/>
          <w:tab w:val="left" w:pos="1276"/>
          <w:tab w:val="left" w:pos="1418"/>
        </w:tabs>
        <w:suppressAutoHyphens/>
        <w:ind w:firstLine="709"/>
        <w:jc w:val="both"/>
        <w:rPr>
          <w:szCs w:val="24"/>
        </w:rPr>
      </w:pPr>
      <w:r w:rsidRPr="003114EA">
        <w:rPr>
          <w:szCs w:val="24"/>
        </w:rPr>
        <w:t xml:space="preserve">4.5. </w:t>
      </w:r>
      <w:r w:rsidRPr="003114EA">
        <w:rPr>
          <w:b/>
          <w:bCs/>
          <w:szCs w:val="24"/>
        </w:rPr>
        <w:t>Pasiūlymo pateikimo diena</w:t>
      </w:r>
      <w:r w:rsidRPr="003114EA">
        <w:rPr>
          <w:szCs w:val="24"/>
        </w:rPr>
        <w:t xml:space="preserve"> - tai pranešimo išsiuntimo diena.</w:t>
      </w:r>
    </w:p>
    <w:p w14:paraId="65B2CA84" w14:textId="77777777" w:rsidR="00CA4EAA" w:rsidRPr="003114EA" w:rsidRDefault="00F17C86" w:rsidP="006C0AD0">
      <w:pPr>
        <w:tabs>
          <w:tab w:val="left" w:pos="851"/>
          <w:tab w:val="left" w:pos="993"/>
          <w:tab w:val="left" w:pos="1276"/>
          <w:tab w:val="left" w:pos="1418"/>
        </w:tabs>
        <w:suppressAutoHyphens/>
        <w:ind w:firstLine="709"/>
        <w:jc w:val="both"/>
        <w:rPr>
          <w:szCs w:val="24"/>
        </w:rPr>
      </w:pPr>
      <w:r w:rsidRPr="003114EA">
        <w:rPr>
          <w:szCs w:val="24"/>
        </w:rPr>
        <w:t xml:space="preserve">4.6. </w:t>
      </w:r>
      <w:r w:rsidRPr="003114EA">
        <w:rPr>
          <w:b/>
          <w:szCs w:val="24"/>
        </w:rPr>
        <w:t xml:space="preserve">Savivaldybės būstas – </w:t>
      </w:r>
      <w:r w:rsidRPr="003114EA">
        <w:rPr>
          <w:szCs w:val="24"/>
        </w:rPr>
        <w:t xml:space="preserve">Savivaldybei nuosavybės teise priklausantis ar iš fizinių ar juridinių asmenų išsinuomotas būstas, įtrauktas į </w:t>
      </w:r>
      <w:r w:rsidR="00A651D3" w:rsidRPr="003114EA">
        <w:rPr>
          <w:szCs w:val="24"/>
        </w:rPr>
        <w:t>S</w:t>
      </w:r>
      <w:r w:rsidR="00061609" w:rsidRPr="003114EA">
        <w:rPr>
          <w:szCs w:val="24"/>
        </w:rPr>
        <w:t xml:space="preserve">avivaldybės tarybos ar jos įgaliotos </w:t>
      </w:r>
      <w:r w:rsidR="00A651D3" w:rsidRPr="003114EA">
        <w:rPr>
          <w:szCs w:val="24"/>
        </w:rPr>
        <w:t>S</w:t>
      </w:r>
      <w:r w:rsidR="00061609" w:rsidRPr="003114EA">
        <w:rPr>
          <w:szCs w:val="24"/>
        </w:rPr>
        <w:t xml:space="preserve">avivaldybės administracijos </w:t>
      </w:r>
      <w:r w:rsidR="00F51BB3" w:rsidRPr="003114EA">
        <w:rPr>
          <w:szCs w:val="24"/>
        </w:rPr>
        <w:t xml:space="preserve">patvirtintą </w:t>
      </w:r>
      <w:r w:rsidR="00CA4EAA" w:rsidRPr="003114EA">
        <w:rPr>
          <w:szCs w:val="24"/>
        </w:rPr>
        <w:t>S</w:t>
      </w:r>
      <w:r w:rsidR="00F51BB3" w:rsidRPr="003114EA">
        <w:rPr>
          <w:szCs w:val="24"/>
        </w:rPr>
        <w:t>avivaldybės būsto fondo sąrašą</w:t>
      </w:r>
      <w:r w:rsidRPr="003114EA">
        <w:rPr>
          <w:szCs w:val="24"/>
        </w:rPr>
        <w:t>.</w:t>
      </w:r>
    </w:p>
    <w:p w14:paraId="171012C8" w14:textId="77777777" w:rsidR="005E066E" w:rsidRPr="003114EA" w:rsidRDefault="00061609" w:rsidP="006C0AD0">
      <w:pPr>
        <w:tabs>
          <w:tab w:val="left" w:pos="851"/>
          <w:tab w:val="left" w:pos="993"/>
          <w:tab w:val="left" w:pos="1276"/>
          <w:tab w:val="left" w:pos="1418"/>
        </w:tabs>
        <w:suppressAutoHyphens/>
        <w:ind w:firstLine="709"/>
        <w:jc w:val="both"/>
        <w:rPr>
          <w:szCs w:val="24"/>
        </w:rPr>
      </w:pPr>
      <w:r w:rsidRPr="003114EA">
        <w:rPr>
          <w:szCs w:val="24"/>
        </w:rPr>
        <w:t>4.7.</w:t>
      </w:r>
      <w:r w:rsidRPr="003114EA">
        <w:rPr>
          <w:b/>
          <w:bCs/>
          <w:szCs w:val="24"/>
        </w:rPr>
        <w:t xml:space="preserve"> </w:t>
      </w:r>
      <w:r w:rsidR="005E066E" w:rsidRPr="003114EA">
        <w:rPr>
          <w:b/>
          <w:bCs/>
          <w:szCs w:val="24"/>
        </w:rPr>
        <w:t>Socialinis būstas</w:t>
      </w:r>
      <w:r w:rsidR="005E066E" w:rsidRPr="003114EA">
        <w:rPr>
          <w:szCs w:val="24"/>
        </w:rPr>
        <w:t xml:space="preserve"> – savivaldybei nuosavybės teise priklausantis ar iš fizinių ar juridinių asmenų išsinuomotas būstas, įtrauktas į </w:t>
      </w:r>
      <w:r w:rsidR="00A651D3" w:rsidRPr="003114EA">
        <w:rPr>
          <w:szCs w:val="24"/>
        </w:rPr>
        <w:t>S</w:t>
      </w:r>
      <w:r w:rsidR="005E066E" w:rsidRPr="003114EA">
        <w:rPr>
          <w:szCs w:val="24"/>
        </w:rPr>
        <w:t xml:space="preserve">avivaldybės tarybos ar jos įgaliotos </w:t>
      </w:r>
      <w:r w:rsidR="00A651D3" w:rsidRPr="003114EA">
        <w:rPr>
          <w:szCs w:val="24"/>
        </w:rPr>
        <w:t>S</w:t>
      </w:r>
      <w:r w:rsidR="005E066E" w:rsidRPr="003114EA">
        <w:rPr>
          <w:szCs w:val="24"/>
        </w:rPr>
        <w:t xml:space="preserve">avivaldybės administracijos patvirtintą savivaldybės socialinio būsto fondo sąrašą, kuris yra savivaldybės būsto fondo sąrašo dalis. Pagal </w:t>
      </w:r>
      <w:r w:rsidRPr="003114EA">
        <w:rPr>
          <w:szCs w:val="24"/>
        </w:rPr>
        <w:t>Į</w:t>
      </w:r>
      <w:r w:rsidR="005E066E" w:rsidRPr="003114EA">
        <w:rPr>
          <w:szCs w:val="24"/>
        </w:rPr>
        <w:t>statyme nustatytas sąlygas prie socialinio būsto nepriskiriami bendrabučiai, nakvynės namai, tarnybinės gyvenamosios patalpos, socialinių paslaugų įstaigos gyvenamosios patalpos, savivaldybės būstai, kurie nuomojami ne socialinio būsto nuomos sąlygomis.</w:t>
      </w:r>
    </w:p>
    <w:p w14:paraId="5EAD3A8D" w14:textId="77777777" w:rsidR="007311DC" w:rsidRPr="003114EA" w:rsidRDefault="00926034" w:rsidP="006C0AD0">
      <w:pPr>
        <w:tabs>
          <w:tab w:val="left" w:pos="851"/>
          <w:tab w:val="left" w:pos="993"/>
          <w:tab w:val="left" w:pos="1276"/>
          <w:tab w:val="left" w:pos="1418"/>
        </w:tabs>
        <w:suppressAutoHyphens/>
        <w:ind w:firstLine="709"/>
        <w:jc w:val="both"/>
        <w:rPr>
          <w:szCs w:val="24"/>
        </w:rPr>
      </w:pPr>
      <w:r w:rsidRPr="003114EA">
        <w:rPr>
          <w:szCs w:val="24"/>
        </w:rPr>
        <w:t>5</w:t>
      </w:r>
      <w:r w:rsidR="00F17C86" w:rsidRPr="003114EA">
        <w:rPr>
          <w:szCs w:val="24"/>
        </w:rPr>
        <w:t>. Kitos Apraše vartojamos sąvokos suprantamos taip, kaip jos apibrėžtos Įstatyme.</w:t>
      </w:r>
    </w:p>
    <w:p w14:paraId="36AC2065" w14:textId="77777777" w:rsidR="001944BB" w:rsidRPr="003114EA" w:rsidRDefault="001944BB" w:rsidP="006C0AD0">
      <w:pPr>
        <w:tabs>
          <w:tab w:val="left" w:pos="851"/>
          <w:tab w:val="left" w:pos="993"/>
          <w:tab w:val="left" w:pos="1276"/>
          <w:tab w:val="left" w:pos="1418"/>
        </w:tabs>
        <w:suppressAutoHyphens/>
        <w:ind w:firstLine="710"/>
        <w:jc w:val="center"/>
        <w:rPr>
          <w:szCs w:val="24"/>
        </w:rPr>
      </w:pPr>
    </w:p>
    <w:p w14:paraId="04638F1F" w14:textId="77777777" w:rsidR="007311DC" w:rsidRPr="003114EA" w:rsidRDefault="007311DC" w:rsidP="006C0AD0">
      <w:pPr>
        <w:tabs>
          <w:tab w:val="left" w:pos="851"/>
          <w:tab w:val="left" w:pos="993"/>
          <w:tab w:val="left" w:pos="1276"/>
          <w:tab w:val="left" w:pos="1418"/>
        </w:tabs>
        <w:suppressAutoHyphens/>
        <w:jc w:val="center"/>
        <w:rPr>
          <w:szCs w:val="24"/>
        </w:rPr>
      </w:pPr>
      <w:r w:rsidRPr="003114EA">
        <w:rPr>
          <w:b/>
          <w:bCs/>
          <w:szCs w:val="24"/>
        </w:rPr>
        <w:t>II</w:t>
      </w:r>
      <w:r w:rsidR="006D51F8" w:rsidRPr="003114EA">
        <w:rPr>
          <w:b/>
          <w:bCs/>
          <w:szCs w:val="24"/>
        </w:rPr>
        <w:t xml:space="preserve"> </w:t>
      </w:r>
      <w:r w:rsidRPr="003114EA">
        <w:rPr>
          <w:b/>
          <w:bCs/>
          <w:szCs w:val="24"/>
        </w:rPr>
        <w:t>SKYRIUS</w:t>
      </w:r>
    </w:p>
    <w:p w14:paraId="7A765639" w14:textId="77777777" w:rsidR="001B4F49" w:rsidRPr="003114EA" w:rsidRDefault="007311DC" w:rsidP="006C0AD0">
      <w:pPr>
        <w:tabs>
          <w:tab w:val="left" w:pos="851"/>
          <w:tab w:val="left" w:pos="993"/>
          <w:tab w:val="left" w:pos="1276"/>
          <w:tab w:val="left" w:pos="1418"/>
        </w:tabs>
        <w:suppressAutoHyphens/>
        <w:jc w:val="center"/>
        <w:rPr>
          <w:szCs w:val="24"/>
        </w:rPr>
      </w:pPr>
      <w:r w:rsidRPr="003114EA">
        <w:rPr>
          <w:b/>
        </w:rPr>
        <w:lastRenderedPageBreak/>
        <w:t>SAV</w:t>
      </w:r>
      <w:r w:rsidR="001B4F49" w:rsidRPr="003114EA">
        <w:rPr>
          <w:b/>
        </w:rPr>
        <w:t xml:space="preserve">IVALDYBĖS BŪSTO IR SOCIALINIO BŪSTO </w:t>
      </w:r>
      <w:r w:rsidR="00E55071" w:rsidRPr="003114EA">
        <w:rPr>
          <w:b/>
        </w:rPr>
        <w:t xml:space="preserve">NUOMOS </w:t>
      </w:r>
      <w:r w:rsidR="001B4F49" w:rsidRPr="003114EA">
        <w:rPr>
          <w:b/>
        </w:rPr>
        <w:t>KLAUSIMAMS NAGRINĖTI</w:t>
      </w:r>
      <w:r w:rsidR="00E55071" w:rsidRPr="003114EA">
        <w:rPr>
          <w:b/>
        </w:rPr>
        <w:t xml:space="preserve"> </w:t>
      </w:r>
      <w:r w:rsidR="001B4F49" w:rsidRPr="003114EA">
        <w:rPr>
          <w:b/>
        </w:rPr>
        <w:t>KOMISIJA</w:t>
      </w:r>
    </w:p>
    <w:p w14:paraId="28D6D13A" w14:textId="77777777" w:rsidR="001B4F49" w:rsidRPr="003114EA" w:rsidRDefault="001B4F49" w:rsidP="006C0AD0">
      <w:pPr>
        <w:tabs>
          <w:tab w:val="left" w:pos="851"/>
          <w:tab w:val="left" w:pos="993"/>
          <w:tab w:val="left" w:pos="1276"/>
          <w:tab w:val="left" w:pos="1418"/>
        </w:tabs>
        <w:suppressAutoHyphens/>
        <w:ind w:firstLine="710"/>
        <w:jc w:val="center"/>
        <w:rPr>
          <w:szCs w:val="24"/>
        </w:rPr>
      </w:pPr>
    </w:p>
    <w:p w14:paraId="5425761C" w14:textId="77777777" w:rsidR="00F17C86" w:rsidRPr="003114EA" w:rsidRDefault="007267F1" w:rsidP="006C0AD0">
      <w:pPr>
        <w:tabs>
          <w:tab w:val="left" w:pos="851"/>
          <w:tab w:val="left" w:pos="993"/>
          <w:tab w:val="left" w:pos="1276"/>
          <w:tab w:val="left" w:pos="1418"/>
        </w:tabs>
        <w:suppressAutoHyphens/>
        <w:ind w:firstLine="710"/>
        <w:jc w:val="both"/>
      </w:pPr>
      <w:r w:rsidRPr="003114EA">
        <w:rPr>
          <w:szCs w:val="24"/>
        </w:rPr>
        <w:t>6. Komisija sudaroma</w:t>
      </w:r>
      <w:r w:rsidR="00F17C86" w:rsidRPr="003114EA">
        <w:rPr>
          <w:szCs w:val="24"/>
        </w:rPr>
        <w:t xml:space="preserve"> </w:t>
      </w:r>
      <w:r w:rsidRPr="003114EA">
        <w:t xml:space="preserve">iš </w:t>
      </w:r>
      <w:r w:rsidR="0077014F" w:rsidRPr="00E05F39">
        <w:t>ne mažiau kaip</w:t>
      </w:r>
      <w:r w:rsidR="0077014F">
        <w:t xml:space="preserve"> </w:t>
      </w:r>
      <w:r w:rsidRPr="003114EA">
        <w:t xml:space="preserve">penkių asmenų, tarp jų </w:t>
      </w:r>
      <w:r w:rsidR="00074646" w:rsidRPr="003114EA">
        <w:t>K</w:t>
      </w:r>
      <w:r w:rsidRPr="003114EA">
        <w:t xml:space="preserve">omisijos pirmininkas ir </w:t>
      </w:r>
      <w:r w:rsidR="00074646" w:rsidRPr="003114EA">
        <w:t>K</w:t>
      </w:r>
      <w:r w:rsidRPr="003114EA">
        <w:t>omisijos pirmininko pavaduotojas</w:t>
      </w:r>
      <w:r w:rsidR="00F9618F" w:rsidRPr="003114EA">
        <w:t xml:space="preserve">, </w:t>
      </w:r>
      <w:r w:rsidR="00074646" w:rsidRPr="003114EA">
        <w:t>K</w:t>
      </w:r>
      <w:r w:rsidR="00F9618F" w:rsidRPr="003114EA">
        <w:t>omisijos sekretorius.</w:t>
      </w:r>
    </w:p>
    <w:p w14:paraId="3C30FA6C" w14:textId="77777777" w:rsidR="00074AA7" w:rsidRPr="003114EA" w:rsidRDefault="00074AA7" w:rsidP="006C0AD0">
      <w:pPr>
        <w:tabs>
          <w:tab w:val="left" w:pos="851"/>
          <w:tab w:val="left" w:pos="993"/>
          <w:tab w:val="left" w:pos="1276"/>
          <w:tab w:val="left" w:pos="1418"/>
        </w:tabs>
        <w:suppressAutoHyphens/>
        <w:ind w:firstLine="710"/>
        <w:jc w:val="both"/>
      </w:pPr>
      <w:r w:rsidRPr="003114EA">
        <w:t xml:space="preserve">7. Komisijos </w:t>
      </w:r>
      <w:r w:rsidR="00926034" w:rsidRPr="003114EA">
        <w:t>posėdžius šaukia ir jiems pirmininkauja</w:t>
      </w:r>
      <w:r w:rsidRPr="003114EA">
        <w:t xml:space="preserve"> </w:t>
      </w:r>
      <w:r w:rsidR="00074646" w:rsidRPr="003114EA">
        <w:t>K</w:t>
      </w:r>
      <w:r w:rsidRPr="003114EA">
        <w:t>omisijos pirmininkas</w:t>
      </w:r>
      <w:r w:rsidR="00926034" w:rsidRPr="003114EA">
        <w:t>, o jo nesant</w:t>
      </w:r>
      <w:r w:rsidRPr="003114EA">
        <w:t xml:space="preserve"> </w:t>
      </w:r>
      <w:r w:rsidR="00CA4EAA" w:rsidRPr="003114EA">
        <w:rPr>
          <w:szCs w:val="24"/>
        </w:rPr>
        <w:t xml:space="preserve">– </w:t>
      </w:r>
      <w:r w:rsidRPr="003114EA">
        <w:t xml:space="preserve"> pirmininko pavaduotojas.</w:t>
      </w:r>
    </w:p>
    <w:p w14:paraId="3E03CA71" w14:textId="77777777" w:rsidR="00074AA7" w:rsidRPr="003114EA" w:rsidRDefault="00074AA7" w:rsidP="006C0AD0">
      <w:pPr>
        <w:tabs>
          <w:tab w:val="left" w:pos="851"/>
          <w:tab w:val="left" w:pos="993"/>
          <w:tab w:val="left" w:pos="1276"/>
          <w:tab w:val="left" w:pos="1418"/>
        </w:tabs>
        <w:suppressAutoHyphens/>
        <w:ind w:firstLine="710"/>
        <w:jc w:val="both"/>
      </w:pPr>
      <w:r w:rsidRPr="003114EA">
        <w:t xml:space="preserve">8. Komisijos posėdžiai yra </w:t>
      </w:r>
      <w:r w:rsidR="00EB00F8" w:rsidRPr="003114EA">
        <w:t xml:space="preserve">uždari. Posėdžiai yra </w:t>
      </w:r>
      <w:r w:rsidRPr="003114EA">
        <w:t xml:space="preserve">teisėti, jeigu juose dalyvauja daugiau kaip pusė </w:t>
      </w:r>
      <w:r w:rsidR="00074646" w:rsidRPr="003114EA">
        <w:t>K</w:t>
      </w:r>
      <w:r w:rsidRPr="003114EA">
        <w:t>omisijos narių.</w:t>
      </w:r>
    </w:p>
    <w:p w14:paraId="327A1649" w14:textId="77777777" w:rsidR="00074AA7" w:rsidRPr="003114EA" w:rsidRDefault="00074AA7" w:rsidP="006C0AD0">
      <w:pPr>
        <w:tabs>
          <w:tab w:val="left" w:pos="851"/>
          <w:tab w:val="left" w:pos="993"/>
          <w:tab w:val="left" w:pos="1276"/>
          <w:tab w:val="left" w:pos="1418"/>
        </w:tabs>
        <w:suppressAutoHyphens/>
        <w:ind w:firstLine="710"/>
        <w:jc w:val="both"/>
      </w:pPr>
      <w:r w:rsidRPr="003114EA">
        <w:t xml:space="preserve">9. Komisijos sprendimai priimami posėdyje dalyvaujančių </w:t>
      </w:r>
      <w:r w:rsidR="00074646" w:rsidRPr="003114EA">
        <w:t>K</w:t>
      </w:r>
      <w:r w:rsidRPr="003114EA">
        <w:t>omisijos narių balsų dauguma.</w:t>
      </w:r>
      <w:r w:rsidR="0092622E" w:rsidRPr="003114EA">
        <w:t xml:space="preserve"> Balsams pasiskirsčius po lygiai,</w:t>
      </w:r>
      <w:r w:rsidR="000E7C6D" w:rsidRPr="003114EA">
        <w:t xml:space="preserve"> sprendimą lemia </w:t>
      </w:r>
      <w:r w:rsidR="00074646" w:rsidRPr="003114EA">
        <w:t>K</w:t>
      </w:r>
      <w:r w:rsidR="000E7C6D" w:rsidRPr="003114EA">
        <w:t xml:space="preserve">omisijos pirmininko, o jam nesant – </w:t>
      </w:r>
      <w:r w:rsidR="00074646" w:rsidRPr="003114EA">
        <w:t>K</w:t>
      </w:r>
      <w:r w:rsidR="000E7C6D" w:rsidRPr="003114EA">
        <w:t>omisijos pirmininko pavaduotojo balsas.</w:t>
      </w:r>
    </w:p>
    <w:p w14:paraId="10B5C211" w14:textId="77777777" w:rsidR="000E7C6D" w:rsidRPr="003114EA" w:rsidRDefault="000E7C6D" w:rsidP="006C0AD0">
      <w:pPr>
        <w:tabs>
          <w:tab w:val="left" w:pos="851"/>
          <w:tab w:val="left" w:pos="993"/>
          <w:tab w:val="left" w:pos="1276"/>
          <w:tab w:val="left" w:pos="1418"/>
        </w:tabs>
        <w:suppressAutoHyphens/>
        <w:ind w:firstLine="710"/>
        <w:jc w:val="both"/>
      </w:pPr>
      <w:r w:rsidRPr="003114EA">
        <w:t xml:space="preserve">10. Komisijos posėdžiai protokoluojami. Protokole turi būti nurodyti posėdyje dalyvavę </w:t>
      </w:r>
      <w:r w:rsidR="00074646" w:rsidRPr="003114EA">
        <w:t>K</w:t>
      </w:r>
      <w:r w:rsidRPr="003114EA">
        <w:t>omisijos nariai, svarstyti klausimai</w:t>
      </w:r>
      <w:r w:rsidR="00671E67" w:rsidRPr="003114EA">
        <w:t>,</w:t>
      </w:r>
      <w:r w:rsidRPr="003114EA">
        <w:t xml:space="preserve"> priimti nutarimai ir balsavimo rezultatai. Protokolą pasirašo </w:t>
      </w:r>
      <w:r w:rsidR="00074646" w:rsidRPr="003114EA">
        <w:t>K</w:t>
      </w:r>
      <w:r w:rsidRPr="003114EA">
        <w:t xml:space="preserve">omisijos pirmininkas ir sekretorius. </w:t>
      </w:r>
    </w:p>
    <w:p w14:paraId="27E2CDF5" w14:textId="77777777" w:rsidR="007267F1" w:rsidRPr="003114EA" w:rsidRDefault="000E7C6D" w:rsidP="006C0AD0">
      <w:pPr>
        <w:tabs>
          <w:tab w:val="left" w:pos="851"/>
          <w:tab w:val="left" w:pos="993"/>
          <w:tab w:val="left" w:pos="1276"/>
          <w:tab w:val="left" w:pos="1418"/>
        </w:tabs>
        <w:suppressAutoHyphens/>
        <w:ind w:firstLine="710"/>
        <w:jc w:val="both"/>
      </w:pPr>
      <w:r w:rsidRPr="003114EA">
        <w:t>11.</w:t>
      </w:r>
      <w:r w:rsidR="007267F1" w:rsidRPr="003114EA">
        <w:t xml:space="preserve"> Komisija atlieka šias funkcijas:</w:t>
      </w:r>
    </w:p>
    <w:p w14:paraId="43040A4B" w14:textId="77777777" w:rsidR="007267F1" w:rsidRPr="003114EA" w:rsidRDefault="000E7C6D" w:rsidP="006C0AD0">
      <w:pPr>
        <w:tabs>
          <w:tab w:val="left" w:pos="851"/>
          <w:tab w:val="left" w:pos="993"/>
          <w:tab w:val="left" w:pos="1276"/>
          <w:tab w:val="left" w:pos="1418"/>
        </w:tabs>
        <w:suppressAutoHyphens/>
        <w:ind w:firstLine="710"/>
        <w:jc w:val="both"/>
      </w:pPr>
      <w:r w:rsidRPr="003114EA">
        <w:t>11</w:t>
      </w:r>
      <w:r w:rsidR="007267F1" w:rsidRPr="003114EA">
        <w:t xml:space="preserve">.1. Susipažįsta su asmenų ir šeimų, turinčių teisę į </w:t>
      </w:r>
      <w:r w:rsidR="00CA1A23" w:rsidRPr="003114EA">
        <w:t>S</w:t>
      </w:r>
      <w:r w:rsidR="007267F1" w:rsidRPr="003114EA">
        <w:t>avivaldybės socialinį būstą, sąrašais.</w:t>
      </w:r>
    </w:p>
    <w:p w14:paraId="0D0BB45E" w14:textId="77777777" w:rsidR="007267F1" w:rsidRPr="003114EA" w:rsidRDefault="000E7C6D" w:rsidP="006C0AD0">
      <w:pPr>
        <w:tabs>
          <w:tab w:val="left" w:pos="851"/>
          <w:tab w:val="left" w:pos="993"/>
          <w:tab w:val="left" w:pos="1276"/>
          <w:tab w:val="left" w:pos="1418"/>
        </w:tabs>
        <w:suppressAutoHyphens/>
        <w:ind w:firstLine="710"/>
        <w:jc w:val="both"/>
      </w:pPr>
      <w:r w:rsidRPr="003114EA">
        <w:t>11</w:t>
      </w:r>
      <w:r w:rsidR="007267F1" w:rsidRPr="003114EA">
        <w:t>.2. Nagrinėja asmenų ir šeimų, kuriems pateiktas pasiūlymas išsinuomoti socialinį būstą, prašymus išsinuomoti būstą ir pateiktus dokumentus.</w:t>
      </w:r>
    </w:p>
    <w:p w14:paraId="15133AD1" w14:textId="77777777" w:rsidR="007267F1" w:rsidRPr="003114EA" w:rsidRDefault="000E7C6D" w:rsidP="006C0AD0">
      <w:pPr>
        <w:tabs>
          <w:tab w:val="left" w:pos="851"/>
          <w:tab w:val="left" w:pos="993"/>
          <w:tab w:val="left" w:pos="1276"/>
          <w:tab w:val="left" w:pos="1418"/>
        </w:tabs>
        <w:suppressAutoHyphens/>
        <w:ind w:firstLine="710"/>
        <w:jc w:val="both"/>
      </w:pPr>
      <w:r w:rsidRPr="003114EA">
        <w:t>11</w:t>
      </w:r>
      <w:r w:rsidR="007267F1" w:rsidRPr="003114EA">
        <w:t xml:space="preserve">.3. Vertina, ar pasiūlyto socialinio būsto bei išnuomoto socialinio būsto naudingasis plotas, tenkantis vienam šeimos nariui, atitinka naudingojo ploto normatyvą, kuris nustatytas </w:t>
      </w:r>
      <w:r w:rsidR="00671E67" w:rsidRPr="003114EA">
        <w:t xml:space="preserve">Įstatymo </w:t>
      </w:r>
      <w:r w:rsidR="007267F1" w:rsidRPr="003114EA">
        <w:t xml:space="preserve">15 straipsnyje, priima sprendimą dėl </w:t>
      </w:r>
      <w:r w:rsidR="00CA4EAA" w:rsidRPr="003114EA">
        <w:t>S</w:t>
      </w:r>
      <w:r w:rsidR="007267F1" w:rsidRPr="003114EA">
        <w:t>avivaldybės gyvenamųjų patalpų išnuomojimo, pakeitimo bei nuomininkų iškeldinimo ir</w:t>
      </w:r>
      <w:r w:rsidR="00CA4EAA" w:rsidRPr="003114EA">
        <w:t xml:space="preserve"> (</w:t>
      </w:r>
      <w:r w:rsidR="007267F1" w:rsidRPr="003114EA">
        <w:t>ar</w:t>
      </w:r>
      <w:r w:rsidR="00CA4EAA" w:rsidRPr="003114EA">
        <w:t>)</w:t>
      </w:r>
      <w:r w:rsidR="007267F1" w:rsidRPr="003114EA">
        <w:t xml:space="preserve"> įkeldinimo į gyvenamąsias patalpas.</w:t>
      </w:r>
    </w:p>
    <w:p w14:paraId="1DC40E0A" w14:textId="77777777" w:rsidR="007267F1" w:rsidRPr="003114EA" w:rsidRDefault="000E7C6D" w:rsidP="006C0AD0">
      <w:pPr>
        <w:tabs>
          <w:tab w:val="left" w:pos="851"/>
          <w:tab w:val="left" w:pos="993"/>
          <w:tab w:val="left" w:pos="1276"/>
          <w:tab w:val="left" w:pos="1418"/>
        </w:tabs>
        <w:suppressAutoHyphens/>
        <w:ind w:firstLine="710"/>
        <w:jc w:val="both"/>
      </w:pPr>
      <w:r w:rsidRPr="003114EA">
        <w:t>11</w:t>
      </w:r>
      <w:r w:rsidR="007267F1" w:rsidRPr="003114EA">
        <w:t xml:space="preserve">.4. Vertina asmenų ir šeimų galimybes keistis būstu su kitu </w:t>
      </w:r>
      <w:r w:rsidR="00CA4EAA" w:rsidRPr="003114EA">
        <w:t>S</w:t>
      </w:r>
      <w:r w:rsidR="007267F1" w:rsidRPr="003114EA">
        <w:t>avivaldybės būsto ar socialinio būsto nuomininku.</w:t>
      </w:r>
    </w:p>
    <w:p w14:paraId="055B4C42" w14:textId="77777777" w:rsidR="00074AA7" w:rsidRPr="003114EA" w:rsidRDefault="000E7C6D" w:rsidP="006C0AD0">
      <w:pPr>
        <w:tabs>
          <w:tab w:val="left" w:pos="851"/>
          <w:tab w:val="left" w:pos="993"/>
          <w:tab w:val="left" w:pos="1276"/>
          <w:tab w:val="left" w:pos="1418"/>
        </w:tabs>
        <w:suppressAutoHyphens/>
        <w:ind w:firstLine="710"/>
        <w:jc w:val="both"/>
      </w:pPr>
      <w:r w:rsidRPr="003114EA">
        <w:t>11</w:t>
      </w:r>
      <w:r w:rsidR="007267F1" w:rsidRPr="003114EA">
        <w:t xml:space="preserve">.5. Nagrinėja asmenų ir šeimų, nuomojančių socialinį būstą, kurių Lietuvos Respublikos gyventojų turto deklaravimo įstatyme nustatyta tvarka deklaruoto turto vertė ar pajamos viršija Paramos būstui įsigyti ar išsinuomoti įstatymo 11 straipsnio 3 dalyje nustatytus metinius pajamų ir turto dydžius daugiau kaip 35 procentus arba daugiau kaip 50 procentų, jeigu asmuo yra be šeimos ar jeigu motina arba tėvas, globėjas (rūpintojas) vienas augina vieną ar daugiau vaikų, ir (arba) vaiką (vaikus), kuriam (kuriems) nustatyta nuolatinė globa (rūpyba), ar jeigu asmuo yra su negalia, ar jeigu šeimoje yra asmenų su negalia ir teikia </w:t>
      </w:r>
      <w:r w:rsidR="001B4F49" w:rsidRPr="003114EA">
        <w:t xml:space="preserve">Savivaldybės administracijai </w:t>
      </w:r>
      <w:r w:rsidR="007267F1" w:rsidRPr="003114EA">
        <w:t>siūlymus dėl būsto nuomos sąlygų pakeitimo</w:t>
      </w:r>
      <w:r w:rsidR="00074AA7" w:rsidRPr="003114EA">
        <w:t>.</w:t>
      </w:r>
    </w:p>
    <w:p w14:paraId="1A89436A" w14:textId="77777777" w:rsidR="007267F1" w:rsidRPr="003114EA" w:rsidRDefault="000E7C6D" w:rsidP="006C0AD0">
      <w:pPr>
        <w:tabs>
          <w:tab w:val="left" w:pos="851"/>
          <w:tab w:val="left" w:pos="993"/>
          <w:tab w:val="left" w:pos="1276"/>
          <w:tab w:val="left" w:pos="1418"/>
        </w:tabs>
        <w:suppressAutoHyphens/>
        <w:ind w:firstLine="710"/>
        <w:jc w:val="both"/>
      </w:pPr>
      <w:r w:rsidRPr="003114EA">
        <w:t>11</w:t>
      </w:r>
      <w:r w:rsidR="00074AA7" w:rsidRPr="003114EA">
        <w:t xml:space="preserve">.6. Nagrinėja asmenų ir šeimų, turinčių teisę į paramą būstui išsinuomoti prašymus, dėl laikino </w:t>
      </w:r>
      <w:r w:rsidR="00CA4EAA" w:rsidRPr="003114EA">
        <w:t>S</w:t>
      </w:r>
      <w:r w:rsidR="00074AA7" w:rsidRPr="003114EA">
        <w:t>avivaldybės būsto išnuomojimo kol jie sulauks eilės socialinio būsto nuomai.</w:t>
      </w:r>
    </w:p>
    <w:p w14:paraId="1EEBFF45" w14:textId="77777777" w:rsidR="00074AA7" w:rsidRPr="003114EA" w:rsidRDefault="000E7C6D" w:rsidP="006C0AD0">
      <w:pPr>
        <w:tabs>
          <w:tab w:val="left" w:pos="851"/>
          <w:tab w:val="left" w:pos="993"/>
          <w:tab w:val="left" w:pos="1276"/>
          <w:tab w:val="left" w:pos="1418"/>
        </w:tabs>
        <w:suppressAutoHyphens/>
        <w:ind w:firstLine="710"/>
        <w:jc w:val="both"/>
      </w:pPr>
      <w:r w:rsidRPr="003114EA">
        <w:t>11</w:t>
      </w:r>
      <w:r w:rsidR="00074AA7" w:rsidRPr="003114EA">
        <w:t xml:space="preserve">.7. Nagrinėja su </w:t>
      </w:r>
      <w:r w:rsidR="00CA1A23" w:rsidRPr="003114EA">
        <w:t>S</w:t>
      </w:r>
      <w:r w:rsidR="00074AA7" w:rsidRPr="003114EA">
        <w:t>avivaldybės būstu ir socialiniu būstu susijusius klausimus.</w:t>
      </w:r>
    </w:p>
    <w:p w14:paraId="5EACB1A9" w14:textId="77777777" w:rsidR="00074AA7" w:rsidRPr="003114EA" w:rsidRDefault="000E7C6D" w:rsidP="006C0AD0">
      <w:pPr>
        <w:tabs>
          <w:tab w:val="left" w:pos="851"/>
          <w:tab w:val="left" w:pos="993"/>
          <w:tab w:val="left" w:pos="1276"/>
          <w:tab w:val="left" w:pos="1418"/>
        </w:tabs>
        <w:suppressAutoHyphens/>
        <w:ind w:firstLine="710"/>
        <w:jc w:val="both"/>
      </w:pPr>
      <w:r w:rsidRPr="003114EA">
        <w:t>12</w:t>
      </w:r>
      <w:r w:rsidR="00074AA7" w:rsidRPr="003114EA">
        <w:t>.</w:t>
      </w:r>
      <w:r w:rsidRPr="003114EA">
        <w:t xml:space="preserve"> </w:t>
      </w:r>
      <w:r w:rsidR="00074AA7" w:rsidRPr="003114EA">
        <w:t xml:space="preserve">Komisija turi teisę gauti iš Savivaldybės administracijos reikalingą papildomą informaciją ir dokumentus, susijusius su </w:t>
      </w:r>
      <w:r w:rsidR="00CA1A23" w:rsidRPr="003114EA">
        <w:t>S</w:t>
      </w:r>
      <w:r w:rsidR="00074AA7" w:rsidRPr="003114EA">
        <w:t>avivaldybės būsto ar socialinio būsto išnuomojimu.</w:t>
      </w:r>
    </w:p>
    <w:p w14:paraId="2228980F" w14:textId="77777777" w:rsidR="000E7C6D" w:rsidRPr="003114EA" w:rsidRDefault="000E7C6D" w:rsidP="006C0AD0">
      <w:pPr>
        <w:tabs>
          <w:tab w:val="left" w:pos="851"/>
          <w:tab w:val="left" w:pos="993"/>
          <w:tab w:val="left" w:pos="1276"/>
          <w:tab w:val="left" w:pos="1418"/>
        </w:tabs>
        <w:suppressAutoHyphens/>
        <w:ind w:firstLine="710"/>
        <w:jc w:val="both"/>
      </w:pPr>
      <w:r w:rsidRPr="003114EA">
        <w:t>13. Komisijos posėdžių protokolai saugomi Lietuvos Respublikos dokumentų ir archyvų įstatymo nustatyta tvarka.</w:t>
      </w:r>
    </w:p>
    <w:p w14:paraId="0A5E2E00" w14:textId="77777777" w:rsidR="0001014E" w:rsidRPr="003114EA" w:rsidRDefault="0001014E" w:rsidP="006C0AD0">
      <w:pPr>
        <w:pStyle w:val="Sraopastraipa"/>
        <w:tabs>
          <w:tab w:val="left" w:pos="284"/>
          <w:tab w:val="left" w:pos="426"/>
          <w:tab w:val="left" w:pos="709"/>
          <w:tab w:val="left" w:pos="851"/>
          <w:tab w:val="left" w:pos="1276"/>
        </w:tabs>
        <w:suppressAutoHyphens/>
        <w:ind w:left="1800"/>
        <w:jc w:val="center"/>
        <w:rPr>
          <w:b/>
          <w:caps/>
          <w:szCs w:val="24"/>
        </w:rPr>
      </w:pPr>
    </w:p>
    <w:p w14:paraId="5A177277" w14:textId="77777777" w:rsidR="00F17C86" w:rsidRPr="003114EA" w:rsidRDefault="000E7C6D" w:rsidP="006C0AD0">
      <w:pPr>
        <w:pStyle w:val="Sraopastraipa"/>
        <w:tabs>
          <w:tab w:val="left" w:pos="284"/>
          <w:tab w:val="left" w:pos="426"/>
          <w:tab w:val="left" w:pos="709"/>
          <w:tab w:val="left" w:pos="851"/>
          <w:tab w:val="left" w:pos="1276"/>
        </w:tabs>
        <w:suppressAutoHyphens/>
        <w:ind w:left="0"/>
        <w:jc w:val="center"/>
        <w:rPr>
          <w:b/>
          <w:caps/>
          <w:szCs w:val="24"/>
        </w:rPr>
      </w:pPr>
      <w:r w:rsidRPr="003114EA">
        <w:rPr>
          <w:b/>
          <w:caps/>
          <w:szCs w:val="24"/>
        </w:rPr>
        <w:t>I</w:t>
      </w:r>
      <w:r w:rsidR="00F17C86" w:rsidRPr="003114EA">
        <w:rPr>
          <w:b/>
          <w:caps/>
          <w:szCs w:val="24"/>
        </w:rPr>
        <w:t>ii</w:t>
      </w:r>
      <w:r w:rsidR="006D51F8" w:rsidRPr="003114EA">
        <w:rPr>
          <w:b/>
          <w:caps/>
          <w:szCs w:val="24"/>
        </w:rPr>
        <w:t xml:space="preserve"> </w:t>
      </w:r>
      <w:r w:rsidR="00F17C86" w:rsidRPr="003114EA">
        <w:rPr>
          <w:b/>
          <w:caps/>
          <w:szCs w:val="24"/>
        </w:rPr>
        <w:t>skyrius</w:t>
      </w:r>
    </w:p>
    <w:p w14:paraId="508F2F79" w14:textId="77777777" w:rsidR="00EF5631" w:rsidRPr="003114EA" w:rsidRDefault="00EB00F8" w:rsidP="006C0AD0">
      <w:pPr>
        <w:tabs>
          <w:tab w:val="left" w:pos="284"/>
          <w:tab w:val="left" w:pos="851"/>
          <w:tab w:val="left" w:pos="993"/>
          <w:tab w:val="left" w:pos="1134"/>
          <w:tab w:val="left" w:pos="1276"/>
        </w:tabs>
        <w:suppressAutoHyphens/>
        <w:jc w:val="center"/>
        <w:rPr>
          <w:b/>
          <w:szCs w:val="24"/>
        </w:rPr>
      </w:pPr>
      <w:r w:rsidRPr="003114EA">
        <w:rPr>
          <w:b/>
          <w:szCs w:val="24"/>
        </w:rPr>
        <w:t>SAVIVALDYBĖS BŪSTO FONDO IR SOCIALINIO BŪSTO FONDO</w:t>
      </w:r>
      <w:r w:rsidR="003603DD" w:rsidRPr="003114EA">
        <w:rPr>
          <w:b/>
          <w:szCs w:val="24"/>
        </w:rPr>
        <w:t>,</w:t>
      </w:r>
      <w:r w:rsidRPr="003114EA">
        <w:rPr>
          <w:b/>
          <w:szCs w:val="24"/>
        </w:rPr>
        <w:t xml:space="preserve"> KAIP SAVIVALDYBĖS BŪSTO FONDO DALIES SUDARYMAS </w:t>
      </w:r>
      <w:r w:rsidR="00EF5631" w:rsidRPr="003114EA">
        <w:rPr>
          <w:b/>
          <w:szCs w:val="24"/>
        </w:rPr>
        <w:t>IR NAUDOJIMAS</w:t>
      </w:r>
    </w:p>
    <w:p w14:paraId="201D128B" w14:textId="77777777" w:rsidR="00425C17" w:rsidRPr="003114EA" w:rsidRDefault="00425C17" w:rsidP="006C0AD0">
      <w:pPr>
        <w:tabs>
          <w:tab w:val="left" w:pos="284"/>
          <w:tab w:val="left" w:pos="851"/>
          <w:tab w:val="left" w:pos="993"/>
          <w:tab w:val="left" w:pos="1134"/>
          <w:tab w:val="left" w:pos="1276"/>
        </w:tabs>
        <w:suppressAutoHyphens/>
        <w:jc w:val="center"/>
        <w:rPr>
          <w:bCs/>
          <w:szCs w:val="24"/>
        </w:rPr>
      </w:pPr>
    </w:p>
    <w:p w14:paraId="165D3351" w14:textId="77777777" w:rsidR="00EF5631" w:rsidRPr="003114EA" w:rsidRDefault="000E7C6D" w:rsidP="006C0AD0">
      <w:pPr>
        <w:tabs>
          <w:tab w:val="left" w:pos="284"/>
          <w:tab w:val="left" w:pos="851"/>
          <w:tab w:val="left" w:pos="993"/>
          <w:tab w:val="left" w:pos="1134"/>
          <w:tab w:val="left" w:pos="1276"/>
        </w:tabs>
        <w:suppressAutoHyphens/>
        <w:ind w:firstLine="710"/>
        <w:jc w:val="both"/>
        <w:rPr>
          <w:bCs/>
          <w:szCs w:val="24"/>
        </w:rPr>
      </w:pPr>
      <w:r w:rsidRPr="003114EA">
        <w:rPr>
          <w:bCs/>
          <w:szCs w:val="24"/>
        </w:rPr>
        <w:t>14</w:t>
      </w:r>
      <w:r w:rsidR="00EF5631" w:rsidRPr="003114EA">
        <w:rPr>
          <w:bCs/>
          <w:szCs w:val="24"/>
        </w:rPr>
        <w:t>.</w:t>
      </w:r>
      <w:r w:rsidR="00EB00F8" w:rsidRPr="003114EA">
        <w:rPr>
          <w:bCs/>
        </w:rPr>
        <w:t xml:space="preserve"> </w:t>
      </w:r>
      <w:r w:rsidR="00DD202A" w:rsidRPr="003114EA">
        <w:rPr>
          <w:bCs/>
        </w:rPr>
        <w:t xml:space="preserve">Savivaldybės tarybos ar jos įgaliotos </w:t>
      </w:r>
      <w:r w:rsidR="00EB00F8" w:rsidRPr="003114EA">
        <w:rPr>
          <w:bCs/>
          <w:szCs w:val="24"/>
        </w:rPr>
        <w:t>Savivaldybės administracij</w:t>
      </w:r>
      <w:r w:rsidR="00DD202A" w:rsidRPr="003114EA">
        <w:rPr>
          <w:bCs/>
          <w:szCs w:val="24"/>
        </w:rPr>
        <w:t>os sprendimu</w:t>
      </w:r>
      <w:r w:rsidR="00EB00F8" w:rsidRPr="003114EA">
        <w:rPr>
          <w:bCs/>
          <w:szCs w:val="24"/>
        </w:rPr>
        <w:t xml:space="preserve"> sudaro</w:t>
      </w:r>
      <w:r w:rsidR="00DD202A" w:rsidRPr="003114EA">
        <w:rPr>
          <w:bCs/>
          <w:szCs w:val="24"/>
        </w:rPr>
        <w:t>mi</w:t>
      </w:r>
      <w:r w:rsidR="00EB00F8" w:rsidRPr="003114EA">
        <w:rPr>
          <w:bCs/>
          <w:szCs w:val="24"/>
        </w:rPr>
        <w:t xml:space="preserve"> </w:t>
      </w:r>
      <w:r w:rsidR="00EF5631" w:rsidRPr="003114EA">
        <w:rPr>
          <w:bCs/>
          <w:szCs w:val="24"/>
        </w:rPr>
        <w:t>Savivaldybės būsto fond</w:t>
      </w:r>
      <w:r w:rsidR="00EB00F8" w:rsidRPr="003114EA">
        <w:rPr>
          <w:bCs/>
          <w:szCs w:val="24"/>
        </w:rPr>
        <w:t xml:space="preserve">o ir </w:t>
      </w:r>
      <w:bookmarkStart w:id="1" w:name="_Hlk168908171"/>
      <w:bookmarkStart w:id="2" w:name="_Hlk166146129"/>
      <w:r w:rsidR="00EF5631" w:rsidRPr="003114EA">
        <w:rPr>
          <w:bCs/>
          <w:szCs w:val="24"/>
        </w:rPr>
        <w:t>socialinio būsto</w:t>
      </w:r>
      <w:r w:rsidR="002D72E8" w:rsidRPr="003114EA">
        <w:rPr>
          <w:bCs/>
          <w:szCs w:val="24"/>
        </w:rPr>
        <w:t xml:space="preserve">, </w:t>
      </w:r>
      <w:bookmarkEnd w:id="1"/>
      <w:r w:rsidR="00EF5631" w:rsidRPr="003114EA">
        <w:rPr>
          <w:bCs/>
          <w:szCs w:val="24"/>
        </w:rPr>
        <w:t xml:space="preserve">kaip </w:t>
      </w:r>
      <w:r w:rsidR="00421811" w:rsidRPr="003114EA">
        <w:rPr>
          <w:bCs/>
          <w:szCs w:val="24"/>
        </w:rPr>
        <w:t>S</w:t>
      </w:r>
      <w:r w:rsidR="00EF5631" w:rsidRPr="003114EA">
        <w:rPr>
          <w:bCs/>
          <w:szCs w:val="24"/>
        </w:rPr>
        <w:t>avivaldybės būsto fondo dalies sąraš</w:t>
      </w:r>
      <w:r w:rsidR="00DD202A" w:rsidRPr="003114EA">
        <w:rPr>
          <w:bCs/>
          <w:szCs w:val="24"/>
        </w:rPr>
        <w:t>ai</w:t>
      </w:r>
      <w:r w:rsidR="00182DB8" w:rsidRPr="003114EA">
        <w:rPr>
          <w:bCs/>
          <w:szCs w:val="24"/>
        </w:rPr>
        <w:t xml:space="preserve">. </w:t>
      </w:r>
      <w:r w:rsidR="00EF5631" w:rsidRPr="003114EA">
        <w:rPr>
          <w:bCs/>
          <w:szCs w:val="24"/>
        </w:rPr>
        <w:t xml:space="preserve"> </w:t>
      </w:r>
    </w:p>
    <w:bookmarkEnd w:id="2"/>
    <w:p w14:paraId="10867595" w14:textId="77777777" w:rsidR="00EF5631" w:rsidRPr="003114EA" w:rsidRDefault="000E7C6D" w:rsidP="006C0AD0">
      <w:pPr>
        <w:tabs>
          <w:tab w:val="left" w:pos="284"/>
          <w:tab w:val="left" w:pos="851"/>
          <w:tab w:val="left" w:pos="993"/>
          <w:tab w:val="left" w:pos="1134"/>
          <w:tab w:val="left" w:pos="1276"/>
        </w:tabs>
        <w:suppressAutoHyphens/>
        <w:ind w:firstLine="710"/>
        <w:jc w:val="both"/>
        <w:rPr>
          <w:bCs/>
          <w:szCs w:val="24"/>
        </w:rPr>
      </w:pPr>
      <w:r w:rsidRPr="003114EA">
        <w:rPr>
          <w:bCs/>
          <w:szCs w:val="24"/>
        </w:rPr>
        <w:t>15.</w:t>
      </w:r>
      <w:r w:rsidR="00EF5631" w:rsidRPr="003114EA">
        <w:rPr>
          <w:bCs/>
          <w:szCs w:val="24"/>
        </w:rPr>
        <w:t xml:space="preserve"> </w:t>
      </w:r>
      <w:r w:rsidR="0001014E" w:rsidRPr="003114EA">
        <w:rPr>
          <w:bCs/>
          <w:szCs w:val="24"/>
        </w:rPr>
        <w:t>Savivaldybės</w:t>
      </w:r>
      <w:r w:rsidR="00677BFE" w:rsidRPr="003114EA">
        <w:rPr>
          <w:bCs/>
          <w:szCs w:val="24"/>
        </w:rPr>
        <w:t xml:space="preserve"> administracijos</w:t>
      </w:r>
      <w:r w:rsidR="0001014E" w:rsidRPr="003114EA">
        <w:rPr>
          <w:bCs/>
          <w:szCs w:val="24"/>
        </w:rPr>
        <w:t xml:space="preserve"> Statybos, investicijų ir turto valdymo skyrius atsakingas už </w:t>
      </w:r>
      <w:r w:rsidR="00CA4EAA" w:rsidRPr="003114EA">
        <w:rPr>
          <w:bCs/>
          <w:szCs w:val="24"/>
        </w:rPr>
        <w:t>S</w:t>
      </w:r>
      <w:r w:rsidR="00EF5631" w:rsidRPr="003114EA">
        <w:rPr>
          <w:bCs/>
          <w:szCs w:val="24"/>
        </w:rPr>
        <w:t>avivaldybės būsto fondo sąraš</w:t>
      </w:r>
      <w:r w:rsidR="006C2570" w:rsidRPr="003114EA">
        <w:rPr>
          <w:bCs/>
          <w:szCs w:val="24"/>
        </w:rPr>
        <w:t>o</w:t>
      </w:r>
      <w:r w:rsidR="00EF5631" w:rsidRPr="003114EA">
        <w:rPr>
          <w:bCs/>
          <w:szCs w:val="24"/>
        </w:rPr>
        <w:t xml:space="preserve"> ir socialinio būsto </w:t>
      </w:r>
      <w:r w:rsidR="00E013DB" w:rsidRPr="003114EA">
        <w:rPr>
          <w:bCs/>
          <w:szCs w:val="24"/>
        </w:rPr>
        <w:t>fondo</w:t>
      </w:r>
      <w:r w:rsidR="009506CD" w:rsidRPr="003114EA">
        <w:rPr>
          <w:bCs/>
          <w:szCs w:val="24"/>
        </w:rPr>
        <w:t>,</w:t>
      </w:r>
      <w:r w:rsidR="009506CD" w:rsidRPr="003114EA">
        <w:rPr>
          <w:bCs/>
        </w:rPr>
        <w:t xml:space="preserve"> </w:t>
      </w:r>
      <w:r w:rsidR="009506CD" w:rsidRPr="003114EA">
        <w:rPr>
          <w:bCs/>
          <w:szCs w:val="24"/>
        </w:rPr>
        <w:t>kaip Savivaldybės būsto fondo dalies</w:t>
      </w:r>
      <w:r w:rsidR="00E013DB" w:rsidRPr="003114EA">
        <w:rPr>
          <w:bCs/>
          <w:szCs w:val="24"/>
        </w:rPr>
        <w:t xml:space="preserve"> </w:t>
      </w:r>
      <w:r w:rsidR="00EF5631" w:rsidRPr="003114EA">
        <w:rPr>
          <w:bCs/>
          <w:szCs w:val="24"/>
        </w:rPr>
        <w:t>sąraš</w:t>
      </w:r>
      <w:r w:rsidR="006C2570" w:rsidRPr="003114EA">
        <w:rPr>
          <w:bCs/>
          <w:szCs w:val="24"/>
        </w:rPr>
        <w:t>o parengimą</w:t>
      </w:r>
      <w:r w:rsidR="0071471E" w:rsidRPr="003114EA">
        <w:rPr>
          <w:bCs/>
          <w:szCs w:val="24"/>
        </w:rPr>
        <w:t xml:space="preserve"> ir kontrolę</w:t>
      </w:r>
      <w:r w:rsidR="002B5EBD" w:rsidRPr="003114EA">
        <w:rPr>
          <w:bCs/>
          <w:szCs w:val="24"/>
        </w:rPr>
        <w:t>.</w:t>
      </w:r>
      <w:r w:rsidR="0071471E" w:rsidRPr="003114EA">
        <w:rPr>
          <w:bCs/>
          <w:szCs w:val="24"/>
        </w:rPr>
        <w:t xml:space="preserve"> </w:t>
      </w:r>
      <w:r w:rsidR="006C2570" w:rsidRPr="003114EA">
        <w:rPr>
          <w:bCs/>
          <w:szCs w:val="24"/>
        </w:rPr>
        <w:t xml:space="preserve">Šie sąrašai </w:t>
      </w:r>
      <w:r w:rsidR="00EF5631" w:rsidRPr="003114EA">
        <w:rPr>
          <w:bCs/>
          <w:szCs w:val="24"/>
        </w:rPr>
        <w:t xml:space="preserve">tvirtinami (keičiami) </w:t>
      </w:r>
      <w:r w:rsidR="00DD202A" w:rsidRPr="003114EA">
        <w:rPr>
          <w:bCs/>
        </w:rPr>
        <w:t xml:space="preserve">Savivaldybės tarybos ar jos įgaliotos </w:t>
      </w:r>
      <w:r w:rsidR="00DD202A" w:rsidRPr="003114EA">
        <w:rPr>
          <w:bCs/>
          <w:szCs w:val="24"/>
        </w:rPr>
        <w:t xml:space="preserve">Savivaldybės administracijos sprendimu </w:t>
      </w:r>
      <w:r w:rsidR="00EF5631" w:rsidRPr="003114EA">
        <w:rPr>
          <w:bCs/>
          <w:szCs w:val="24"/>
        </w:rPr>
        <w:t>ne rečiau, kaip kartą per metus</w:t>
      </w:r>
      <w:r w:rsidR="00AE3BEF" w:rsidRPr="003114EA">
        <w:rPr>
          <w:bCs/>
          <w:szCs w:val="24"/>
        </w:rPr>
        <w:t>.</w:t>
      </w:r>
      <w:r w:rsidR="00EF5631" w:rsidRPr="003114EA">
        <w:rPr>
          <w:bCs/>
          <w:szCs w:val="24"/>
        </w:rPr>
        <w:t xml:space="preserve"> </w:t>
      </w:r>
    </w:p>
    <w:p w14:paraId="11598FBA" w14:textId="77777777" w:rsidR="00425C17" w:rsidRPr="0077014F" w:rsidRDefault="000E7C6D" w:rsidP="006C0AD0">
      <w:pPr>
        <w:tabs>
          <w:tab w:val="left" w:pos="284"/>
          <w:tab w:val="left" w:pos="851"/>
          <w:tab w:val="left" w:pos="993"/>
          <w:tab w:val="left" w:pos="1134"/>
          <w:tab w:val="left" w:pos="1276"/>
        </w:tabs>
        <w:suppressAutoHyphens/>
        <w:ind w:firstLine="710"/>
        <w:jc w:val="both"/>
        <w:rPr>
          <w:bCs/>
          <w:strike/>
          <w:szCs w:val="24"/>
        </w:rPr>
      </w:pPr>
      <w:r w:rsidRPr="003114EA">
        <w:rPr>
          <w:bCs/>
          <w:szCs w:val="24"/>
        </w:rPr>
        <w:lastRenderedPageBreak/>
        <w:t>16.</w:t>
      </w:r>
      <w:r w:rsidR="00D63E5A" w:rsidRPr="003114EA">
        <w:rPr>
          <w:bCs/>
          <w:szCs w:val="24"/>
        </w:rPr>
        <w:t xml:space="preserve"> Laisvas </w:t>
      </w:r>
      <w:r w:rsidR="00CA4EAA" w:rsidRPr="003114EA">
        <w:rPr>
          <w:bCs/>
          <w:szCs w:val="24"/>
        </w:rPr>
        <w:t>S</w:t>
      </w:r>
      <w:r w:rsidR="00EF5631" w:rsidRPr="003114EA">
        <w:rPr>
          <w:bCs/>
          <w:szCs w:val="24"/>
        </w:rPr>
        <w:t xml:space="preserve">avivaldybės būstas, išskyrus </w:t>
      </w:r>
      <w:r w:rsidR="00CA4EAA" w:rsidRPr="003114EA">
        <w:rPr>
          <w:bCs/>
          <w:szCs w:val="24"/>
        </w:rPr>
        <w:t>S</w:t>
      </w:r>
      <w:r w:rsidR="00EF5631" w:rsidRPr="003114EA">
        <w:rPr>
          <w:bCs/>
          <w:szCs w:val="24"/>
        </w:rPr>
        <w:t xml:space="preserve">avivaldybės būstą bendrabutyje su bendro naudojimo patalpomis, atsižvelgiant į socialinio būsto poreikį, </w:t>
      </w:r>
      <w:r w:rsidR="00F9618F" w:rsidRPr="003114EA">
        <w:rPr>
          <w:bCs/>
          <w:szCs w:val="24"/>
        </w:rPr>
        <w:t xml:space="preserve">Komisijai pritarus, </w:t>
      </w:r>
      <w:r w:rsidR="00DD202A" w:rsidRPr="003114EA">
        <w:rPr>
          <w:bCs/>
        </w:rPr>
        <w:t xml:space="preserve">Savivaldybės tarybos ar jos įgaliotos </w:t>
      </w:r>
      <w:r w:rsidR="00DD202A" w:rsidRPr="003114EA">
        <w:rPr>
          <w:bCs/>
          <w:szCs w:val="24"/>
        </w:rPr>
        <w:t>Savivaldybės administracijos</w:t>
      </w:r>
      <w:r w:rsidR="00DD202A" w:rsidRPr="003114EA">
        <w:rPr>
          <w:b/>
          <w:szCs w:val="24"/>
        </w:rPr>
        <w:t xml:space="preserve"> </w:t>
      </w:r>
      <w:r w:rsidR="00EF5631" w:rsidRPr="003114EA">
        <w:rPr>
          <w:bCs/>
          <w:szCs w:val="24"/>
        </w:rPr>
        <w:t>sprendimu įrašomas į socialinio būsto</w:t>
      </w:r>
      <w:r w:rsidR="009F4057" w:rsidRPr="003114EA">
        <w:rPr>
          <w:bCs/>
          <w:szCs w:val="24"/>
        </w:rPr>
        <w:t>,</w:t>
      </w:r>
      <w:r w:rsidR="00EF5631" w:rsidRPr="003114EA">
        <w:rPr>
          <w:bCs/>
          <w:szCs w:val="24"/>
        </w:rPr>
        <w:t xml:space="preserve"> </w:t>
      </w:r>
      <w:r w:rsidR="00EF5631" w:rsidRPr="003114EA">
        <w:rPr>
          <w:bCs/>
          <w:color w:val="000000"/>
          <w:szCs w:val="24"/>
        </w:rPr>
        <w:t xml:space="preserve">kaip </w:t>
      </w:r>
      <w:r w:rsidR="00CA1A23" w:rsidRPr="003114EA">
        <w:rPr>
          <w:bCs/>
          <w:color w:val="000000"/>
          <w:szCs w:val="24"/>
        </w:rPr>
        <w:t>S</w:t>
      </w:r>
      <w:r w:rsidR="00EF5631" w:rsidRPr="003114EA">
        <w:rPr>
          <w:bCs/>
          <w:color w:val="000000"/>
          <w:szCs w:val="24"/>
        </w:rPr>
        <w:t>avivaldybės būsto fondo dalies</w:t>
      </w:r>
      <w:r w:rsidR="009F4057" w:rsidRPr="003114EA">
        <w:rPr>
          <w:bCs/>
          <w:color w:val="000000"/>
          <w:szCs w:val="24"/>
        </w:rPr>
        <w:t>,</w:t>
      </w:r>
      <w:r w:rsidR="00EF5631" w:rsidRPr="003114EA">
        <w:rPr>
          <w:bCs/>
          <w:color w:val="000000"/>
          <w:szCs w:val="24"/>
        </w:rPr>
        <w:t xml:space="preserve"> </w:t>
      </w:r>
      <w:r w:rsidR="00EF5631" w:rsidRPr="003114EA">
        <w:rPr>
          <w:bCs/>
          <w:szCs w:val="24"/>
        </w:rPr>
        <w:t>sąrašą ir naudojamas teisę į socialinio būsto nuomą turintiems asmenim</w:t>
      </w:r>
      <w:r w:rsidR="0077014F">
        <w:rPr>
          <w:bCs/>
          <w:szCs w:val="24"/>
        </w:rPr>
        <w:t>.</w:t>
      </w:r>
    </w:p>
    <w:p w14:paraId="33EB87B2" w14:textId="77777777" w:rsidR="00EF5631" w:rsidRPr="003114EA" w:rsidRDefault="000E7C6D" w:rsidP="006C0AD0">
      <w:pPr>
        <w:tabs>
          <w:tab w:val="left" w:pos="284"/>
          <w:tab w:val="left" w:pos="851"/>
          <w:tab w:val="left" w:pos="993"/>
          <w:tab w:val="left" w:pos="1134"/>
          <w:tab w:val="left" w:pos="1276"/>
        </w:tabs>
        <w:suppressAutoHyphens/>
        <w:ind w:firstLine="710"/>
        <w:jc w:val="both"/>
        <w:rPr>
          <w:bCs/>
          <w:szCs w:val="24"/>
        </w:rPr>
      </w:pPr>
      <w:r w:rsidRPr="003114EA">
        <w:rPr>
          <w:bCs/>
          <w:szCs w:val="24"/>
        </w:rPr>
        <w:t>17</w:t>
      </w:r>
      <w:r w:rsidR="00EF5631" w:rsidRPr="003114EA">
        <w:rPr>
          <w:bCs/>
          <w:szCs w:val="24"/>
        </w:rPr>
        <w:t xml:space="preserve">. </w:t>
      </w:r>
      <w:r w:rsidR="009F4057" w:rsidRPr="003114EA">
        <w:rPr>
          <w:bCs/>
          <w:szCs w:val="24"/>
        </w:rPr>
        <w:t>S</w:t>
      </w:r>
      <w:r w:rsidR="00EF5631" w:rsidRPr="003114EA">
        <w:rPr>
          <w:bCs/>
          <w:szCs w:val="24"/>
        </w:rPr>
        <w:t xml:space="preserve">ocialinis būstas </w:t>
      </w:r>
      <w:r w:rsidR="005E066E" w:rsidRPr="003114EA">
        <w:rPr>
          <w:bCs/>
          <w:szCs w:val="24"/>
        </w:rPr>
        <w:t xml:space="preserve">gali būti </w:t>
      </w:r>
      <w:r w:rsidR="00EF5631" w:rsidRPr="003114EA">
        <w:rPr>
          <w:bCs/>
          <w:szCs w:val="24"/>
        </w:rPr>
        <w:t xml:space="preserve">perrašomas į </w:t>
      </w:r>
      <w:r w:rsidR="009F4057" w:rsidRPr="003114EA">
        <w:rPr>
          <w:bCs/>
          <w:szCs w:val="24"/>
        </w:rPr>
        <w:t>S</w:t>
      </w:r>
      <w:r w:rsidR="00EF5631" w:rsidRPr="003114EA">
        <w:rPr>
          <w:bCs/>
          <w:szCs w:val="24"/>
        </w:rPr>
        <w:t>avivaldybės būsto fondo sąrašą</w:t>
      </w:r>
      <w:r w:rsidR="005E066E" w:rsidRPr="003114EA">
        <w:rPr>
          <w:bCs/>
          <w:szCs w:val="24"/>
        </w:rPr>
        <w:t>, k</w:t>
      </w:r>
      <w:r w:rsidR="00EF5631" w:rsidRPr="003114EA">
        <w:rPr>
          <w:bCs/>
          <w:szCs w:val="24"/>
        </w:rPr>
        <w:t xml:space="preserve">ai </w:t>
      </w:r>
      <w:r w:rsidR="005E066E" w:rsidRPr="003114EA">
        <w:rPr>
          <w:bCs/>
          <w:szCs w:val="24"/>
        </w:rPr>
        <w:t xml:space="preserve"> pastatas, kuriame yra </w:t>
      </w:r>
      <w:r w:rsidR="00EF5631" w:rsidRPr="003114EA">
        <w:rPr>
          <w:bCs/>
          <w:szCs w:val="24"/>
        </w:rPr>
        <w:t>atsilaisvinęs socialinis būstas yra pripažįstamas avariniu, netinkamu gyventi ir</w:t>
      </w:r>
      <w:r w:rsidR="00CA4EAA" w:rsidRPr="003114EA">
        <w:rPr>
          <w:bCs/>
          <w:szCs w:val="24"/>
        </w:rPr>
        <w:t xml:space="preserve"> (</w:t>
      </w:r>
      <w:r w:rsidR="00EF5631" w:rsidRPr="003114EA">
        <w:rPr>
          <w:bCs/>
          <w:szCs w:val="24"/>
        </w:rPr>
        <w:t>ar</w:t>
      </w:r>
      <w:r w:rsidR="00CA4EAA" w:rsidRPr="003114EA">
        <w:rPr>
          <w:bCs/>
          <w:szCs w:val="24"/>
        </w:rPr>
        <w:t xml:space="preserve">) </w:t>
      </w:r>
      <w:r w:rsidR="00EF5631" w:rsidRPr="003114EA">
        <w:rPr>
          <w:bCs/>
          <w:szCs w:val="24"/>
        </w:rPr>
        <w:t>netikslingu remontuoti.</w:t>
      </w:r>
    </w:p>
    <w:p w14:paraId="6DC1892F" w14:textId="77777777" w:rsidR="00EF5631" w:rsidRPr="003114EA" w:rsidRDefault="0049429C" w:rsidP="006C0AD0">
      <w:pPr>
        <w:tabs>
          <w:tab w:val="left" w:pos="284"/>
          <w:tab w:val="left" w:pos="851"/>
          <w:tab w:val="left" w:pos="993"/>
          <w:tab w:val="left" w:pos="1134"/>
          <w:tab w:val="left" w:pos="1276"/>
        </w:tabs>
        <w:suppressAutoHyphens/>
        <w:ind w:firstLine="710"/>
        <w:jc w:val="both"/>
        <w:rPr>
          <w:bCs/>
          <w:szCs w:val="24"/>
        </w:rPr>
      </w:pPr>
      <w:r w:rsidRPr="003114EA">
        <w:rPr>
          <w:bCs/>
          <w:szCs w:val="24"/>
        </w:rPr>
        <w:t>1</w:t>
      </w:r>
      <w:r w:rsidR="006A0696" w:rsidRPr="003114EA">
        <w:rPr>
          <w:bCs/>
          <w:szCs w:val="24"/>
        </w:rPr>
        <w:t>8</w:t>
      </w:r>
      <w:r w:rsidR="00EF5631" w:rsidRPr="003114EA">
        <w:rPr>
          <w:bCs/>
          <w:szCs w:val="24"/>
        </w:rPr>
        <w:t>. Savivaldybės būstas perrašomas į socialinio būsto fondo</w:t>
      </w:r>
      <w:r w:rsidR="003603DD" w:rsidRPr="003114EA">
        <w:rPr>
          <w:bCs/>
          <w:szCs w:val="24"/>
        </w:rPr>
        <w:t>,</w:t>
      </w:r>
      <w:r w:rsidR="003603DD" w:rsidRPr="003114EA">
        <w:t xml:space="preserve"> </w:t>
      </w:r>
      <w:r w:rsidR="003603DD" w:rsidRPr="003114EA">
        <w:rPr>
          <w:bCs/>
          <w:szCs w:val="24"/>
        </w:rPr>
        <w:t>kaip Savivaldybės būsto fondo dalies</w:t>
      </w:r>
      <w:r w:rsidR="00381C02" w:rsidRPr="003114EA">
        <w:rPr>
          <w:bCs/>
          <w:szCs w:val="24"/>
        </w:rPr>
        <w:t>,</w:t>
      </w:r>
      <w:r w:rsidR="003603DD" w:rsidRPr="003114EA">
        <w:rPr>
          <w:bCs/>
          <w:szCs w:val="24"/>
        </w:rPr>
        <w:t xml:space="preserve"> sąrašą</w:t>
      </w:r>
      <w:r w:rsidR="00EF5631" w:rsidRPr="003114EA">
        <w:rPr>
          <w:bCs/>
          <w:szCs w:val="24"/>
        </w:rPr>
        <w:t xml:space="preserve"> Aprašo </w:t>
      </w:r>
      <w:r w:rsidR="000C6C38" w:rsidRPr="003114EA">
        <w:rPr>
          <w:bCs/>
          <w:szCs w:val="24"/>
        </w:rPr>
        <w:t>5</w:t>
      </w:r>
      <w:r w:rsidR="003667E6" w:rsidRPr="003114EA">
        <w:rPr>
          <w:bCs/>
          <w:szCs w:val="24"/>
        </w:rPr>
        <w:t>5</w:t>
      </w:r>
      <w:r w:rsidR="00EF5631" w:rsidRPr="003114EA">
        <w:rPr>
          <w:bCs/>
          <w:szCs w:val="24"/>
        </w:rPr>
        <w:t xml:space="preserve"> punkte numatytu atveju.</w:t>
      </w:r>
    </w:p>
    <w:p w14:paraId="34B8C1E4" w14:textId="77777777" w:rsidR="00EF5631" w:rsidRPr="003114EA" w:rsidRDefault="00EF5631" w:rsidP="006C0AD0">
      <w:pPr>
        <w:tabs>
          <w:tab w:val="left" w:pos="851"/>
          <w:tab w:val="left" w:pos="1134"/>
        </w:tabs>
        <w:suppressAutoHyphens/>
        <w:overflowPunct w:val="0"/>
        <w:ind w:firstLine="710"/>
        <w:jc w:val="both"/>
        <w:rPr>
          <w:szCs w:val="24"/>
        </w:rPr>
      </w:pPr>
      <w:r w:rsidRPr="003114EA">
        <w:rPr>
          <w:szCs w:val="24"/>
        </w:rPr>
        <w:t>1</w:t>
      </w:r>
      <w:r w:rsidR="006A0696" w:rsidRPr="003114EA">
        <w:rPr>
          <w:szCs w:val="24"/>
        </w:rPr>
        <w:t>9</w:t>
      </w:r>
      <w:r w:rsidRPr="003114EA">
        <w:rPr>
          <w:szCs w:val="24"/>
        </w:rPr>
        <w:t xml:space="preserve">. Kai </w:t>
      </w:r>
      <w:r w:rsidR="00381C02" w:rsidRPr="003114EA">
        <w:rPr>
          <w:szCs w:val="24"/>
        </w:rPr>
        <w:t>S</w:t>
      </w:r>
      <w:r w:rsidRPr="003114EA">
        <w:rPr>
          <w:szCs w:val="24"/>
        </w:rPr>
        <w:t xml:space="preserve">avivaldybės socialinis būstas įgyjamas – įtraukiamas į </w:t>
      </w:r>
      <w:r w:rsidR="00381C02" w:rsidRPr="003114EA">
        <w:rPr>
          <w:szCs w:val="24"/>
        </w:rPr>
        <w:t>S</w:t>
      </w:r>
      <w:r w:rsidRPr="003114EA">
        <w:rPr>
          <w:szCs w:val="24"/>
        </w:rPr>
        <w:t>avivaldybės socialinio būsto</w:t>
      </w:r>
      <w:r w:rsidR="009F4057" w:rsidRPr="003114EA">
        <w:rPr>
          <w:szCs w:val="24"/>
        </w:rPr>
        <w:t>,</w:t>
      </w:r>
      <w:r w:rsidRPr="003114EA">
        <w:rPr>
          <w:szCs w:val="24"/>
        </w:rPr>
        <w:t xml:space="preserve"> kaip </w:t>
      </w:r>
      <w:r w:rsidR="00381C02" w:rsidRPr="003114EA">
        <w:rPr>
          <w:szCs w:val="24"/>
        </w:rPr>
        <w:t>S</w:t>
      </w:r>
      <w:r w:rsidRPr="003114EA">
        <w:rPr>
          <w:szCs w:val="24"/>
        </w:rPr>
        <w:t>avivaldybės būsto fondo dalies</w:t>
      </w:r>
      <w:r w:rsidR="009F4057" w:rsidRPr="003114EA">
        <w:rPr>
          <w:szCs w:val="24"/>
        </w:rPr>
        <w:t>,</w:t>
      </w:r>
      <w:r w:rsidRPr="003114EA">
        <w:rPr>
          <w:szCs w:val="24"/>
        </w:rPr>
        <w:t xml:space="preserve"> sąrašą.</w:t>
      </w:r>
    </w:p>
    <w:p w14:paraId="2EF31E5F" w14:textId="77777777" w:rsidR="00EF5631" w:rsidRPr="003114EA" w:rsidRDefault="006A0696" w:rsidP="006C0AD0">
      <w:pPr>
        <w:tabs>
          <w:tab w:val="left" w:pos="284"/>
          <w:tab w:val="left" w:pos="851"/>
          <w:tab w:val="left" w:pos="993"/>
          <w:tab w:val="left" w:pos="1134"/>
          <w:tab w:val="left" w:pos="1276"/>
        </w:tabs>
        <w:suppressAutoHyphens/>
        <w:ind w:firstLine="710"/>
        <w:jc w:val="both"/>
        <w:rPr>
          <w:bCs/>
          <w:szCs w:val="24"/>
        </w:rPr>
      </w:pPr>
      <w:r w:rsidRPr="003114EA">
        <w:rPr>
          <w:bCs/>
          <w:szCs w:val="24"/>
        </w:rPr>
        <w:t>20</w:t>
      </w:r>
      <w:r w:rsidR="00EF5631" w:rsidRPr="003114EA">
        <w:rPr>
          <w:bCs/>
          <w:szCs w:val="24"/>
        </w:rPr>
        <w:t xml:space="preserve">. Kai </w:t>
      </w:r>
      <w:r w:rsidR="00381C02" w:rsidRPr="003114EA">
        <w:rPr>
          <w:bCs/>
          <w:szCs w:val="24"/>
        </w:rPr>
        <w:t>S</w:t>
      </w:r>
      <w:r w:rsidR="00EF5631" w:rsidRPr="003114EA">
        <w:rPr>
          <w:bCs/>
          <w:szCs w:val="24"/>
        </w:rPr>
        <w:t xml:space="preserve">avivaldybės būstas įgyjamas – įtraukiamas į </w:t>
      </w:r>
      <w:r w:rsidR="00381C02" w:rsidRPr="003114EA">
        <w:rPr>
          <w:bCs/>
          <w:szCs w:val="24"/>
        </w:rPr>
        <w:t>S</w:t>
      </w:r>
      <w:r w:rsidR="00EF5631" w:rsidRPr="003114EA">
        <w:rPr>
          <w:bCs/>
          <w:szCs w:val="24"/>
        </w:rPr>
        <w:t xml:space="preserve">avivaldybės būsto fondo sąrašą. </w:t>
      </w:r>
    </w:p>
    <w:p w14:paraId="3FE0F47C" w14:textId="77777777" w:rsidR="00EF5631" w:rsidRPr="003114EA" w:rsidRDefault="006A0696" w:rsidP="006C0AD0">
      <w:pPr>
        <w:tabs>
          <w:tab w:val="left" w:pos="284"/>
          <w:tab w:val="left" w:pos="851"/>
          <w:tab w:val="left" w:pos="993"/>
          <w:tab w:val="left" w:pos="1134"/>
          <w:tab w:val="left" w:pos="1276"/>
        </w:tabs>
        <w:suppressAutoHyphens/>
        <w:ind w:firstLine="710"/>
        <w:jc w:val="both"/>
        <w:rPr>
          <w:bCs/>
          <w:szCs w:val="24"/>
        </w:rPr>
      </w:pPr>
      <w:r w:rsidRPr="003114EA">
        <w:rPr>
          <w:bCs/>
          <w:szCs w:val="24"/>
        </w:rPr>
        <w:t>21</w:t>
      </w:r>
      <w:r w:rsidR="00EF5631" w:rsidRPr="003114EA">
        <w:rPr>
          <w:bCs/>
          <w:szCs w:val="24"/>
        </w:rPr>
        <w:t xml:space="preserve">. Kai </w:t>
      </w:r>
      <w:r w:rsidR="00381C02" w:rsidRPr="003114EA">
        <w:rPr>
          <w:bCs/>
          <w:szCs w:val="24"/>
        </w:rPr>
        <w:t>S</w:t>
      </w:r>
      <w:r w:rsidR="00EF5631" w:rsidRPr="003114EA">
        <w:rPr>
          <w:bCs/>
          <w:szCs w:val="24"/>
        </w:rPr>
        <w:t xml:space="preserve">avivaldybės būstas parduodamas – išbraukimas iš </w:t>
      </w:r>
      <w:r w:rsidR="00381C02" w:rsidRPr="003114EA">
        <w:rPr>
          <w:bCs/>
          <w:szCs w:val="24"/>
        </w:rPr>
        <w:t>S</w:t>
      </w:r>
      <w:r w:rsidR="00EF5631" w:rsidRPr="003114EA">
        <w:rPr>
          <w:bCs/>
          <w:szCs w:val="24"/>
        </w:rPr>
        <w:t xml:space="preserve">avivaldybės būsto fondo sąrašo. </w:t>
      </w:r>
    </w:p>
    <w:p w14:paraId="341007F3" w14:textId="77777777" w:rsidR="00EF5631" w:rsidRPr="003114EA" w:rsidRDefault="00EF5631" w:rsidP="006C0AD0">
      <w:pPr>
        <w:pStyle w:val="Sraopastraipa"/>
        <w:tabs>
          <w:tab w:val="left" w:pos="284"/>
          <w:tab w:val="left" w:pos="426"/>
          <w:tab w:val="left" w:pos="709"/>
          <w:tab w:val="left" w:pos="851"/>
          <w:tab w:val="left" w:pos="1276"/>
        </w:tabs>
        <w:suppressAutoHyphens/>
        <w:ind w:left="1800"/>
        <w:jc w:val="center"/>
        <w:rPr>
          <w:b/>
          <w:caps/>
          <w:szCs w:val="24"/>
        </w:rPr>
      </w:pPr>
    </w:p>
    <w:p w14:paraId="660DB304" w14:textId="77777777" w:rsidR="00EF5631" w:rsidRPr="003114EA" w:rsidRDefault="00EF5631" w:rsidP="006C0AD0">
      <w:pPr>
        <w:tabs>
          <w:tab w:val="left" w:pos="284"/>
          <w:tab w:val="left" w:pos="851"/>
          <w:tab w:val="left" w:pos="993"/>
          <w:tab w:val="left" w:pos="1134"/>
          <w:tab w:val="left" w:pos="1276"/>
        </w:tabs>
        <w:suppressAutoHyphens/>
        <w:jc w:val="center"/>
        <w:rPr>
          <w:b/>
          <w:szCs w:val="24"/>
        </w:rPr>
      </w:pPr>
      <w:r w:rsidRPr="003114EA">
        <w:rPr>
          <w:b/>
          <w:szCs w:val="24"/>
        </w:rPr>
        <w:t>I</w:t>
      </w:r>
      <w:r w:rsidR="006A0696" w:rsidRPr="003114EA">
        <w:rPr>
          <w:b/>
          <w:szCs w:val="24"/>
        </w:rPr>
        <w:t>V</w:t>
      </w:r>
      <w:r w:rsidRPr="003114EA">
        <w:rPr>
          <w:b/>
          <w:szCs w:val="24"/>
        </w:rPr>
        <w:t xml:space="preserve"> SKYRIUS</w:t>
      </w:r>
    </w:p>
    <w:p w14:paraId="36999412" w14:textId="77777777" w:rsidR="00F17C86" w:rsidRPr="003114EA" w:rsidRDefault="00F17C86" w:rsidP="006C0AD0">
      <w:pPr>
        <w:pStyle w:val="Sraopastraipa"/>
        <w:tabs>
          <w:tab w:val="left" w:pos="284"/>
          <w:tab w:val="left" w:pos="426"/>
          <w:tab w:val="left" w:pos="709"/>
          <w:tab w:val="left" w:pos="851"/>
          <w:tab w:val="left" w:pos="1276"/>
        </w:tabs>
        <w:suppressAutoHyphens/>
        <w:ind w:left="0"/>
        <w:jc w:val="center"/>
        <w:rPr>
          <w:b/>
          <w:caps/>
          <w:szCs w:val="24"/>
        </w:rPr>
      </w:pPr>
      <w:r w:rsidRPr="003114EA">
        <w:rPr>
          <w:b/>
          <w:caps/>
          <w:szCs w:val="24"/>
        </w:rPr>
        <w:t>Teisė į socialin</w:t>
      </w:r>
      <w:r w:rsidR="00D63E5A" w:rsidRPr="003114EA">
        <w:rPr>
          <w:b/>
          <w:caps/>
          <w:szCs w:val="24"/>
        </w:rPr>
        <w:t>i</w:t>
      </w:r>
      <w:r w:rsidRPr="003114EA">
        <w:rPr>
          <w:b/>
          <w:caps/>
          <w:szCs w:val="24"/>
        </w:rPr>
        <w:t>o būsto nuomą ar jo sąlygų pagerinimą</w:t>
      </w:r>
    </w:p>
    <w:p w14:paraId="3CD2346E" w14:textId="77777777" w:rsidR="00F17C86" w:rsidRPr="003114EA" w:rsidRDefault="00F17C86" w:rsidP="006C0AD0">
      <w:pPr>
        <w:tabs>
          <w:tab w:val="left" w:pos="284"/>
          <w:tab w:val="left" w:pos="851"/>
          <w:tab w:val="left" w:pos="993"/>
          <w:tab w:val="left" w:pos="1134"/>
          <w:tab w:val="left" w:pos="1276"/>
        </w:tabs>
        <w:suppressAutoHyphens/>
        <w:ind w:firstLine="710"/>
        <w:jc w:val="both"/>
        <w:rPr>
          <w:szCs w:val="24"/>
        </w:rPr>
      </w:pPr>
    </w:p>
    <w:p w14:paraId="67323B26" w14:textId="77777777" w:rsidR="00F17C86" w:rsidRPr="003114EA" w:rsidRDefault="006A0696" w:rsidP="006C0AD0">
      <w:pPr>
        <w:tabs>
          <w:tab w:val="left" w:pos="993"/>
        </w:tabs>
        <w:suppressAutoHyphens/>
        <w:ind w:firstLine="709"/>
        <w:jc w:val="both"/>
        <w:rPr>
          <w:szCs w:val="24"/>
        </w:rPr>
      </w:pPr>
      <w:r w:rsidRPr="003114EA">
        <w:rPr>
          <w:szCs w:val="24"/>
        </w:rPr>
        <w:t>22</w:t>
      </w:r>
      <w:r w:rsidR="00F17C86" w:rsidRPr="003114EA">
        <w:rPr>
          <w:szCs w:val="24"/>
        </w:rPr>
        <w:t xml:space="preserve">. Teisę į socialinio būsto nuomą turi asmenys ir šeimos, kurie atitinka visus Įstatymo 9 straipsnio 1 dalyje bei Aprašo </w:t>
      </w:r>
      <w:r w:rsidR="0026353F" w:rsidRPr="003114EA">
        <w:rPr>
          <w:szCs w:val="24"/>
        </w:rPr>
        <w:t>22</w:t>
      </w:r>
      <w:r w:rsidR="00F17C86" w:rsidRPr="003114EA">
        <w:rPr>
          <w:szCs w:val="24"/>
        </w:rPr>
        <w:t xml:space="preserve"> punkte nurodytus reikalavimus:</w:t>
      </w:r>
    </w:p>
    <w:p w14:paraId="0D13FCD2" w14:textId="77777777" w:rsidR="00F17C86" w:rsidRPr="003114EA" w:rsidRDefault="006A0696" w:rsidP="006C0AD0">
      <w:pPr>
        <w:tabs>
          <w:tab w:val="left" w:pos="851"/>
          <w:tab w:val="left" w:pos="993"/>
          <w:tab w:val="left" w:pos="1134"/>
          <w:tab w:val="left" w:pos="1418"/>
        </w:tabs>
        <w:suppressAutoHyphens/>
        <w:ind w:firstLine="710"/>
        <w:jc w:val="both"/>
        <w:rPr>
          <w:szCs w:val="24"/>
        </w:rPr>
      </w:pPr>
      <w:r w:rsidRPr="003114EA">
        <w:rPr>
          <w:szCs w:val="24"/>
        </w:rPr>
        <w:t>22</w:t>
      </w:r>
      <w:r w:rsidR="00F17C86" w:rsidRPr="003114EA">
        <w:rPr>
          <w:szCs w:val="24"/>
        </w:rPr>
        <w:t xml:space="preserve">.1. </w:t>
      </w:r>
      <w:r w:rsidR="0094100F" w:rsidRPr="003114EA">
        <w:rPr>
          <w:szCs w:val="24"/>
        </w:rPr>
        <w:t>Lietuvos Respublikos g</w:t>
      </w:r>
      <w:r w:rsidR="00F17C86" w:rsidRPr="003114EA">
        <w:rPr>
          <w:szCs w:val="24"/>
        </w:rPr>
        <w:t>yvenamosios vietos deklaravimo įstatyme nustatyta tvarka asmuo (šeimos atveju – vien</w:t>
      </w:r>
      <w:r w:rsidR="00794888" w:rsidRPr="003114EA">
        <w:rPr>
          <w:szCs w:val="24"/>
        </w:rPr>
        <w:t>as</w:t>
      </w:r>
      <w:r w:rsidR="00F17C86" w:rsidRPr="003114EA">
        <w:rPr>
          <w:szCs w:val="24"/>
        </w:rPr>
        <w:t xml:space="preserve"> iš šeimos narių pasirinktinai) deklaravo gyvenamąją vietą Savivaldybė</w:t>
      </w:r>
      <w:r w:rsidR="00794888" w:rsidRPr="003114EA">
        <w:rPr>
          <w:szCs w:val="24"/>
        </w:rPr>
        <w:t xml:space="preserve">s teritorijoje, </w:t>
      </w:r>
      <w:r w:rsidR="00F17C86" w:rsidRPr="003114EA">
        <w:rPr>
          <w:szCs w:val="24"/>
        </w:rPr>
        <w:t xml:space="preserve">o </w:t>
      </w:r>
      <w:r w:rsidR="00794888" w:rsidRPr="003114EA">
        <w:rPr>
          <w:szCs w:val="24"/>
        </w:rPr>
        <w:t xml:space="preserve">neturintis deklaruotos gyvenamosios vietos asmuo yra įtrauktas į gyvenamosios vietos nedeklaravusių asmenų apskaitą </w:t>
      </w:r>
      <w:r w:rsidR="00F17C86" w:rsidRPr="003114EA">
        <w:rPr>
          <w:szCs w:val="24"/>
        </w:rPr>
        <w:t>Savivaldybė</w:t>
      </w:r>
      <w:r w:rsidR="00794888" w:rsidRPr="003114EA">
        <w:rPr>
          <w:szCs w:val="24"/>
        </w:rPr>
        <w:t xml:space="preserve">s teritorijoje. </w:t>
      </w:r>
    </w:p>
    <w:p w14:paraId="52D6B9DD" w14:textId="77777777" w:rsidR="00F17C86" w:rsidRPr="003114EA" w:rsidRDefault="006A0696" w:rsidP="006C0AD0">
      <w:pPr>
        <w:tabs>
          <w:tab w:val="left" w:pos="851"/>
          <w:tab w:val="left" w:pos="993"/>
          <w:tab w:val="left" w:pos="1134"/>
          <w:tab w:val="left" w:pos="1418"/>
        </w:tabs>
        <w:suppressAutoHyphens/>
        <w:ind w:firstLine="710"/>
        <w:jc w:val="both"/>
        <w:rPr>
          <w:szCs w:val="24"/>
        </w:rPr>
      </w:pPr>
      <w:r w:rsidRPr="003114EA">
        <w:rPr>
          <w:szCs w:val="24"/>
        </w:rPr>
        <w:t>22</w:t>
      </w:r>
      <w:r w:rsidR="00F17C86" w:rsidRPr="003114EA">
        <w:rPr>
          <w:szCs w:val="24"/>
        </w:rPr>
        <w:t xml:space="preserve">.2. </w:t>
      </w:r>
      <w:r w:rsidR="0094100F" w:rsidRPr="003114EA">
        <w:rPr>
          <w:szCs w:val="24"/>
        </w:rPr>
        <w:t>Lietuvos Respublikos g</w:t>
      </w:r>
      <w:r w:rsidR="00F17C86" w:rsidRPr="003114EA">
        <w:rPr>
          <w:szCs w:val="24"/>
        </w:rPr>
        <w:t>yventojų turto deklaravimo įstatyme nustatyta tvarka deklaravo turtą ir gautas pajamas</w:t>
      </w:r>
      <w:r w:rsidR="00794888" w:rsidRPr="003114EA">
        <w:rPr>
          <w:szCs w:val="24"/>
        </w:rPr>
        <w:t xml:space="preserve">. </w:t>
      </w:r>
      <w:r w:rsidR="00B23E0B" w:rsidRPr="003114EA">
        <w:rPr>
          <w:szCs w:val="24"/>
        </w:rPr>
        <w:t>D</w:t>
      </w:r>
      <w:r w:rsidR="00F17C86" w:rsidRPr="003114EA">
        <w:rPr>
          <w:szCs w:val="24"/>
        </w:rPr>
        <w:t xml:space="preserve">eklaruoto turto vertė ir pajamos, kurios vadovaujantis </w:t>
      </w:r>
      <w:r w:rsidR="0094100F" w:rsidRPr="003114EA">
        <w:rPr>
          <w:szCs w:val="24"/>
        </w:rPr>
        <w:t xml:space="preserve">Lietuvos Respublikos </w:t>
      </w:r>
      <w:bookmarkStart w:id="3" w:name="_Hlk168910755"/>
      <w:r w:rsidR="0094100F" w:rsidRPr="003114EA">
        <w:rPr>
          <w:szCs w:val="24"/>
        </w:rPr>
        <w:t>p</w:t>
      </w:r>
      <w:r w:rsidR="00F17C86" w:rsidRPr="003114EA">
        <w:rPr>
          <w:szCs w:val="24"/>
        </w:rPr>
        <w:t>iniginės socialinės paramos nepasiturintiems gyventojams įstatymo</w:t>
      </w:r>
      <w:bookmarkEnd w:id="3"/>
      <w:r w:rsidR="00F17C86" w:rsidRPr="003114EA">
        <w:rPr>
          <w:szCs w:val="24"/>
        </w:rPr>
        <w:t xml:space="preserve"> </w:t>
      </w:r>
      <w:r w:rsidR="001901BF" w:rsidRPr="003114EA">
        <w:rPr>
          <w:szCs w:val="24"/>
        </w:rPr>
        <w:t xml:space="preserve">(toliau </w:t>
      </w:r>
      <w:r w:rsidR="0026353F" w:rsidRPr="003114EA">
        <w:rPr>
          <w:szCs w:val="24"/>
        </w:rPr>
        <w:t>–</w:t>
      </w:r>
      <w:r w:rsidR="001901BF" w:rsidRPr="003114EA">
        <w:rPr>
          <w:szCs w:val="24"/>
        </w:rPr>
        <w:t xml:space="preserve"> Piniginės socialinės paramos nepasiturintiems gyventojams įstatymas) </w:t>
      </w:r>
      <w:r w:rsidR="00F17C86" w:rsidRPr="003114EA">
        <w:rPr>
          <w:szCs w:val="24"/>
        </w:rPr>
        <w:t>17 straipsniu, įskaitomos į asmens ar šeimos gaunamas pajamas, neviršija Įstatymo 11 straipsnio 3 dalyje nustatytų pajamų ir turto dydžių.</w:t>
      </w:r>
    </w:p>
    <w:p w14:paraId="12A52842" w14:textId="77777777" w:rsidR="00F17C86" w:rsidRPr="003114EA" w:rsidRDefault="006A0696" w:rsidP="006C0AD0">
      <w:pPr>
        <w:tabs>
          <w:tab w:val="left" w:pos="851"/>
          <w:tab w:val="left" w:pos="993"/>
          <w:tab w:val="left" w:pos="1134"/>
          <w:tab w:val="left" w:pos="1418"/>
        </w:tabs>
        <w:suppressAutoHyphens/>
        <w:ind w:firstLine="710"/>
        <w:jc w:val="both"/>
        <w:rPr>
          <w:szCs w:val="24"/>
        </w:rPr>
      </w:pPr>
      <w:r w:rsidRPr="003114EA">
        <w:rPr>
          <w:szCs w:val="24"/>
        </w:rPr>
        <w:t>22</w:t>
      </w:r>
      <w:r w:rsidR="00F17C86" w:rsidRPr="003114EA">
        <w:rPr>
          <w:szCs w:val="24"/>
        </w:rPr>
        <w:t>.3. Asmens ar šeimos, sutikusio išsinuomoti pasiūlytą socialinį būstą, deklaruoto turto vertė ir pajamos, kurios vadovaujantis Piniginės socialinės paramos nepasiturintiems gyventojams įstatymo 17 straipsniu, įskaitomos į asmens ar šeimos gaunamas pajamas, negali viršyti daugiau kaip 35 procentų arba daugiau kaip 50 procentų, jeigu asmuo yra be šeimos ar jeigu šeimoje motina arba tėvas, globėjas (rūpintojas) vienas augina vieną vaiką ar daugiau vaikų ir (arba) vaiką (vaikus), kuriam (kuriems) nustatyta nuolatinė globa (rūpyba), ar jeigu asmuo yra su negalia, ar jeigu šeimoje yra asmenų su negalia, Įstatymo 11 straipsnio 3 dalyje nustatytų pajamų ir turto dydžių.</w:t>
      </w:r>
      <w:r w:rsidR="00F17C86" w:rsidRPr="003114EA">
        <w:t xml:space="preserve"> </w:t>
      </w:r>
    </w:p>
    <w:p w14:paraId="65061EB3" w14:textId="77777777" w:rsidR="00F17C86" w:rsidRPr="003114EA" w:rsidRDefault="006A0696" w:rsidP="006C0AD0">
      <w:pPr>
        <w:tabs>
          <w:tab w:val="left" w:pos="851"/>
          <w:tab w:val="left" w:pos="1276"/>
        </w:tabs>
        <w:suppressAutoHyphens/>
        <w:ind w:firstLine="710"/>
        <w:jc w:val="both"/>
        <w:rPr>
          <w:szCs w:val="24"/>
        </w:rPr>
      </w:pPr>
      <w:r w:rsidRPr="003114EA">
        <w:rPr>
          <w:szCs w:val="24"/>
        </w:rPr>
        <w:t>22</w:t>
      </w:r>
      <w:r w:rsidR="00F17C86" w:rsidRPr="003114EA">
        <w:rPr>
          <w:szCs w:val="24"/>
        </w:rPr>
        <w:t>.4. Neturi Lietuvos Respublikos teritorijoje nuosavybės teise būsto arba nuosavybės teise turimas būstas, Nekilnojamojo turto kadastro duomenimis, yra fiziškai nusidėvėjęs daugiau kaip 60 procentų, arba nuosavybės teise turimo būsto naudingasis plotas, tenkantis vienam asmeniui ar šeimos nariui, yra mažesnis kaip 10 kvadratinių metrų arba yra mažesnis kaip 14 kvadratinių metrų, jeigu šeimoje yra asmuo su negalia arba asmuo, sergantis sunkia lėtinės ligos, įrašytos į Vyriausybės ar jos įgaliotos institucijos patvirtintą sąrašą, forma.</w:t>
      </w:r>
    </w:p>
    <w:p w14:paraId="36D4B81B" w14:textId="77777777" w:rsidR="00F17C86" w:rsidRPr="003114EA" w:rsidRDefault="006A0696" w:rsidP="006C0AD0">
      <w:pPr>
        <w:tabs>
          <w:tab w:val="left" w:pos="851"/>
          <w:tab w:val="left" w:pos="1276"/>
        </w:tabs>
        <w:suppressAutoHyphens/>
        <w:ind w:firstLine="710"/>
        <w:jc w:val="both"/>
        <w:rPr>
          <w:szCs w:val="24"/>
        </w:rPr>
      </w:pPr>
      <w:r w:rsidRPr="003114EA">
        <w:rPr>
          <w:szCs w:val="24"/>
        </w:rPr>
        <w:t>23.</w:t>
      </w:r>
      <w:r w:rsidR="00F17C86" w:rsidRPr="003114EA">
        <w:rPr>
          <w:szCs w:val="24"/>
        </w:rPr>
        <w:t xml:space="preserve"> Teisę į socialinio būsto nuomos sąlygų pagerinimą turi asmenys ir šeimos, gyvenantys Savivaldybės išnuomotame socialiniame būste, jeigu jiems išnuomoto socialinio būsto naudingasis plotas, tenkantis vienam šeimos nariui, yra mažesnis kaip 10 kvadratinių metrų arba yra mažesnis kaip 14 kvadratinių metrų,  jeigu šeimoje yra asmuo su negalia arba asmuo, sergantis sunkia lėtinės ligos, įrašytos į Vyriausybės ar jos įgaliotos institucijos patvirtintą sąrašą, forma, arba jeigu jie turi teisę į socialinio būsto nuomos sąlygų pagerinimą pagal Įstatymo 15 straipsnyje nustatytus socialinio būsto naudingojo ploto normatyvus, arba jeigu asmuo ar šeimos narys tampa neįgaliuoju ir dėl judėjimo ar apsitarnavimo funkcijų sutrikimų jam (šeimai) turi būti nuomojamas specialiai </w:t>
      </w:r>
      <w:r w:rsidR="00F17C86" w:rsidRPr="003114EA">
        <w:rPr>
          <w:szCs w:val="24"/>
        </w:rPr>
        <w:lastRenderedPageBreak/>
        <w:t>pritaikytas socialinis būstas. Pagal tokių asmenų ar šeimų pateiktą prašymą šie asmenys ar šeimos įrašomi į socialinio būsto nuomininkų, turinčių teisę į socialinio būsto sąlygų pagerinimą, sąrašą.</w:t>
      </w:r>
    </w:p>
    <w:p w14:paraId="19A7C00C" w14:textId="77777777" w:rsidR="00F17C86" w:rsidRPr="003114EA" w:rsidRDefault="00F17C86" w:rsidP="006C0AD0">
      <w:pPr>
        <w:tabs>
          <w:tab w:val="left" w:pos="284"/>
          <w:tab w:val="left" w:pos="851"/>
          <w:tab w:val="left" w:pos="993"/>
          <w:tab w:val="left" w:pos="1134"/>
          <w:tab w:val="left" w:pos="1276"/>
        </w:tabs>
        <w:suppressAutoHyphens/>
        <w:ind w:firstLine="710"/>
        <w:jc w:val="center"/>
        <w:rPr>
          <w:b/>
          <w:szCs w:val="24"/>
        </w:rPr>
      </w:pPr>
    </w:p>
    <w:p w14:paraId="537F56D6" w14:textId="77777777" w:rsidR="00F17C86" w:rsidRPr="003114EA" w:rsidRDefault="00F17C86" w:rsidP="006C0AD0">
      <w:pPr>
        <w:tabs>
          <w:tab w:val="left" w:pos="284"/>
          <w:tab w:val="left" w:pos="851"/>
          <w:tab w:val="left" w:pos="993"/>
          <w:tab w:val="left" w:pos="1134"/>
          <w:tab w:val="left" w:pos="1276"/>
        </w:tabs>
        <w:suppressAutoHyphens/>
        <w:jc w:val="center"/>
        <w:rPr>
          <w:b/>
          <w:szCs w:val="24"/>
        </w:rPr>
      </w:pPr>
      <w:r w:rsidRPr="003114EA">
        <w:rPr>
          <w:b/>
          <w:szCs w:val="24"/>
        </w:rPr>
        <w:t>V SKYRIUS</w:t>
      </w:r>
    </w:p>
    <w:p w14:paraId="57333EB6" w14:textId="77777777" w:rsidR="00F17C86" w:rsidRPr="003114EA" w:rsidRDefault="00F17C86" w:rsidP="006C0AD0">
      <w:pPr>
        <w:tabs>
          <w:tab w:val="left" w:pos="284"/>
          <w:tab w:val="left" w:pos="851"/>
          <w:tab w:val="left" w:pos="993"/>
          <w:tab w:val="left" w:pos="1134"/>
          <w:tab w:val="left" w:pos="1276"/>
        </w:tabs>
        <w:suppressAutoHyphens/>
        <w:jc w:val="center"/>
        <w:rPr>
          <w:b/>
          <w:szCs w:val="24"/>
        </w:rPr>
      </w:pPr>
      <w:r w:rsidRPr="003114EA">
        <w:rPr>
          <w:b/>
          <w:szCs w:val="24"/>
        </w:rPr>
        <w:t>SOCIALINIO BŪSTO NUOMOS TVARKA IR SĄLYGOS</w:t>
      </w:r>
    </w:p>
    <w:p w14:paraId="63F9A654" w14:textId="77777777" w:rsidR="00F17C86" w:rsidRPr="003114EA" w:rsidRDefault="00F17C86" w:rsidP="006C0AD0">
      <w:pPr>
        <w:tabs>
          <w:tab w:val="left" w:pos="0"/>
          <w:tab w:val="left" w:pos="284"/>
          <w:tab w:val="left" w:pos="851"/>
          <w:tab w:val="left" w:pos="993"/>
          <w:tab w:val="left" w:pos="1134"/>
          <w:tab w:val="left" w:pos="1276"/>
        </w:tabs>
        <w:suppressAutoHyphens/>
        <w:ind w:firstLine="710"/>
        <w:jc w:val="center"/>
        <w:rPr>
          <w:szCs w:val="24"/>
        </w:rPr>
      </w:pPr>
    </w:p>
    <w:p w14:paraId="7B6ED907" w14:textId="77777777" w:rsidR="00F17C86" w:rsidRPr="003114EA" w:rsidRDefault="006A0696" w:rsidP="006C0AD0">
      <w:pPr>
        <w:tabs>
          <w:tab w:val="left" w:pos="0"/>
          <w:tab w:val="left" w:pos="1276"/>
        </w:tabs>
        <w:suppressAutoHyphens/>
        <w:ind w:firstLine="709"/>
        <w:jc w:val="both"/>
        <w:rPr>
          <w:szCs w:val="24"/>
        </w:rPr>
      </w:pPr>
      <w:r w:rsidRPr="003114EA">
        <w:rPr>
          <w:szCs w:val="24"/>
        </w:rPr>
        <w:t>24</w:t>
      </w:r>
      <w:r w:rsidR="00F17C86" w:rsidRPr="003114EA">
        <w:rPr>
          <w:szCs w:val="24"/>
        </w:rPr>
        <w:t>. Asmenys ir šeimos, atitinkantys Įstatymo 9 straipsnio 1 dalies reikalavimus, taip pat asmenys</w:t>
      </w:r>
      <w:r w:rsidR="00B15356" w:rsidRPr="003114EA">
        <w:rPr>
          <w:szCs w:val="24"/>
        </w:rPr>
        <w:t>,</w:t>
      </w:r>
      <w:r w:rsidR="00F17C86" w:rsidRPr="003114EA">
        <w:rPr>
          <w:szCs w:val="24"/>
        </w:rPr>
        <w:t xml:space="preserve"> turintys teisę į socialinio būsto nuomos sąlygų pagerinimą pagal Įstatymo 9 straipsnio 2 punktą, Savivaldybės administracijai pateikę prašymą</w:t>
      </w:r>
      <w:r w:rsidR="00B23E0B" w:rsidRPr="003114EA">
        <w:rPr>
          <w:szCs w:val="24"/>
        </w:rPr>
        <w:t xml:space="preserve"> yra </w:t>
      </w:r>
      <w:r w:rsidR="00F17C86" w:rsidRPr="003114EA">
        <w:rPr>
          <w:szCs w:val="24"/>
        </w:rPr>
        <w:t>įrašomi į Asmenų ir šeimų, turinčių teisę į socialinio būsto nuomą, sąrašą (toliau – Sąrašas), pagal prašymo užregistravimo Savivaldybės administracijoje datą ir laiką.</w:t>
      </w:r>
    </w:p>
    <w:p w14:paraId="6688CCB0" w14:textId="77777777" w:rsidR="00675DD3" w:rsidRDefault="006A0696" w:rsidP="006C0AD0">
      <w:pPr>
        <w:tabs>
          <w:tab w:val="left" w:pos="851"/>
          <w:tab w:val="left" w:pos="993"/>
          <w:tab w:val="left" w:pos="1276"/>
          <w:tab w:val="left" w:pos="1418"/>
        </w:tabs>
        <w:suppressAutoHyphens/>
        <w:ind w:firstLine="710"/>
        <w:jc w:val="both"/>
      </w:pPr>
      <w:r w:rsidRPr="003114EA">
        <w:rPr>
          <w:szCs w:val="24"/>
        </w:rPr>
        <w:t>25</w:t>
      </w:r>
      <w:r w:rsidR="00F17C86" w:rsidRPr="003114EA">
        <w:rPr>
          <w:szCs w:val="24"/>
        </w:rPr>
        <w:t xml:space="preserve">. </w:t>
      </w:r>
      <w:r w:rsidR="00675DD3">
        <w:t xml:space="preserve">Sąrašas, Savivaldybės administracijos direktoriaus įsakymu, tikslinamas ir tvirtinamas </w:t>
      </w:r>
      <w:r w:rsidR="00675DD3" w:rsidRPr="00A30FF4">
        <w:t>du kartus</w:t>
      </w:r>
      <w:r w:rsidR="00675DD3">
        <w:t xml:space="preserve"> per metus – ne vėliau, kaip iki einamųjų metų </w:t>
      </w:r>
      <w:r w:rsidR="00675DD3" w:rsidRPr="00A30FF4">
        <w:t>rugpjūčio 1 dienos</w:t>
      </w:r>
      <w:r w:rsidR="003949FF" w:rsidRPr="00A30FF4">
        <w:t>,</w:t>
      </w:r>
      <w:r w:rsidR="00675DD3" w:rsidRPr="00A30FF4">
        <w:t xml:space="preserve"> ir</w:t>
      </w:r>
      <w:r w:rsidR="00675DD3">
        <w:t xml:space="preserve"> ne vėliau, kaip iki einamųjų metų gruodžio 31 dienos.</w:t>
      </w:r>
    </w:p>
    <w:p w14:paraId="2921728D" w14:textId="77777777" w:rsidR="00F17C86" w:rsidRPr="003114EA" w:rsidRDefault="006A0696" w:rsidP="006C0AD0">
      <w:pPr>
        <w:tabs>
          <w:tab w:val="left" w:pos="851"/>
          <w:tab w:val="left" w:pos="993"/>
          <w:tab w:val="left" w:pos="1276"/>
          <w:tab w:val="left" w:pos="1418"/>
        </w:tabs>
        <w:suppressAutoHyphens/>
        <w:ind w:firstLine="710"/>
        <w:jc w:val="both"/>
        <w:rPr>
          <w:szCs w:val="24"/>
        </w:rPr>
      </w:pPr>
      <w:r w:rsidRPr="003114EA">
        <w:rPr>
          <w:szCs w:val="24"/>
        </w:rPr>
        <w:t>26</w:t>
      </w:r>
      <w:r w:rsidR="00F17C86" w:rsidRPr="003114EA">
        <w:rPr>
          <w:szCs w:val="24"/>
        </w:rPr>
        <w:t>. Asmenims ir šeimoms siūlomi išsinuomoti laisvi Savivaldybės socialinio būsto fonde esantys socialiniai būstai, atitinkantys statybos ir specialiųjų normų (higienos, gaisrinės saugos ir kt.) bei kitų teisės aktų nustatytus reikalavimus.</w:t>
      </w:r>
    </w:p>
    <w:p w14:paraId="0334534F" w14:textId="77777777" w:rsidR="00F17C86" w:rsidRPr="003114EA" w:rsidRDefault="006A0696" w:rsidP="006C0AD0">
      <w:pPr>
        <w:tabs>
          <w:tab w:val="left" w:pos="851"/>
          <w:tab w:val="left" w:pos="993"/>
          <w:tab w:val="left" w:pos="1276"/>
          <w:tab w:val="left" w:pos="1418"/>
        </w:tabs>
        <w:suppressAutoHyphens/>
        <w:ind w:firstLine="710"/>
        <w:jc w:val="both"/>
        <w:rPr>
          <w:szCs w:val="24"/>
        </w:rPr>
      </w:pPr>
      <w:r w:rsidRPr="003114EA">
        <w:rPr>
          <w:szCs w:val="24"/>
        </w:rPr>
        <w:t>27</w:t>
      </w:r>
      <w:r w:rsidR="00F17C86" w:rsidRPr="003114EA">
        <w:rPr>
          <w:szCs w:val="24"/>
        </w:rPr>
        <w:t>. Savivaldybės socialinis būstas, Komisijai pateikus sprendimą, Savivaldybės administracijos direktoriaus įsakymu nuomojamas asmenims ir šeimoms, įrašytiems į Sąrašą, laikantis eiliškumo, įvertinus buvimo Sąraše laikotarpį atsižvelgiant į Įstatymo 15 straipsnio nuostatas dėl naudingo ploto normatyvo ir asmenų skaičių šeimoje.</w:t>
      </w:r>
    </w:p>
    <w:p w14:paraId="096CA723" w14:textId="77777777" w:rsidR="00F17C86" w:rsidRPr="003114EA" w:rsidRDefault="00F17C86" w:rsidP="006C0AD0">
      <w:pPr>
        <w:tabs>
          <w:tab w:val="left" w:pos="851"/>
          <w:tab w:val="left" w:pos="993"/>
          <w:tab w:val="left" w:pos="1276"/>
          <w:tab w:val="left" w:pos="1418"/>
        </w:tabs>
        <w:suppressAutoHyphens/>
        <w:ind w:firstLine="710"/>
        <w:jc w:val="both"/>
        <w:rPr>
          <w:szCs w:val="24"/>
        </w:rPr>
      </w:pPr>
      <w:r w:rsidRPr="003114EA">
        <w:rPr>
          <w:szCs w:val="24"/>
        </w:rPr>
        <w:t>2</w:t>
      </w:r>
      <w:r w:rsidR="006A0696" w:rsidRPr="003114EA">
        <w:rPr>
          <w:szCs w:val="24"/>
        </w:rPr>
        <w:t>8</w:t>
      </w:r>
      <w:r w:rsidRPr="003114EA">
        <w:rPr>
          <w:szCs w:val="24"/>
        </w:rPr>
        <w:t>. Jeigu socialinio būsto naudingasis plotas yra didesnis negu Įstatymo 15 straipsnyje nurodytas šio ploto normatyvas, tenkantis asmeniui ar šeimai, esančiam Sąraše, būstas siūlomas išsinuomoti kitiems asmenims ar šeimoms, kurių eilės numeris yra vėlesnis, atsižvelgiant į tai, kad siūlomo išsinuomoti būsto naudingas plotas atitinka šeimos narių skaičiui naudingojo ploto normatyvą.</w:t>
      </w:r>
    </w:p>
    <w:p w14:paraId="2854AE5A" w14:textId="77777777" w:rsidR="00F17C86" w:rsidRPr="003114EA" w:rsidRDefault="00F17C86" w:rsidP="006C0AD0">
      <w:pPr>
        <w:tabs>
          <w:tab w:val="left" w:pos="851"/>
          <w:tab w:val="left" w:pos="993"/>
          <w:tab w:val="left" w:pos="1276"/>
          <w:tab w:val="left" w:pos="1418"/>
        </w:tabs>
        <w:suppressAutoHyphens/>
        <w:ind w:firstLine="710"/>
        <w:jc w:val="both"/>
        <w:rPr>
          <w:szCs w:val="24"/>
        </w:rPr>
      </w:pPr>
      <w:r w:rsidRPr="003114EA">
        <w:rPr>
          <w:szCs w:val="24"/>
        </w:rPr>
        <w:t>2</w:t>
      </w:r>
      <w:r w:rsidR="006A0696" w:rsidRPr="003114EA">
        <w:rPr>
          <w:szCs w:val="24"/>
        </w:rPr>
        <w:t>9</w:t>
      </w:r>
      <w:r w:rsidRPr="003114EA">
        <w:rPr>
          <w:szCs w:val="24"/>
        </w:rPr>
        <w:t>. Kai Savivaldybės socialinio būsto fonde nėra laisvų būstų, atitinkančių Įstatymo 15 straipsnyje nustatytą socialinio būsto naudingojo ploto normatyvą, tenkantį vienam asmeniui ar šeimos nariui, šiems asmenims ir šeimoms sutikus gali būti išnuomojamas ir mažesnio naudingojo ploto socialinis būstas.</w:t>
      </w:r>
    </w:p>
    <w:p w14:paraId="53B18BDA" w14:textId="77777777" w:rsidR="00F17C86" w:rsidRPr="003114EA" w:rsidRDefault="006A0696" w:rsidP="006C0AD0">
      <w:pPr>
        <w:tabs>
          <w:tab w:val="left" w:pos="851"/>
          <w:tab w:val="left" w:pos="993"/>
          <w:tab w:val="left" w:pos="1276"/>
          <w:tab w:val="left" w:pos="1418"/>
        </w:tabs>
        <w:suppressAutoHyphens/>
        <w:ind w:firstLine="710"/>
        <w:jc w:val="both"/>
        <w:rPr>
          <w:szCs w:val="24"/>
        </w:rPr>
      </w:pPr>
      <w:r w:rsidRPr="003114EA">
        <w:rPr>
          <w:szCs w:val="24"/>
        </w:rPr>
        <w:t>30</w:t>
      </w:r>
      <w:r w:rsidR="00F17C86" w:rsidRPr="003114EA">
        <w:rPr>
          <w:szCs w:val="24"/>
        </w:rPr>
        <w:t>. Asmenims ir šeimoms, gyvenantiems Savivaldybės išnuomotame socialiniame būste ir turintiems teisę į socialinio būsto nuomos sąlygų pagerinimą, jei asmuo ar šeimos narys</w:t>
      </w:r>
      <w:r w:rsidR="006F3BEB" w:rsidRPr="003114EA">
        <w:rPr>
          <w:szCs w:val="24"/>
        </w:rPr>
        <w:t xml:space="preserve"> yra arba</w:t>
      </w:r>
      <w:r w:rsidR="00F17C86" w:rsidRPr="003114EA">
        <w:rPr>
          <w:szCs w:val="24"/>
        </w:rPr>
        <w:t xml:space="preserve"> tampa </w:t>
      </w:r>
      <w:r w:rsidR="0001014E" w:rsidRPr="003114EA">
        <w:rPr>
          <w:szCs w:val="24"/>
        </w:rPr>
        <w:t>asmeniu su negalia</w:t>
      </w:r>
      <w:r w:rsidR="00F17C86" w:rsidRPr="003114EA">
        <w:rPr>
          <w:szCs w:val="24"/>
        </w:rPr>
        <w:t xml:space="preserve"> ir dėl judėjimo ar apsitarnavimo funkcijų sutrikimų, jam (šeimai) turi būti nuomojamas specialiai pritaikytas socialinis būstas, toks socialinis būstas suteikiamas nesilaikant eiliškumo.</w:t>
      </w:r>
    </w:p>
    <w:p w14:paraId="5D4EFAA1" w14:textId="77777777" w:rsidR="00F17C86" w:rsidRPr="003114EA" w:rsidRDefault="006A0696" w:rsidP="006C0AD0">
      <w:pPr>
        <w:tabs>
          <w:tab w:val="left" w:pos="851"/>
          <w:tab w:val="left" w:pos="993"/>
          <w:tab w:val="left" w:pos="1276"/>
        </w:tabs>
        <w:suppressAutoHyphens/>
        <w:ind w:firstLine="710"/>
        <w:jc w:val="both"/>
        <w:rPr>
          <w:szCs w:val="24"/>
        </w:rPr>
      </w:pPr>
      <w:r w:rsidRPr="003114EA">
        <w:rPr>
          <w:szCs w:val="24"/>
        </w:rPr>
        <w:t>31</w:t>
      </w:r>
      <w:r w:rsidR="00F17C86" w:rsidRPr="003114EA">
        <w:rPr>
          <w:szCs w:val="24"/>
        </w:rPr>
        <w:t>. Savivaldybės socialinis būstas, pritaikytas judėjimo ir apsitarnavimo funkcijų sutrikimų turintiems asmenims su negalia, nuomoti siūlomas asmenims su negalia, asmenims, sergantiems lėtinių ligų, įrašytų į Lietuvos Respublikos Vyriausybės ar jos įgaliotos institucijos patvirtintą sąrašą, sunkiomis formomis, ir šeimoms, kuriose yra tokių asmenų bei asmenims ir šeimoms, įrašytiems į neįgaliųjų sąrašą ir turintiems minėtą negalią, praleidžiant kitokio pobūdžio negalią turinčius asmenis.</w:t>
      </w:r>
    </w:p>
    <w:p w14:paraId="39F1DF23" w14:textId="77777777" w:rsidR="00F17C86" w:rsidRPr="003114EA" w:rsidRDefault="006A0696" w:rsidP="006C0AD0">
      <w:pPr>
        <w:tabs>
          <w:tab w:val="left" w:pos="851"/>
          <w:tab w:val="left" w:pos="993"/>
          <w:tab w:val="left" w:pos="1276"/>
          <w:tab w:val="left" w:pos="1418"/>
        </w:tabs>
        <w:suppressAutoHyphens/>
        <w:ind w:firstLine="710"/>
        <w:jc w:val="both"/>
        <w:rPr>
          <w:szCs w:val="24"/>
        </w:rPr>
      </w:pPr>
      <w:r w:rsidRPr="003114EA">
        <w:rPr>
          <w:szCs w:val="24"/>
        </w:rPr>
        <w:t>32</w:t>
      </w:r>
      <w:r w:rsidR="00F17C86" w:rsidRPr="003114EA">
        <w:rPr>
          <w:szCs w:val="24"/>
        </w:rPr>
        <w:t>.</w:t>
      </w:r>
      <w:r w:rsidR="000C6C38" w:rsidRPr="003114EA">
        <w:rPr>
          <w:szCs w:val="24"/>
        </w:rPr>
        <w:t xml:space="preserve"> </w:t>
      </w:r>
      <w:r w:rsidR="00F17C86" w:rsidRPr="003114EA">
        <w:rPr>
          <w:szCs w:val="24"/>
        </w:rPr>
        <w:t xml:space="preserve">Raštiškas pasiūlymas išsinuomoti atsilaisvinusį socialinį būstą registruotu laišku siunčiamas asmeniui ar šeimai įrašytiems į Sąrašą, atsižvelgiant į ploto normatyvą. Jei asmuo prašyme yra nurodęs konkrečius pageidavimus, susijusius su vietove, kurioje yra socialinis būstas, ar namo, kuriame yra socialinis būstas, aukštu, toks būstas jam ir siūlomas. </w:t>
      </w:r>
    </w:p>
    <w:p w14:paraId="0F0A03BB" w14:textId="77777777" w:rsidR="00F17C86" w:rsidRPr="003114EA" w:rsidRDefault="006A0696" w:rsidP="006C0AD0">
      <w:pPr>
        <w:tabs>
          <w:tab w:val="left" w:pos="851"/>
          <w:tab w:val="left" w:pos="993"/>
          <w:tab w:val="left" w:pos="1276"/>
        </w:tabs>
        <w:suppressAutoHyphens/>
        <w:ind w:firstLine="710"/>
        <w:jc w:val="both"/>
        <w:rPr>
          <w:szCs w:val="24"/>
        </w:rPr>
      </w:pPr>
      <w:r w:rsidRPr="003114EA">
        <w:rPr>
          <w:szCs w:val="24"/>
        </w:rPr>
        <w:t>33</w:t>
      </w:r>
      <w:r w:rsidR="00F17C86" w:rsidRPr="003114EA">
        <w:rPr>
          <w:szCs w:val="24"/>
        </w:rPr>
        <w:t>. Asmenys ir šeimos, kuriems registruotu laišku išsiųstas pasiūlymas išsinuomoti socialinį būstą, privalo per 10 darbo dienų nuo pranešimo išsiuntimo dienos raštu pranešti apie sutikimą arba nesutikimą išsinuomoti siūlomą socialinį būstą. Antras pasiūlymas dėl to paties socialinio būsto išnuomojimo išsiunčiamas ne anksčiau kaip po 10 darbo dienų nuo pirmo pasiūlymo pateikimo dienos.</w:t>
      </w:r>
    </w:p>
    <w:p w14:paraId="0E3DD163" w14:textId="77777777" w:rsidR="00F17C86" w:rsidRPr="003114EA" w:rsidRDefault="006A0696" w:rsidP="006C0AD0">
      <w:pPr>
        <w:tabs>
          <w:tab w:val="left" w:pos="851"/>
          <w:tab w:val="left" w:pos="993"/>
          <w:tab w:val="left" w:pos="1276"/>
          <w:tab w:val="left" w:pos="1418"/>
        </w:tabs>
        <w:suppressAutoHyphens/>
        <w:ind w:firstLine="710"/>
        <w:jc w:val="both"/>
        <w:rPr>
          <w:szCs w:val="24"/>
        </w:rPr>
      </w:pPr>
      <w:r w:rsidRPr="003114EA">
        <w:rPr>
          <w:szCs w:val="24"/>
        </w:rPr>
        <w:lastRenderedPageBreak/>
        <w:t>34</w:t>
      </w:r>
      <w:r w:rsidR="00F17C86" w:rsidRPr="003114EA">
        <w:rPr>
          <w:szCs w:val="24"/>
        </w:rPr>
        <w:t xml:space="preserve">. Asmenys ir šeimos, apie sutikimą arba nesutikimą išsinuomoti socialinį būstą, raštu informuoja Savivaldybės administraciją. Nepranešus savo apsisprendimo per Aprašo </w:t>
      </w:r>
      <w:r w:rsidRPr="003114EA">
        <w:rPr>
          <w:szCs w:val="24"/>
        </w:rPr>
        <w:t>33</w:t>
      </w:r>
      <w:r w:rsidR="00F17C86" w:rsidRPr="003114EA">
        <w:rPr>
          <w:szCs w:val="24"/>
        </w:rPr>
        <w:t xml:space="preserve"> punkte nurodytą terminą, socialinis būstas siūlomas išsinuomoti kitam asmeniui ar šeimai.</w:t>
      </w:r>
    </w:p>
    <w:p w14:paraId="74967C22" w14:textId="77777777" w:rsidR="00F17C86" w:rsidRPr="003114EA" w:rsidRDefault="006A0696" w:rsidP="006C0AD0">
      <w:pPr>
        <w:tabs>
          <w:tab w:val="left" w:pos="851"/>
          <w:tab w:val="left" w:pos="993"/>
          <w:tab w:val="left" w:pos="1276"/>
          <w:tab w:val="left" w:pos="1418"/>
        </w:tabs>
        <w:suppressAutoHyphens/>
        <w:ind w:firstLine="710"/>
        <w:jc w:val="both"/>
        <w:rPr>
          <w:szCs w:val="24"/>
        </w:rPr>
      </w:pPr>
      <w:r w:rsidRPr="003114EA">
        <w:rPr>
          <w:szCs w:val="24"/>
        </w:rPr>
        <w:t>35</w:t>
      </w:r>
      <w:r w:rsidR="00F17C86" w:rsidRPr="003114EA">
        <w:rPr>
          <w:szCs w:val="24"/>
        </w:rPr>
        <w:t xml:space="preserve">. Jei asmuo ar šeima be svarbių priežasčių (sveikatos priežiūros įstaigos nustatyta ilgalaikė liga, nelaimingas atsitikimas, šeimos narių ar artimų giminaičių mirtis, arba staiga susidariusi pavojinga jų gyvybei būklė) du kartus raštu neišreiškia sutikimo arba nesutikimo nuomotis siūlomą socialinį būstą arba asmuo ar šeima be svarbių priežasčių du kartus raštu neišreiškia sutikimo arba nesutikimo nuomotis siūlomą socialinį būstą, atitinkantį jų prašyme nurodytus socialinio būsto reikalavimus, susijusius su vietove, kurioje yra socialinis būstas, ar namo, kuriame yra socialinis būstas, aukštu, jie išbraukiami iš </w:t>
      </w:r>
      <w:r w:rsidR="00964DC5" w:rsidRPr="003114EA">
        <w:rPr>
          <w:szCs w:val="24"/>
        </w:rPr>
        <w:t>S</w:t>
      </w:r>
      <w:r w:rsidR="00F17C86" w:rsidRPr="003114EA">
        <w:rPr>
          <w:szCs w:val="24"/>
        </w:rPr>
        <w:t>ąrašo.</w:t>
      </w:r>
      <w:r w:rsidR="00F17C86" w:rsidRPr="003114EA">
        <w:t xml:space="preserve"> </w:t>
      </w:r>
    </w:p>
    <w:p w14:paraId="4C2514E5" w14:textId="77777777" w:rsidR="00F17C86" w:rsidRPr="003114EA" w:rsidRDefault="006A0696" w:rsidP="006C0AD0">
      <w:pPr>
        <w:tabs>
          <w:tab w:val="left" w:pos="851"/>
          <w:tab w:val="left" w:pos="993"/>
          <w:tab w:val="left" w:pos="1276"/>
          <w:tab w:val="left" w:pos="1418"/>
        </w:tabs>
        <w:suppressAutoHyphens/>
        <w:ind w:firstLine="710"/>
        <w:jc w:val="both"/>
        <w:rPr>
          <w:i/>
          <w:iCs/>
          <w:szCs w:val="24"/>
        </w:rPr>
      </w:pPr>
      <w:r w:rsidRPr="003114EA">
        <w:rPr>
          <w:szCs w:val="24"/>
        </w:rPr>
        <w:t>36</w:t>
      </w:r>
      <w:r w:rsidR="00F17C86" w:rsidRPr="003114EA">
        <w:rPr>
          <w:szCs w:val="24"/>
        </w:rPr>
        <w:t>.</w:t>
      </w:r>
      <w:r w:rsidR="00F17C86" w:rsidRPr="003114EA">
        <w:rPr>
          <w:b/>
          <w:bCs/>
          <w:szCs w:val="24"/>
        </w:rPr>
        <w:t xml:space="preserve"> </w:t>
      </w:r>
      <w:r w:rsidR="00F17C86" w:rsidRPr="003114EA">
        <w:rPr>
          <w:szCs w:val="24"/>
        </w:rPr>
        <w:t xml:space="preserve">Asmenims ir šeimoms, įrašytiems į </w:t>
      </w:r>
      <w:r w:rsidR="00964DC5" w:rsidRPr="003114EA">
        <w:rPr>
          <w:szCs w:val="24"/>
        </w:rPr>
        <w:t>S</w:t>
      </w:r>
      <w:r w:rsidR="00F17C86" w:rsidRPr="003114EA">
        <w:rPr>
          <w:szCs w:val="24"/>
        </w:rPr>
        <w:t xml:space="preserve">ąrašą ir pateikusiems sutikimą išsinuomoti būstą, Savivaldybės administracija, naudodamasi valstybės registruose ir informacinėse sistemose esančiais duomenimis, patikrina, ar </w:t>
      </w:r>
      <w:bookmarkStart w:id="4" w:name="_Hlk164865522"/>
      <w:r w:rsidR="00F17C86" w:rsidRPr="003114EA">
        <w:rPr>
          <w:szCs w:val="24"/>
        </w:rPr>
        <w:t>asmens (šeimos) teisė į socialinio būsto nuomą ar jo sąlygų pagerinimą atitinka Įstatymo reikalavimus</w:t>
      </w:r>
      <w:bookmarkEnd w:id="4"/>
      <w:r w:rsidR="00F17C86" w:rsidRPr="003114EA">
        <w:rPr>
          <w:szCs w:val="24"/>
        </w:rPr>
        <w:t>. Nustačius, kad asmuo ar šeima prarado teisę į socialinio būsto nuomą ar jo sąlygų pagerinimą, išsiunčiamas motyvuotas atsisakymas nuomoti socialinį būstą, ir asmuo ar šeima iš Sąrašo išbraukiami. Asmenims ar šeimoms</w:t>
      </w:r>
      <w:r w:rsidR="00964DC5" w:rsidRPr="003114EA">
        <w:rPr>
          <w:szCs w:val="24"/>
        </w:rPr>
        <w:t>,</w:t>
      </w:r>
      <w:r w:rsidR="00F17C86" w:rsidRPr="003114EA">
        <w:rPr>
          <w:szCs w:val="24"/>
        </w:rPr>
        <w:t xml:space="preserve"> tu</w:t>
      </w:r>
      <w:r w:rsidR="0052149B" w:rsidRPr="003114EA">
        <w:rPr>
          <w:szCs w:val="24"/>
        </w:rPr>
        <w:t>r</w:t>
      </w:r>
      <w:r w:rsidR="00F17C86" w:rsidRPr="003114EA">
        <w:rPr>
          <w:szCs w:val="24"/>
        </w:rPr>
        <w:t>intiems teisę į socialinio būsto nuomą ar jo sąlygų pagerinimą, socialinis būstas išnuomojamas Komisijai pateikus sprendimą, Savivaldybės administracijos direktoriaus įsakymu.</w:t>
      </w:r>
      <w:r w:rsidR="00F17C86" w:rsidRPr="003114EA">
        <w:rPr>
          <w:i/>
          <w:iCs/>
          <w:szCs w:val="24"/>
        </w:rPr>
        <w:t xml:space="preserve"> </w:t>
      </w:r>
    </w:p>
    <w:p w14:paraId="459F6870" w14:textId="77777777" w:rsidR="002B5EBD" w:rsidRPr="003114EA" w:rsidRDefault="006A0696" w:rsidP="006C0AD0">
      <w:pPr>
        <w:tabs>
          <w:tab w:val="left" w:pos="851"/>
          <w:tab w:val="left" w:pos="993"/>
          <w:tab w:val="left" w:pos="1276"/>
        </w:tabs>
        <w:suppressAutoHyphens/>
        <w:ind w:firstLine="710"/>
        <w:jc w:val="both"/>
        <w:rPr>
          <w:szCs w:val="24"/>
        </w:rPr>
      </w:pPr>
      <w:r w:rsidRPr="003114EA">
        <w:rPr>
          <w:szCs w:val="24"/>
        </w:rPr>
        <w:t>37</w:t>
      </w:r>
      <w:r w:rsidR="00F17C86" w:rsidRPr="003114EA">
        <w:rPr>
          <w:szCs w:val="24"/>
        </w:rPr>
        <w:t>. Socialinis būstas, Komisijai pateikus sprendimą,</w:t>
      </w:r>
      <w:r w:rsidR="00F17C86" w:rsidRPr="003114EA">
        <w:rPr>
          <w:b/>
          <w:bCs/>
          <w:szCs w:val="24"/>
        </w:rPr>
        <w:t xml:space="preserve"> </w:t>
      </w:r>
      <w:r w:rsidR="00F17C86" w:rsidRPr="003114EA">
        <w:rPr>
          <w:szCs w:val="24"/>
        </w:rPr>
        <w:t>Savivaldybės administracijos direktoriaus įsakymu</w:t>
      </w:r>
      <w:r w:rsidR="00F17C86" w:rsidRPr="003114EA">
        <w:rPr>
          <w:i/>
          <w:iCs/>
          <w:szCs w:val="24"/>
        </w:rPr>
        <w:t>,</w:t>
      </w:r>
      <w:r w:rsidR="00F17C86" w:rsidRPr="003114EA">
        <w:rPr>
          <w:szCs w:val="24"/>
        </w:rPr>
        <w:t xml:space="preserve"> gali būti išnuomojamas ir neįrašytiems į Sąrašą (ne eilės tvarka) asmenims ir šeimoms, kurie Lietuvos Respublikos teritorijoje nuosavybės teise neturi kito būsto ir jeigu su jais per 6 mėnesius iki kreipimosi dėl paramos būstui išsinuomoti dienos nebuvo nutraukta socialinio būsto nuomos sutartis dėl paramos būstui nuomos sąlygų pažeidimo Įstatymo 20 straipsnio 5 dalies 5–7 punktuose numatytais atvejais:</w:t>
      </w:r>
      <w:bookmarkStart w:id="5" w:name="_Hlk168908867"/>
    </w:p>
    <w:p w14:paraId="0F7662F6" w14:textId="77777777" w:rsidR="002B5EBD" w:rsidRPr="003114EA" w:rsidRDefault="006A0696" w:rsidP="006C0AD0">
      <w:pPr>
        <w:tabs>
          <w:tab w:val="left" w:pos="851"/>
          <w:tab w:val="left" w:pos="993"/>
          <w:tab w:val="left" w:pos="1276"/>
        </w:tabs>
        <w:suppressAutoHyphens/>
        <w:ind w:firstLine="710"/>
        <w:jc w:val="both"/>
        <w:rPr>
          <w:szCs w:val="24"/>
        </w:rPr>
      </w:pPr>
      <w:r w:rsidRPr="003114EA">
        <w:rPr>
          <w:szCs w:val="24"/>
        </w:rPr>
        <w:t>37</w:t>
      </w:r>
      <w:r w:rsidR="00F17C86" w:rsidRPr="003114EA">
        <w:rPr>
          <w:szCs w:val="24"/>
        </w:rPr>
        <w:t xml:space="preserve">.1. Netekusiems </w:t>
      </w:r>
      <w:r w:rsidR="002B5EBD" w:rsidRPr="003114EA">
        <w:rPr>
          <w:rStyle w:val="cf01"/>
          <w:rFonts w:ascii="Times New Roman" w:hAnsi="Times New Roman" w:cs="Times New Roman"/>
          <w:sz w:val="24"/>
          <w:szCs w:val="24"/>
        </w:rPr>
        <w:t>Lietuvos Respublikos teritorijoje nuosavybės teise turėto būsto dėl gaisrų, potvynių, stiprių vėjų ar dėl kitų nuo žmogaus valios nepriklausančių aplinkybių, asmuo ar šeima privalo kreiptis į Savivaldybės administraciją Įstatymo 7 straipsnyje nustatyta tvarka ne vėliau kaip per vienus metus nuo nurodytų aplinkybių atsiradimo dienos.</w:t>
      </w:r>
    </w:p>
    <w:bookmarkEnd w:id="5"/>
    <w:p w14:paraId="4BBF3BC7" w14:textId="77777777" w:rsidR="00F17C86" w:rsidRPr="003114EA" w:rsidRDefault="006A0696" w:rsidP="006C0AD0">
      <w:pPr>
        <w:tabs>
          <w:tab w:val="left" w:pos="851"/>
          <w:tab w:val="left" w:pos="993"/>
          <w:tab w:val="left" w:pos="1276"/>
        </w:tabs>
        <w:suppressAutoHyphens/>
        <w:ind w:left="1953" w:hanging="1244"/>
        <w:jc w:val="both"/>
        <w:rPr>
          <w:szCs w:val="24"/>
        </w:rPr>
      </w:pPr>
      <w:r w:rsidRPr="003114EA">
        <w:rPr>
          <w:szCs w:val="24"/>
        </w:rPr>
        <w:t>37</w:t>
      </w:r>
      <w:r w:rsidR="00F17C86" w:rsidRPr="003114EA">
        <w:rPr>
          <w:szCs w:val="24"/>
        </w:rPr>
        <w:t>.2. Asmenims, kuriems yra nustatytas 0</w:t>
      </w:r>
      <w:r w:rsidR="0070046D" w:rsidRPr="003114EA">
        <w:rPr>
          <w:szCs w:val="24"/>
        </w:rPr>
        <w:t>–</w:t>
      </w:r>
      <w:r w:rsidR="00F17C86" w:rsidRPr="003114EA">
        <w:rPr>
          <w:szCs w:val="24"/>
        </w:rPr>
        <w:t xml:space="preserve">25 procentų </w:t>
      </w:r>
      <w:proofErr w:type="spellStart"/>
      <w:r w:rsidR="00F17C86" w:rsidRPr="003114EA">
        <w:rPr>
          <w:szCs w:val="24"/>
        </w:rPr>
        <w:t>dalyvumo</w:t>
      </w:r>
      <w:proofErr w:type="spellEnd"/>
      <w:r w:rsidR="00F17C86" w:rsidRPr="003114EA">
        <w:rPr>
          <w:szCs w:val="24"/>
        </w:rPr>
        <w:t xml:space="preserve"> (darbingumo) lygis.</w:t>
      </w:r>
    </w:p>
    <w:p w14:paraId="026514EB" w14:textId="77777777" w:rsidR="00F17C86" w:rsidRPr="003114EA" w:rsidRDefault="006A0696" w:rsidP="006C0AD0">
      <w:pPr>
        <w:tabs>
          <w:tab w:val="left" w:pos="0"/>
          <w:tab w:val="left" w:pos="284"/>
          <w:tab w:val="left" w:pos="851"/>
          <w:tab w:val="left" w:pos="993"/>
          <w:tab w:val="left" w:pos="1134"/>
          <w:tab w:val="left" w:pos="1276"/>
        </w:tabs>
        <w:suppressAutoHyphens/>
        <w:ind w:firstLine="709"/>
        <w:jc w:val="both"/>
        <w:rPr>
          <w:szCs w:val="24"/>
        </w:rPr>
      </w:pPr>
      <w:r w:rsidRPr="003114EA">
        <w:rPr>
          <w:szCs w:val="24"/>
        </w:rPr>
        <w:t>37</w:t>
      </w:r>
      <w:r w:rsidR="00F17C86" w:rsidRPr="003114EA">
        <w:rPr>
          <w:szCs w:val="24"/>
        </w:rPr>
        <w:t>.3. Senatvės pensijos amžių sulaukusiems asmenims, kuriems yra nustatytas didelių specialiųjų poreikių lygis</w:t>
      </w:r>
      <w:r w:rsidR="0001014E" w:rsidRPr="003114EA">
        <w:rPr>
          <w:szCs w:val="24"/>
        </w:rPr>
        <w:t xml:space="preserve"> arba </w:t>
      </w:r>
      <w:r w:rsidR="00F17C86" w:rsidRPr="003114EA">
        <w:rPr>
          <w:szCs w:val="24"/>
        </w:rPr>
        <w:t>0</w:t>
      </w:r>
      <w:r w:rsidR="0070046D" w:rsidRPr="003114EA">
        <w:rPr>
          <w:szCs w:val="24"/>
        </w:rPr>
        <w:t>–</w:t>
      </w:r>
      <w:r w:rsidR="00F17C86" w:rsidRPr="003114EA">
        <w:rPr>
          <w:szCs w:val="24"/>
        </w:rPr>
        <w:t xml:space="preserve">15 procentų </w:t>
      </w:r>
      <w:proofErr w:type="spellStart"/>
      <w:r w:rsidR="00F17C86" w:rsidRPr="003114EA">
        <w:rPr>
          <w:szCs w:val="24"/>
        </w:rPr>
        <w:t>dalyvumo</w:t>
      </w:r>
      <w:proofErr w:type="spellEnd"/>
      <w:r w:rsidR="00F17C86" w:rsidRPr="003114EA">
        <w:rPr>
          <w:szCs w:val="24"/>
        </w:rPr>
        <w:t xml:space="preserve"> lygis.</w:t>
      </w:r>
    </w:p>
    <w:p w14:paraId="7AE023C1" w14:textId="77777777" w:rsidR="00F17C86" w:rsidRPr="003114EA" w:rsidRDefault="006A0696" w:rsidP="006C0AD0">
      <w:pPr>
        <w:tabs>
          <w:tab w:val="left" w:pos="0"/>
          <w:tab w:val="left" w:pos="284"/>
          <w:tab w:val="left" w:pos="851"/>
          <w:tab w:val="left" w:pos="1134"/>
          <w:tab w:val="left" w:pos="1418"/>
        </w:tabs>
        <w:suppressAutoHyphens/>
        <w:ind w:firstLine="709"/>
        <w:jc w:val="both"/>
        <w:rPr>
          <w:szCs w:val="24"/>
        </w:rPr>
      </w:pPr>
      <w:r w:rsidRPr="003114EA">
        <w:rPr>
          <w:szCs w:val="24"/>
        </w:rPr>
        <w:t>37</w:t>
      </w:r>
      <w:r w:rsidR="00F17C86" w:rsidRPr="003114EA">
        <w:rPr>
          <w:szCs w:val="24"/>
        </w:rPr>
        <w:t>.4. Šeimoms, auginančioms penkis ar daugiau vaikų ar (ir) vaikų, kuriems nustatyta nuolatinė globa (rūpyba).</w:t>
      </w:r>
    </w:p>
    <w:p w14:paraId="03C89FA7" w14:textId="77777777" w:rsidR="00F17C86" w:rsidRPr="003114EA" w:rsidRDefault="006A0696" w:rsidP="006C0AD0">
      <w:pPr>
        <w:tabs>
          <w:tab w:val="left" w:pos="0"/>
          <w:tab w:val="left" w:pos="284"/>
          <w:tab w:val="left" w:pos="851"/>
          <w:tab w:val="left" w:pos="1134"/>
          <w:tab w:val="left" w:pos="1418"/>
        </w:tabs>
        <w:suppressAutoHyphens/>
        <w:ind w:firstLine="709"/>
        <w:jc w:val="both"/>
        <w:rPr>
          <w:szCs w:val="24"/>
        </w:rPr>
      </w:pPr>
      <w:r w:rsidRPr="003114EA">
        <w:rPr>
          <w:szCs w:val="24"/>
        </w:rPr>
        <w:t>37</w:t>
      </w:r>
      <w:r w:rsidR="00F17C86" w:rsidRPr="003114EA">
        <w:rPr>
          <w:szCs w:val="24"/>
        </w:rPr>
        <w:t>.5. Šeimoms, kurioms vienu metu kartu gimsta trys ir daugiau vaikų.</w:t>
      </w:r>
    </w:p>
    <w:p w14:paraId="42A16983" w14:textId="77777777" w:rsidR="00F17C86" w:rsidRPr="003114EA" w:rsidRDefault="006A0696" w:rsidP="006C0AD0">
      <w:pPr>
        <w:tabs>
          <w:tab w:val="left" w:pos="0"/>
          <w:tab w:val="left" w:pos="284"/>
          <w:tab w:val="left" w:pos="851"/>
          <w:tab w:val="left" w:pos="993"/>
          <w:tab w:val="left" w:pos="1134"/>
          <w:tab w:val="left" w:pos="1418"/>
        </w:tabs>
        <w:suppressAutoHyphens/>
        <w:ind w:firstLine="709"/>
        <w:jc w:val="both"/>
        <w:rPr>
          <w:szCs w:val="24"/>
        </w:rPr>
      </w:pPr>
      <w:r w:rsidRPr="003114EA">
        <w:rPr>
          <w:szCs w:val="24"/>
        </w:rPr>
        <w:t>37</w:t>
      </w:r>
      <w:r w:rsidR="00F17C86" w:rsidRPr="003114EA">
        <w:rPr>
          <w:szCs w:val="24"/>
        </w:rPr>
        <w:t>.6. Šeimoms, kuriose abiem sutuoktiniams yra nustatytas 0</w:t>
      </w:r>
      <w:bookmarkStart w:id="6" w:name="_Hlk169092656"/>
      <w:r w:rsidR="00F17C86" w:rsidRPr="003114EA">
        <w:rPr>
          <w:szCs w:val="24"/>
        </w:rPr>
        <w:t>–</w:t>
      </w:r>
      <w:bookmarkEnd w:id="6"/>
      <w:r w:rsidR="00F17C86" w:rsidRPr="003114EA">
        <w:rPr>
          <w:szCs w:val="24"/>
        </w:rPr>
        <w:t xml:space="preserve">25 procentų </w:t>
      </w:r>
      <w:proofErr w:type="spellStart"/>
      <w:r w:rsidR="00F17C86" w:rsidRPr="003114EA">
        <w:rPr>
          <w:szCs w:val="24"/>
        </w:rPr>
        <w:t>dalyvumo</w:t>
      </w:r>
      <w:proofErr w:type="spellEnd"/>
      <w:r w:rsidR="00F17C86" w:rsidRPr="003114EA">
        <w:rPr>
          <w:szCs w:val="24"/>
        </w:rPr>
        <w:t xml:space="preserve"> (darbingumo) lygis ir kurios augina vaiką (vaikus) ar (ir) vaiką (vaikus), kuriam (kuriems) nustatyta nuolatinė globa (rūpyba).</w:t>
      </w:r>
    </w:p>
    <w:p w14:paraId="4559A7FF" w14:textId="77777777" w:rsidR="00F17C86" w:rsidRPr="003114EA" w:rsidRDefault="006A0696" w:rsidP="006C0AD0">
      <w:pPr>
        <w:tabs>
          <w:tab w:val="left" w:pos="0"/>
          <w:tab w:val="left" w:pos="284"/>
          <w:tab w:val="left" w:pos="851"/>
          <w:tab w:val="left" w:pos="993"/>
          <w:tab w:val="left" w:pos="1134"/>
          <w:tab w:val="left" w:pos="1418"/>
        </w:tabs>
        <w:suppressAutoHyphens/>
        <w:ind w:firstLine="709"/>
        <w:jc w:val="both"/>
        <w:rPr>
          <w:szCs w:val="24"/>
        </w:rPr>
      </w:pPr>
      <w:r w:rsidRPr="003114EA">
        <w:rPr>
          <w:szCs w:val="24"/>
        </w:rPr>
        <w:t>37</w:t>
      </w:r>
      <w:r w:rsidR="00F17C86" w:rsidRPr="003114EA">
        <w:rPr>
          <w:szCs w:val="24"/>
        </w:rPr>
        <w:t>.7. Šeimoms, kuriose motina arba tėvas, globėjas (rūpintojas) vieni augina vieną ar daugiau vaikų ir (arba) vaiką (vaikus), kuriam (kuriems) nustatyta nuolatinė globa (rūpyba).</w:t>
      </w:r>
    </w:p>
    <w:p w14:paraId="1B8EC093" w14:textId="77777777" w:rsidR="00F17C86" w:rsidRPr="003114EA" w:rsidRDefault="006A0696" w:rsidP="006C0AD0">
      <w:pPr>
        <w:tabs>
          <w:tab w:val="left" w:pos="0"/>
          <w:tab w:val="left" w:pos="284"/>
          <w:tab w:val="left" w:pos="851"/>
          <w:tab w:val="left" w:pos="1134"/>
          <w:tab w:val="left" w:pos="1418"/>
        </w:tabs>
        <w:suppressAutoHyphens/>
        <w:ind w:firstLine="709"/>
        <w:jc w:val="both"/>
        <w:rPr>
          <w:szCs w:val="24"/>
        </w:rPr>
      </w:pPr>
      <w:r w:rsidRPr="003114EA">
        <w:rPr>
          <w:szCs w:val="24"/>
        </w:rPr>
        <w:t>37</w:t>
      </w:r>
      <w:r w:rsidR="00F17C86" w:rsidRPr="003114EA">
        <w:rPr>
          <w:szCs w:val="24"/>
        </w:rPr>
        <w:t>.8. Šeimoms, auginančioms vaikus ar (ir) vaikus, kuriems nustatyta nuolatinė globa   (rūpyba), kai ne mažiau kaip dviem iš jų nustatytas sunkus neįgalumo lygis.</w:t>
      </w:r>
    </w:p>
    <w:p w14:paraId="4E7E8033" w14:textId="77777777" w:rsidR="00F17C86" w:rsidRPr="003114EA" w:rsidRDefault="006A0696" w:rsidP="006C0AD0">
      <w:pPr>
        <w:tabs>
          <w:tab w:val="left" w:pos="0"/>
          <w:tab w:val="left" w:pos="284"/>
          <w:tab w:val="left" w:pos="851"/>
          <w:tab w:val="left" w:pos="993"/>
          <w:tab w:val="left" w:pos="1134"/>
          <w:tab w:val="left" w:pos="1418"/>
        </w:tabs>
        <w:suppressAutoHyphens/>
        <w:ind w:firstLine="710"/>
        <w:jc w:val="both"/>
        <w:rPr>
          <w:szCs w:val="24"/>
        </w:rPr>
      </w:pPr>
      <w:r w:rsidRPr="003114EA">
        <w:rPr>
          <w:szCs w:val="24"/>
        </w:rPr>
        <w:t>37</w:t>
      </w:r>
      <w:r w:rsidR="00F17C86" w:rsidRPr="003114EA">
        <w:rPr>
          <w:szCs w:val="24"/>
        </w:rPr>
        <w:t>.9. Šeimoms, kuriose ne mažiau kaip dviem šeimos nariams yra nustatytas 0</w:t>
      </w:r>
      <w:r w:rsidR="0070046D" w:rsidRPr="003114EA">
        <w:rPr>
          <w:szCs w:val="24"/>
        </w:rPr>
        <w:t>–</w:t>
      </w:r>
      <w:r w:rsidR="00F17C86" w:rsidRPr="003114EA">
        <w:rPr>
          <w:szCs w:val="24"/>
        </w:rPr>
        <w:t xml:space="preserve">25 procentų </w:t>
      </w:r>
      <w:proofErr w:type="spellStart"/>
      <w:r w:rsidR="00F17C86" w:rsidRPr="003114EA">
        <w:rPr>
          <w:szCs w:val="24"/>
        </w:rPr>
        <w:t>dalyvumo</w:t>
      </w:r>
      <w:proofErr w:type="spellEnd"/>
      <w:r w:rsidR="00F17C86" w:rsidRPr="003114EA">
        <w:rPr>
          <w:szCs w:val="24"/>
        </w:rPr>
        <w:t xml:space="preserve"> (darbingumo) lygis ir (ar</w:t>
      </w:r>
      <w:r w:rsidR="00F17C86" w:rsidRPr="003114EA">
        <w:rPr>
          <w:i/>
          <w:iCs/>
          <w:szCs w:val="24"/>
        </w:rPr>
        <w:t xml:space="preserve">) </w:t>
      </w:r>
      <w:r w:rsidR="00F17C86" w:rsidRPr="003114EA">
        <w:rPr>
          <w:szCs w:val="24"/>
        </w:rPr>
        <w:t>didelių specialiųjų poreikių lygis</w:t>
      </w:r>
      <w:r w:rsidR="0001014E" w:rsidRPr="003114EA">
        <w:rPr>
          <w:i/>
          <w:iCs/>
          <w:szCs w:val="24"/>
        </w:rPr>
        <w:t xml:space="preserve"> </w:t>
      </w:r>
      <w:r w:rsidR="0001014E" w:rsidRPr="003114EA">
        <w:rPr>
          <w:szCs w:val="24"/>
        </w:rPr>
        <w:t xml:space="preserve">arba </w:t>
      </w:r>
      <w:r w:rsidR="00F17C86" w:rsidRPr="003114EA">
        <w:rPr>
          <w:szCs w:val="24"/>
        </w:rPr>
        <w:t>0</w:t>
      </w:r>
      <w:r w:rsidR="0070046D" w:rsidRPr="003114EA">
        <w:rPr>
          <w:szCs w:val="24"/>
        </w:rPr>
        <w:t>–</w:t>
      </w:r>
      <w:r w:rsidR="00F17C86" w:rsidRPr="003114EA">
        <w:rPr>
          <w:szCs w:val="24"/>
        </w:rPr>
        <w:t xml:space="preserve">15 procentų </w:t>
      </w:r>
      <w:proofErr w:type="spellStart"/>
      <w:r w:rsidR="00F17C86" w:rsidRPr="003114EA">
        <w:rPr>
          <w:szCs w:val="24"/>
        </w:rPr>
        <w:t>dalyvumo</w:t>
      </w:r>
      <w:proofErr w:type="spellEnd"/>
      <w:r w:rsidR="00F17C86" w:rsidRPr="003114EA">
        <w:rPr>
          <w:szCs w:val="24"/>
        </w:rPr>
        <w:t xml:space="preserve"> lygis,</w:t>
      </w:r>
      <w:r w:rsidR="00F17C86" w:rsidRPr="003114EA">
        <w:rPr>
          <w:i/>
          <w:iCs/>
          <w:szCs w:val="24"/>
        </w:rPr>
        <w:t xml:space="preserve"> </w:t>
      </w:r>
      <w:r w:rsidR="00F17C86" w:rsidRPr="003114EA">
        <w:rPr>
          <w:szCs w:val="24"/>
        </w:rPr>
        <w:t>kai šeimos nariai yra sukakę senatvės pensijos amžių.</w:t>
      </w:r>
    </w:p>
    <w:p w14:paraId="6608F23A" w14:textId="77777777" w:rsidR="00F17C86" w:rsidRPr="003114EA" w:rsidRDefault="006A0696" w:rsidP="006C0AD0">
      <w:pPr>
        <w:tabs>
          <w:tab w:val="left" w:pos="0"/>
          <w:tab w:val="left" w:pos="284"/>
          <w:tab w:val="left" w:pos="709"/>
          <w:tab w:val="left" w:pos="1276"/>
          <w:tab w:val="left" w:pos="1418"/>
        </w:tabs>
        <w:suppressAutoHyphens/>
        <w:ind w:firstLine="709"/>
        <w:jc w:val="both"/>
        <w:rPr>
          <w:szCs w:val="24"/>
        </w:rPr>
      </w:pPr>
      <w:r w:rsidRPr="003114EA">
        <w:rPr>
          <w:szCs w:val="22"/>
        </w:rPr>
        <w:t>37</w:t>
      </w:r>
      <w:r w:rsidR="00F17C86" w:rsidRPr="003114EA">
        <w:rPr>
          <w:szCs w:val="22"/>
        </w:rPr>
        <w:t>.10. Likusiems be tėvų globos asmenims, palikusiems socialinės globos, grupinio gyvenimo ir (ar) savarankiško gyvenimo namus per pastaruosius 5 metus iki prašymo suteikti paramą būstui išsinuomoti pateikimo dienos.</w:t>
      </w:r>
      <w:r w:rsidR="00F17C86" w:rsidRPr="003114EA">
        <w:t xml:space="preserve"> </w:t>
      </w:r>
    </w:p>
    <w:p w14:paraId="004182C6" w14:textId="77777777" w:rsidR="00F17C86" w:rsidRPr="003114EA" w:rsidRDefault="00F17C86" w:rsidP="006C0AD0">
      <w:pPr>
        <w:tabs>
          <w:tab w:val="left" w:pos="0"/>
          <w:tab w:val="left" w:pos="851"/>
          <w:tab w:val="left" w:pos="993"/>
          <w:tab w:val="left" w:pos="1276"/>
          <w:tab w:val="left" w:pos="1418"/>
        </w:tabs>
        <w:suppressAutoHyphens/>
        <w:ind w:firstLine="710"/>
        <w:jc w:val="both"/>
        <w:rPr>
          <w:szCs w:val="24"/>
        </w:rPr>
      </w:pPr>
      <w:r w:rsidRPr="003114EA">
        <w:rPr>
          <w:szCs w:val="24"/>
        </w:rPr>
        <w:t>3</w:t>
      </w:r>
      <w:r w:rsidR="006A0696" w:rsidRPr="003114EA">
        <w:rPr>
          <w:szCs w:val="24"/>
        </w:rPr>
        <w:t>8</w:t>
      </w:r>
      <w:r w:rsidRPr="003114EA">
        <w:rPr>
          <w:szCs w:val="24"/>
        </w:rPr>
        <w:t xml:space="preserve">. Asmenims ir šeimoms, netekusiems </w:t>
      </w:r>
      <w:r w:rsidR="00CA1A23" w:rsidRPr="003114EA">
        <w:rPr>
          <w:szCs w:val="24"/>
        </w:rPr>
        <w:t>S</w:t>
      </w:r>
      <w:r w:rsidRPr="003114EA">
        <w:rPr>
          <w:szCs w:val="24"/>
        </w:rPr>
        <w:t xml:space="preserve">avivaldybės teritorijoje nuosavybės teise turėto būsto ar </w:t>
      </w:r>
      <w:r w:rsidR="00CA1A23" w:rsidRPr="003114EA">
        <w:rPr>
          <w:szCs w:val="24"/>
        </w:rPr>
        <w:t>S</w:t>
      </w:r>
      <w:r w:rsidRPr="003114EA">
        <w:rPr>
          <w:szCs w:val="24"/>
        </w:rPr>
        <w:t xml:space="preserve">avivaldybei nuosavybės teise priklausančio nuomoto būsto dėl gaisrų, potvynių, stiprių vėjų ir kitų nuo žmogaus valios nepriklausančių aplinkybių, jeigu prašymo metu yra laisvas </w:t>
      </w:r>
      <w:r w:rsidR="0085480B" w:rsidRPr="003114EA">
        <w:rPr>
          <w:szCs w:val="24"/>
        </w:rPr>
        <w:t>S</w:t>
      </w:r>
      <w:r w:rsidR="005E066E" w:rsidRPr="003114EA">
        <w:rPr>
          <w:szCs w:val="24"/>
        </w:rPr>
        <w:t xml:space="preserve">avivaldybės </w:t>
      </w:r>
      <w:r w:rsidRPr="003114EA">
        <w:rPr>
          <w:szCs w:val="24"/>
        </w:rPr>
        <w:t xml:space="preserve">būstas, išnuomojamas </w:t>
      </w:r>
      <w:r w:rsidR="0085480B" w:rsidRPr="003114EA">
        <w:rPr>
          <w:szCs w:val="24"/>
        </w:rPr>
        <w:t>S</w:t>
      </w:r>
      <w:r w:rsidR="005E066E" w:rsidRPr="003114EA">
        <w:rPr>
          <w:szCs w:val="24"/>
        </w:rPr>
        <w:t xml:space="preserve">avivaldybės </w:t>
      </w:r>
      <w:r w:rsidRPr="003114EA">
        <w:rPr>
          <w:szCs w:val="24"/>
        </w:rPr>
        <w:t>būstas ir sudaroma terminuota (ne ilgiau kaip dvejiems metams) nuomos sutartis.</w:t>
      </w:r>
    </w:p>
    <w:p w14:paraId="6C42A864" w14:textId="77777777" w:rsidR="00F17C86" w:rsidRPr="003114EA" w:rsidRDefault="00F17C86" w:rsidP="006C0AD0">
      <w:pPr>
        <w:tabs>
          <w:tab w:val="left" w:pos="0"/>
          <w:tab w:val="left" w:pos="284"/>
          <w:tab w:val="left" w:pos="709"/>
          <w:tab w:val="left" w:pos="1276"/>
          <w:tab w:val="left" w:pos="1418"/>
        </w:tabs>
        <w:suppressAutoHyphens/>
        <w:ind w:firstLine="709"/>
        <w:jc w:val="both"/>
        <w:rPr>
          <w:szCs w:val="24"/>
        </w:rPr>
      </w:pPr>
      <w:r w:rsidRPr="003114EA">
        <w:rPr>
          <w:szCs w:val="24"/>
        </w:rPr>
        <w:lastRenderedPageBreak/>
        <w:t>3</w:t>
      </w:r>
      <w:r w:rsidR="006A0696" w:rsidRPr="003114EA">
        <w:rPr>
          <w:szCs w:val="24"/>
        </w:rPr>
        <w:t>9</w:t>
      </w:r>
      <w:r w:rsidRPr="003114EA">
        <w:rPr>
          <w:szCs w:val="24"/>
        </w:rPr>
        <w:t xml:space="preserve">. Pasiūlymai išsinuomoti socialinį būstą asmenims ir šeimoms, neįrašytiems į Sąrašą, teikiami šio Aprašo </w:t>
      </w:r>
      <w:r w:rsidR="006A0696" w:rsidRPr="003114EA">
        <w:rPr>
          <w:szCs w:val="24"/>
        </w:rPr>
        <w:t>33</w:t>
      </w:r>
      <w:r w:rsidRPr="003114EA">
        <w:rPr>
          <w:szCs w:val="24"/>
        </w:rPr>
        <w:t xml:space="preserve"> punkte nustatyta tvarka.</w:t>
      </w:r>
      <w:r w:rsidRPr="003114EA">
        <w:t xml:space="preserve"> </w:t>
      </w:r>
    </w:p>
    <w:p w14:paraId="5442E297" w14:textId="77777777" w:rsidR="00F17C86" w:rsidRPr="003114EA" w:rsidRDefault="006A0696" w:rsidP="006C0AD0">
      <w:pPr>
        <w:tabs>
          <w:tab w:val="left" w:pos="851"/>
          <w:tab w:val="left" w:pos="993"/>
          <w:tab w:val="left" w:pos="1276"/>
        </w:tabs>
        <w:suppressAutoHyphens/>
        <w:ind w:firstLine="710"/>
        <w:jc w:val="both"/>
        <w:rPr>
          <w:szCs w:val="24"/>
        </w:rPr>
      </w:pPr>
      <w:r w:rsidRPr="003114EA">
        <w:rPr>
          <w:szCs w:val="24"/>
        </w:rPr>
        <w:t>40</w:t>
      </w:r>
      <w:r w:rsidR="00F17C86" w:rsidRPr="003114EA">
        <w:rPr>
          <w:szCs w:val="24"/>
        </w:rPr>
        <w:t xml:space="preserve">. Aprašo </w:t>
      </w:r>
      <w:r w:rsidRPr="003114EA">
        <w:rPr>
          <w:szCs w:val="24"/>
        </w:rPr>
        <w:t>37</w:t>
      </w:r>
      <w:r w:rsidR="00F17C86" w:rsidRPr="003114EA">
        <w:rPr>
          <w:szCs w:val="24"/>
        </w:rPr>
        <w:t xml:space="preserve"> punkte nustatytais atvejais išnuomojant socialinį būstą asmenims ar šeimoms, kurie nėra įrašyti į Sąrašą, asmens ar šeimos Lietuvos Respublikos gyventojų turto deklaravimo įstatyme nustatyta tvarka už kalendorinius metus deklaruotas turtas (įskaitant gautas pajamas) neturi viršyti Įstatymo 11 straipsnio 3 dalyje nustatytų dydžių. Sudegusio ar kitaip Įstatymo 16 straipsnio 8 dalies 1 punkte nustatytais atvejais prarasto būsto vertė nevertinama.</w:t>
      </w:r>
    </w:p>
    <w:p w14:paraId="24FB900D" w14:textId="77777777" w:rsidR="00F17C86" w:rsidRPr="003114EA" w:rsidRDefault="006A0696" w:rsidP="006C0AD0">
      <w:pPr>
        <w:tabs>
          <w:tab w:val="left" w:pos="0"/>
          <w:tab w:val="left" w:pos="284"/>
          <w:tab w:val="left" w:pos="851"/>
          <w:tab w:val="left" w:pos="1276"/>
        </w:tabs>
        <w:suppressAutoHyphens/>
        <w:ind w:firstLine="710"/>
        <w:jc w:val="both"/>
        <w:rPr>
          <w:szCs w:val="24"/>
        </w:rPr>
      </w:pPr>
      <w:r w:rsidRPr="003114EA">
        <w:rPr>
          <w:szCs w:val="24"/>
        </w:rPr>
        <w:t>41</w:t>
      </w:r>
      <w:r w:rsidR="00F17C86" w:rsidRPr="003114EA">
        <w:rPr>
          <w:szCs w:val="24"/>
        </w:rPr>
        <w:t xml:space="preserve">. Teisę į socialinio būsto nuomos sąlygų pagerinimą turi asmenys ir šeimos, gyvenantys </w:t>
      </w:r>
      <w:r w:rsidR="00CA1A23" w:rsidRPr="003114EA">
        <w:rPr>
          <w:szCs w:val="24"/>
        </w:rPr>
        <w:t>S</w:t>
      </w:r>
      <w:r w:rsidR="00F17C86" w:rsidRPr="003114EA">
        <w:rPr>
          <w:szCs w:val="24"/>
        </w:rPr>
        <w:t xml:space="preserve">avivaldybės išnuomotame socialiniame būste, jeigu jiems išnuomoto socialinio būsto naudingas plotas, tenkantis vienam šeimos nariui, yra mažesnis kaip 10 kvadratinių metrų arba Įstatymo 9 straipsnio 1 dalyje nustatytais atvejais yra mažesnis kaip 14 kvadratinių metrų, arba jeigu jie turi teisę į socialinio būsto nuomos sąlygų pagerinimą pagal Įstatymo 15 straipsnyje nustatytus socialinio būsto naudingojo ploto normatyvus, arba jeigu asmuo ar šeimos narys tampa asmuo su negalia ir dėl judėjimo ar apsitarnavimo funkcijų sutrikimų jam (šeimai) turi būti nuomojamas specialiai pritaikytas socialinis būstas. </w:t>
      </w:r>
    </w:p>
    <w:p w14:paraId="61D20A5A" w14:textId="77777777" w:rsidR="00F17C86" w:rsidRPr="003114EA" w:rsidRDefault="006A0696" w:rsidP="006C0AD0">
      <w:pPr>
        <w:tabs>
          <w:tab w:val="left" w:pos="0"/>
          <w:tab w:val="left" w:pos="284"/>
          <w:tab w:val="left" w:pos="851"/>
          <w:tab w:val="left" w:pos="1276"/>
        </w:tabs>
        <w:suppressAutoHyphens/>
        <w:ind w:firstLine="710"/>
        <w:jc w:val="both"/>
        <w:rPr>
          <w:szCs w:val="24"/>
        </w:rPr>
      </w:pPr>
      <w:r w:rsidRPr="003114EA">
        <w:rPr>
          <w:szCs w:val="24"/>
        </w:rPr>
        <w:t>42</w:t>
      </w:r>
      <w:r w:rsidR="00F17C86" w:rsidRPr="003114EA">
        <w:rPr>
          <w:szCs w:val="24"/>
        </w:rPr>
        <w:t xml:space="preserve">. Asmenims ir šeimoms, įrašytiems į socialinio būsto nuomininkų, turinčių teisę į socialinio būsto sąlygų pagerinimą, sąrašą, atsiradus aplinkybėms, nurodytoms Aprašo </w:t>
      </w:r>
      <w:r w:rsidRPr="003114EA">
        <w:rPr>
          <w:szCs w:val="24"/>
        </w:rPr>
        <w:t>37</w:t>
      </w:r>
      <w:r w:rsidR="00F17C86" w:rsidRPr="003114EA">
        <w:rPr>
          <w:szCs w:val="24"/>
        </w:rPr>
        <w:t>.2</w:t>
      </w:r>
      <w:r w:rsidR="0070046D" w:rsidRPr="003114EA">
        <w:rPr>
          <w:szCs w:val="24"/>
        </w:rPr>
        <w:t>–</w:t>
      </w:r>
      <w:r w:rsidRPr="003114EA">
        <w:rPr>
          <w:szCs w:val="24"/>
        </w:rPr>
        <w:t>37</w:t>
      </w:r>
      <w:r w:rsidR="00F17C86" w:rsidRPr="003114EA">
        <w:rPr>
          <w:szCs w:val="24"/>
        </w:rPr>
        <w:t xml:space="preserve">.10 papunkčiuose, socialinis būstas nuomojamas laikantis eiliškumo pagal asmens ar šeimos pateiktą prašymą. </w:t>
      </w:r>
    </w:p>
    <w:p w14:paraId="51E41169" w14:textId="77777777" w:rsidR="00F17C86" w:rsidRPr="003114EA" w:rsidRDefault="006A0696" w:rsidP="006C0AD0">
      <w:pPr>
        <w:tabs>
          <w:tab w:val="left" w:pos="0"/>
          <w:tab w:val="left" w:pos="284"/>
          <w:tab w:val="left" w:pos="851"/>
          <w:tab w:val="left" w:pos="1276"/>
        </w:tabs>
        <w:suppressAutoHyphens/>
        <w:ind w:firstLine="710"/>
        <w:jc w:val="both"/>
        <w:rPr>
          <w:szCs w:val="24"/>
        </w:rPr>
      </w:pPr>
      <w:r w:rsidRPr="003114EA">
        <w:rPr>
          <w:szCs w:val="24"/>
        </w:rPr>
        <w:t>43</w:t>
      </w:r>
      <w:r w:rsidR="00F17C86" w:rsidRPr="003114EA">
        <w:rPr>
          <w:szCs w:val="24"/>
        </w:rPr>
        <w:t xml:space="preserve">. Esant poreikiui atlaisvintas socialinis būstas pirmumo teise gali būti siūlomas išsinuomoti socialinio būsto nuomininkams, iškeliamiems iš netikslingų remontuoti, netinkamų gyventi ir (ar) pripažintų avarinės būklės patalpų. Suteikiama kita tinkamai įrengta, sanitarinius bei techninius reikalavimus atitinkanti gyvenamoji patalpa. Nuomininkai, du kartus atsisakę persikelti į siūlomą socialinį būstą, iš netikslingų remontuoti, netinkamų gyventi ir (ar) pripažintų avarinės būklės patalpų iškeldinami teismo tvarka. </w:t>
      </w:r>
    </w:p>
    <w:p w14:paraId="357CC682" w14:textId="77777777" w:rsidR="00F17C86" w:rsidRPr="003114EA" w:rsidRDefault="006A0696" w:rsidP="006C0AD0">
      <w:pPr>
        <w:tabs>
          <w:tab w:val="left" w:pos="0"/>
          <w:tab w:val="left" w:pos="284"/>
          <w:tab w:val="left" w:pos="851"/>
          <w:tab w:val="left" w:pos="1276"/>
        </w:tabs>
        <w:suppressAutoHyphens/>
        <w:ind w:firstLine="710"/>
        <w:jc w:val="both"/>
        <w:rPr>
          <w:szCs w:val="24"/>
        </w:rPr>
      </w:pPr>
      <w:r w:rsidRPr="003114EA">
        <w:rPr>
          <w:szCs w:val="24"/>
        </w:rPr>
        <w:t>4</w:t>
      </w:r>
      <w:r w:rsidR="009C4190" w:rsidRPr="003114EA">
        <w:rPr>
          <w:szCs w:val="24"/>
        </w:rPr>
        <w:t>4</w:t>
      </w:r>
      <w:r w:rsidR="00F17C86" w:rsidRPr="003114EA">
        <w:rPr>
          <w:szCs w:val="24"/>
        </w:rPr>
        <w:t>. Socialinio būsto nuomininkas, gavęs kartu su juo gyvenančių ir bendrą ūkį vedančių pilnamečių šeimos narių, įskaitant laikinai išvykusius, rašytinį sutikimą, gali:</w:t>
      </w:r>
    </w:p>
    <w:p w14:paraId="0ED82925" w14:textId="77777777" w:rsidR="00F17C86" w:rsidRPr="003114EA" w:rsidRDefault="006A0696" w:rsidP="006C0AD0">
      <w:pPr>
        <w:tabs>
          <w:tab w:val="left" w:pos="0"/>
          <w:tab w:val="left" w:pos="284"/>
          <w:tab w:val="left" w:pos="851"/>
          <w:tab w:val="left" w:pos="993"/>
          <w:tab w:val="left" w:pos="1134"/>
          <w:tab w:val="left" w:pos="1276"/>
          <w:tab w:val="left" w:pos="1418"/>
        </w:tabs>
        <w:suppressAutoHyphens/>
        <w:ind w:firstLine="710"/>
        <w:jc w:val="both"/>
        <w:rPr>
          <w:szCs w:val="24"/>
        </w:rPr>
      </w:pPr>
      <w:r w:rsidRPr="003114EA">
        <w:rPr>
          <w:szCs w:val="24"/>
        </w:rPr>
        <w:t>4</w:t>
      </w:r>
      <w:r w:rsidR="009C4190" w:rsidRPr="003114EA">
        <w:rPr>
          <w:szCs w:val="24"/>
        </w:rPr>
        <w:t>4</w:t>
      </w:r>
      <w:r w:rsidR="00F17C86" w:rsidRPr="003114EA">
        <w:rPr>
          <w:szCs w:val="24"/>
        </w:rPr>
        <w:t>.1. Prašyti, kad jam būtų išnuomotas mažesnio ploto laisvos gyvenamosios patalpos.</w:t>
      </w:r>
    </w:p>
    <w:p w14:paraId="15AF2199" w14:textId="77777777" w:rsidR="00F17C86" w:rsidRPr="003114EA" w:rsidRDefault="006A0696" w:rsidP="006C0AD0">
      <w:pPr>
        <w:tabs>
          <w:tab w:val="left" w:pos="0"/>
          <w:tab w:val="left" w:pos="284"/>
          <w:tab w:val="left" w:pos="851"/>
          <w:tab w:val="left" w:pos="993"/>
          <w:tab w:val="left" w:pos="1134"/>
          <w:tab w:val="left" w:pos="1276"/>
          <w:tab w:val="left" w:pos="1418"/>
        </w:tabs>
        <w:suppressAutoHyphens/>
        <w:ind w:firstLine="710"/>
        <w:jc w:val="both"/>
        <w:rPr>
          <w:szCs w:val="24"/>
        </w:rPr>
      </w:pPr>
      <w:r w:rsidRPr="003114EA">
        <w:rPr>
          <w:szCs w:val="24"/>
        </w:rPr>
        <w:t>4</w:t>
      </w:r>
      <w:r w:rsidR="009C4190" w:rsidRPr="003114EA">
        <w:rPr>
          <w:szCs w:val="24"/>
        </w:rPr>
        <w:t>4</w:t>
      </w:r>
      <w:r w:rsidR="00F17C86" w:rsidRPr="003114EA">
        <w:rPr>
          <w:szCs w:val="24"/>
        </w:rPr>
        <w:t>.2. Pateikęs savo kartu gyvenančio šeimos nario neįgalumo pažymėjimą, prašyti pakeisti jo nuomojamą socialinį būstą, esantį aukštesniame nei pirmame pastato aukšte, į kitas tokio paties ar mažesnio ploto laisvas gyvenamąsias patalpas, esančias pirmame pastato aukšte.</w:t>
      </w:r>
    </w:p>
    <w:p w14:paraId="7AA8A40C" w14:textId="77777777" w:rsidR="00F17C86" w:rsidRPr="003114EA" w:rsidRDefault="006A0696" w:rsidP="006C0AD0">
      <w:pPr>
        <w:tabs>
          <w:tab w:val="left" w:pos="0"/>
          <w:tab w:val="left" w:pos="284"/>
          <w:tab w:val="left" w:pos="851"/>
          <w:tab w:val="left" w:pos="993"/>
          <w:tab w:val="left" w:pos="1134"/>
          <w:tab w:val="left" w:pos="1276"/>
          <w:tab w:val="left" w:pos="1418"/>
        </w:tabs>
        <w:suppressAutoHyphens/>
        <w:ind w:firstLine="710"/>
        <w:jc w:val="both"/>
        <w:rPr>
          <w:szCs w:val="24"/>
        </w:rPr>
      </w:pPr>
      <w:r w:rsidRPr="003114EA">
        <w:rPr>
          <w:szCs w:val="24"/>
        </w:rPr>
        <w:t>4</w:t>
      </w:r>
      <w:r w:rsidR="009C4190" w:rsidRPr="003114EA">
        <w:rPr>
          <w:szCs w:val="24"/>
        </w:rPr>
        <w:t>4</w:t>
      </w:r>
      <w:r w:rsidR="00F17C86" w:rsidRPr="003114EA">
        <w:rPr>
          <w:szCs w:val="24"/>
        </w:rPr>
        <w:t>.3. Nuomotojui sutikus keistis nuomojama gyvenamąja patalpa su kitu socialinio būsto nuomininku, sprendimą keisti socialinį būstą, Komisijai pateikus sprendimą, priima Savivaldybės administracijos direktorius.</w:t>
      </w:r>
      <w:r w:rsidR="00F17C86" w:rsidRPr="003114EA">
        <w:t xml:space="preserve"> </w:t>
      </w:r>
    </w:p>
    <w:p w14:paraId="32AA6CC7" w14:textId="77777777" w:rsidR="00F17C86" w:rsidRPr="003114EA" w:rsidRDefault="006A0696" w:rsidP="006C0AD0">
      <w:pPr>
        <w:tabs>
          <w:tab w:val="left" w:pos="0"/>
          <w:tab w:val="left" w:pos="284"/>
          <w:tab w:val="left" w:pos="709"/>
          <w:tab w:val="left" w:pos="1276"/>
          <w:tab w:val="left" w:pos="1418"/>
        </w:tabs>
        <w:suppressAutoHyphens/>
        <w:ind w:firstLine="709"/>
        <w:jc w:val="both"/>
        <w:rPr>
          <w:szCs w:val="24"/>
        </w:rPr>
      </w:pPr>
      <w:r w:rsidRPr="003114EA">
        <w:rPr>
          <w:szCs w:val="24"/>
        </w:rPr>
        <w:t>4</w:t>
      </w:r>
      <w:r w:rsidR="009C4190" w:rsidRPr="003114EA">
        <w:rPr>
          <w:szCs w:val="24"/>
        </w:rPr>
        <w:t>5</w:t>
      </w:r>
      <w:r w:rsidR="00F17C86" w:rsidRPr="003114EA">
        <w:rPr>
          <w:szCs w:val="24"/>
        </w:rPr>
        <w:t>. Socialinis būstas išnuomojamas, Komisijai pateikus sprendimą, Savivaldybės administracijos direktoriaus įsakymu.</w:t>
      </w:r>
      <w:r w:rsidR="00F17C86" w:rsidRPr="003114EA">
        <w:t xml:space="preserve"> </w:t>
      </w:r>
    </w:p>
    <w:p w14:paraId="4F1BD10E" w14:textId="77777777" w:rsidR="00F17C86" w:rsidRPr="003114EA" w:rsidRDefault="006A0696" w:rsidP="006C0AD0">
      <w:pPr>
        <w:tabs>
          <w:tab w:val="left" w:pos="0"/>
          <w:tab w:val="left" w:pos="284"/>
          <w:tab w:val="left" w:pos="709"/>
          <w:tab w:val="left" w:pos="1276"/>
          <w:tab w:val="left" w:pos="1418"/>
        </w:tabs>
        <w:suppressAutoHyphens/>
        <w:ind w:firstLine="709"/>
        <w:jc w:val="both"/>
        <w:rPr>
          <w:szCs w:val="24"/>
        </w:rPr>
      </w:pPr>
      <w:r w:rsidRPr="003114EA">
        <w:rPr>
          <w:szCs w:val="24"/>
        </w:rPr>
        <w:t>4</w:t>
      </w:r>
      <w:r w:rsidR="009C4190" w:rsidRPr="003114EA">
        <w:rPr>
          <w:szCs w:val="24"/>
        </w:rPr>
        <w:t>6</w:t>
      </w:r>
      <w:r w:rsidR="00F17C86" w:rsidRPr="003114EA">
        <w:rPr>
          <w:szCs w:val="24"/>
        </w:rPr>
        <w:t xml:space="preserve">. Savivaldybės administracijos direktoriaus įsakymas dėl socialinio būsto nuomos perduodamas </w:t>
      </w:r>
      <w:r w:rsidR="00074646" w:rsidRPr="003114EA">
        <w:rPr>
          <w:szCs w:val="24"/>
        </w:rPr>
        <w:t>s</w:t>
      </w:r>
      <w:r w:rsidR="00F17C86" w:rsidRPr="003114EA">
        <w:rPr>
          <w:szCs w:val="24"/>
        </w:rPr>
        <w:t xml:space="preserve">eniūnijai, kurios teritorijoje yra socialinis būstas, socialinio būsto nuomos sutarčiai parengti ir teikti nuomininkui ją pasirašyti. Teisės aktų nustatyta tvarka sutartis įregistruojama VĮ Registrų centre. Seniūnija sutarties kopiją per 5 darbo dienas pateikia Savivaldybės </w:t>
      </w:r>
      <w:r w:rsidR="00677BFE" w:rsidRPr="003114EA">
        <w:rPr>
          <w:szCs w:val="24"/>
        </w:rPr>
        <w:t xml:space="preserve">administracijos </w:t>
      </w:r>
      <w:r w:rsidR="00F17C86" w:rsidRPr="003114EA">
        <w:rPr>
          <w:szCs w:val="24"/>
        </w:rPr>
        <w:t>Socialinės paramos skyriui.</w:t>
      </w:r>
      <w:r w:rsidR="00F17C86" w:rsidRPr="003114EA">
        <w:t xml:space="preserve"> </w:t>
      </w:r>
    </w:p>
    <w:p w14:paraId="792FD9DA" w14:textId="77777777" w:rsidR="00F17C86" w:rsidRPr="003114EA" w:rsidRDefault="00F17C86" w:rsidP="006C0AD0">
      <w:pPr>
        <w:tabs>
          <w:tab w:val="left" w:pos="0"/>
          <w:tab w:val="left" w:pos="284"/>
          <w:tab w:val="left" w:pos="851"/>
          <w:tab w:val="left" w:pos="1276"/>
        </w:tabs>
        <w:suppressAutoHyphens/>
        <w:ind w:firstLine="710"/>
        <w:jc w:val="both"/>
        <w:rPr>
          <w:szCs w:val="24"/>
        </w:rPr>
      </w:pPr>
      <w:r w:rsidRPr="003114EA">
        <w:rPr>
          <w:szCs w:val="24"/>
        </w:rPr>
        <w:t>4</w:t>
      </w:r>
      <w:r w:rsidR="009C4190" w:rsidRPr="003114EA">
        <w:rPr>
          <w:szCs w:val="24"/>
        </w:rPr>
        <w:t>7</w:t>
      </w:r>
      <w:r w:rsidRPr="003114EA">
        <w:rPr>
          <w:szCs w:val="24"/>
        </w:rPr>
        <w:t>. Su socialinio būsto nuomininkais sudarytos socialinio būsto nuomos sutartys gali būti keičiamos, nutraukiamos vadovaujantis Civiliniu kodeksu, Įstatymu, socialinio būsto sutartyse nurodytais pagrindais, priimtais bei įsigaliojusiais teismų sprendimais ir Aprašu.</w:t>
      </w:r>
    </w:p>
    <w:p w14:paraId="3BC5833F" w14:textId="77777777" w:rsidR="008F31A7" w:rsidRPr="003114EA" w:rsidRDefault="00F17C86" w:rsidP="006C0AD0">
      <w:pPr>
        <w:tabs>
          <w:tab w:val="left" w:pos="0"/>
          <w:tab w:val="left" w:pos="284"/>
          <w:tab w:val="left" w:pos="851"/>
          <w:tab w:val="left" w:pos="1276"/>
        </w:tabs>
        <w:suppressAutoHyphens/>
        <w:ind w:firstLine="710"/>
        <w:jc w:val="both"/>
        <w:rPr>
          <w:szCs w:val="24"/>
        </w:rPr>
      </w:pPr>
      <w:r w:rsidRPr="003114EA">
        <w:rPr>
          <w:szCs w:val="24"/>
        </w:rPr>
        <w:t>4</w:t>
      </w:r>
      <w:r w:rsidR="009C4190" w:rsidRPr="003114EA">
        <w:rPr>
          <w:szCs w:val="24"/>
        </w:rPr>
        <w:t>8.</w:t>
      </w:r>
      <w:r w:rsidRPr="003114EA">
        <w:rPr>
          <w:szCs w:val="24"/>
        </w:rPr>
        <w:t xml:space="preserve"> Socialinio būsto nuomininkai, jų pilnamečiai šeimos nariai ir kiti pilnamečiai asmenys, kiekvienais metais, bet ne vėliau kaip iki gegužės 1 dienos (arba dėl svarbių priežasčių iki birželio 1 dienos) Lietuvos Respublikos gyventojų turto deklaravimo įstatymo nustatyta tvarka privalo deklaruoti turimą turtą (įskaitant pajamas) už praėjusius kalendorinius metus.</w:t>
      </w:r>
    </w:p>
    <w:p w14:paraId="2348D5E4" w14:textId="77777777" w:rsidR="00F17C86" w:rsidRPr="003114EA" w:rsidRDefault="009C4190" w:rsidP="006C0AD0">
      <w:pPr>
        <w:tabs>
          <w:tab w:val="left" w:pos="0"/>
          <w:tab w:val="left" w:pos="284"/>
          <w:tab w:val="left" w:pos="851"/>
          <w:tab w:val="left" w:pos="1276"/>
        </w:tabs>
        <w:suppressAutoHyphens/>
        <w:ind w:firstLine="710"/>
        <w:jc w:val="both"/>
        <w:rPr>
          <w:szCs w:val="24"/>
        </w:rPr>
      </w:pPr>
      <w:r w:rsidRPr="003114EA">
        <w:rPr>
          <w:szCs w:val="24"/>
        </w:rPr>
        <w:t>49</w:t>
      </w:r>
      <w:r w:rsidR="008F31A7" w:rsidRPr="003114EA">
        <w:rPr>
          <w:szCs w:val="24"/>
        </w:rPr>
        <w:t>. Nuomotojas įsipareigoja informuoti socialinio būsto nuomininką apie galimybę gauti  piniginę socialinę paramą (socialinę pašalpą, būsto šildymo išlaidų, geriamojo vandens išlaidų ir karšto vandens išlaidų kompensacijas) nepasiturintiems gyvento</w:t>
      </w:r>
      <w:r w:rsidR="00E34574" w:rsidRPr="003114EA">
        <w:rPr>
          <w:szCs w:val="24"/>
        </w:rPr>
        <w:t>jams, prireikus</w:t>
      </w:r>
      <w:r w:rsidR="00311E79" w:rsidRPr="003114EA">
        <w:rPr>
          <w:szCs w:val="24"/>
        </w:rPr>
        <w:t xml:space="preserve">, apie nuomininkus nuomojančius socialinį būstą miesto seniūnijoje, informuoti </w:t>
      </w:r>
      <w:r w:rsidR="00C10758" w:rsidRPr="003114EA">
        <w:rPr>
          <w:szCs w:val="24"/>
        </w:rPr>
        <w:t>S</w:t>
      </w:r>
      <w:r w:rsidR="00311E79" w:rsidRPr="003114EA">
        <w:rPr>
          <w:szCs w:val="24"/>
        </w:rPr>
        <w:t>avivaldybės</w:t>
      </w:r>
      <w:r w:rsidR="00677BFE" w:rsidRPr="003114EA">
        <w:rPr>
          <w:szCs w:val="24"/>
        </w:rPr>
        <w:t xml:space="preserve"> administracijos</w:t>
      </w:r>
      <w:r w:rsidR="00311E79" w:rsidRPr="003114EA">
        <w:rPr>
          <w:szCs w:val="24"/>
        </w:rPr>
        <w:t xml:space="preserve"> </w:t>
      </w:r>
      <w:r w:rsidR="00311E79" w:rsidRPr="003114EA">
        <w:rPr>
          <w:szCs w:val="24"/>
        </w:rPr>
        <w:lastRenderedPageBreak/>
        <w:t>Socialinės paramos skyrių, o gyvenančius kitose seniūnijose</w:t>
      </w:r>
      <w:r w:rsidRPr="003114EA">
        <w:rPr>
          <w:szCs w:val="24"/>
        </w:rPr>
        <w:t xml:space="preserve"> – </w:t>
      </w:r>
      <w:r w:rsidR="00311E79" w:rsidRPr="003114EA">
        <w:rPr>
          <w:szCs w:val="24"/>
        </w:rPr>
        <w:t xml:space="preserve">atitinkamos seniūnijos </w:t>
      </w:r>
      <w:r w:rsidR="00C10758" w:rsidRPr="003114EA">
        <w:rPr>
          <w:szCs w:val="24"/>
        </w:rPr>
        <w:t xml:space="preserve">specialistus socialinei paramai </w:t>
      </w:r>
      <w:r w:rsidR="00311E79" w:rsidRPr="003114EA">
        <w:rPr>
          <w:szCs w:val="24"/>
        </w:rPr>
        <w:t>dėl socialinės paramos Nuomininkui poreikio nustatymo ir teikimo.</w:t>
      </w:r>
    </w:p>
    <w:p w14:paraId="3C4242AD" w14:textId="77777777" w:rsidR="009C4190" w:rsidRPr="003114EA" w:rsidRDefault="009C4190" w:rsidP="006C0AD0">
      <w:pPr>
        <w:tabs>
          <w:tab w:val="left" w:pos="0"/>
          <w:tab w:val="left" w:pos="284"/>
          <w:tab w:val="left" w:pos="851"/>
          <w:tab w:val="left" w:pos="1276"/>
        </w:tabs>
        <w:suppressAutoHyphens/>
        <w:ind w:firstLine="710"/>
        <w:jc w:val="both"/>
        <w:rPr>
          <w:szCs w:val="24"/>
        </w:rPr>
      </w:pPr>
      <w:r w:rsidRPr="003114EA">
        <w:rPr>
          <w:szCs w:val="24"/>
        </w:rPr>
        <w:t>50.</w:t>
      </w:r>
      <w:r w:rsidRPr="003114EA">
        <w:t xml:space="preserve"> </w:t>
      </w:r>
      <w:r w:rsidRPr="003114EA">
        <w:rPr>
          <w:szCs w:val="24"/>
        </w:rPr>
        <w:t xml:space="preserve">Savivaldybės būsto fondą sudarantys Savivaldybės būstai taip pat nuomojami Savivaldybės tarybos sprendimu Įstatymo 14 straipsnio 1 dalyje 2–4 punktuose numatytais atvejais.  </w:t>
      </w:r>
    </w:p>
    <w:p w14:paraId="5504BF30" w14:textId="77777777" w:rsidR="009C4190" w:rsidRPr="003114EA" w:rsidRDefault="009C4190" w:rsidP="006C0AD0">
      <w:pPr>
        <w:tabs>
          <w:tab w:val="left" w:pos="0"/>
          <w:tab w:val="left" w:pos="284"/>
          <w:tab w:val="left" w:pos="851"/>
          <w:tab w:val="left" w:pos="1276"/>
        </w:tabs>
        <w:suppressAutoHyphens/>
        <w:ind w:firstLine="710"/>
        <w:jc w:val="both"/>
        <w:rPr>
          <w:szCs w:val="24"/>
        </w:rPr>
      </w:pPr>
    </w:p>
    <w:p w14:paraId="32277432" w14:textId="77777777" w:rsidR="00F17C86" w:rsidRPr="003114EA" w:rsidRDefault="00F17C86" w:rsidP="006C0AD0">
      <w:pPr>
        <w:tabs>
          <w:tab w:val="left" w:pos="0"/>
          <w:tab w:val="left" w:pos="284"/>
          <w:tab w:val="left" w:pos="851"/>
          <w:tab w:val="left" w:pos="993"/>
          <w:tab w:val="left" w:pos="1276"/>
          <w:tab w:val="left" w:pos="1418"/>
          <w:tab w:val="left" w:pos="1560"/>
        </w:tabs>
        <w:suppressAutoHyphens/>
        <w:jc w:val="center"/>
        <w:rPr>
          <w:b/>
          <w:szCs w:val="24"/>
        </w:rPr>
      </w:pPr>
      <w:r w:rsidRPr="003114EA">
        <w:rPr>
          <w:b/>
          <w:szCs w:val="24"/>
        </w:rPr>
        <w:t>V</w:t>
      </w:r>
      <w:r w:rsidR="000C6C38" w:rsidRPr="003114EA">
        <w:rPr>
          <w:b/>
          <w:szCs w:val="24"/>
        </w:rPr>
        <w:t>I</w:t>
      </w:r>
      <w:r w:rsidRPr="003114EA">
        <w:rPr>
          <w:b/>
          <w:szCs w:val="24"/>
        </w:rPr>
        <w:t xml:space="preserve"> SKYRIUS</w:t>
      </w:r>
    </w:p>
    <w:p w14:paraId="2EA18140" w14:textId="77777777" w:rsidR="00EF5631" w:rsidRPr="003114EA" w:rsidRDefault="00EF5631" w:rsidP="006C0AD0">
      <w:pPr>
        <w:tabs>
          <w:tab w:val="left" w:pos="0"/>
          <w:tab w:val="left" w:pos="284"/>
          <w:tab w:val="left" w:pos="851"/>
          <w:tab w:val="left" w:pos="993"/>
          <w:tab w:val="left" w:pos="1276"/>
          <w:tab w:val="left" w:pos="2552"/>
        </w:tabs>
        <w:suppressAutoHyphens/>
        <w:jc w:val="center"/>
        <w:rPr>
          <w:b/>
          <w:szCs w:val="24"/>
        </w:rPr>
      </w:pPr>
      <w:r w:rsidRPr="003114EA">
        <w:rPr>
          <w:b/>
          <w:szCs w:val="24"/>
        </w:rPr>
        <w:t>SAVIVALDYBĖS BŪSTO NUOMOS TVARKA</w:t>
      </w:r>
    </w:p>
    <w:p w14:paraId="04E83AFC" w14:textId="77777777" w:rsidR="00EF5631" w:rsidRPr="003114EA" w:rsidRDefault="00EF5631" w:rsidP="006C0AD0">
      <w:pPr>
        <w:tabs>
          <w:tab w:val="left" w:pos="0"/>
          <w:tab w:val="left" w:pos="284"/>
          <w:tab w:val="left" w:pos="851"/>
          <w:tab w:val="left" w:pos="993"/>
          <w:tab w:val="left" w:pos="1276"/>
        </w:tabs>
        <w:suppressAutoHyphens/>
        <w:jc w:val="both"/>
        <w:rPr>
          <w:szCs w:val="24"/>
        </w:rPr>
      </w:pPr>
    </w:p>
    <w:p w14:paraId="5C2B9B01"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lang w:eastAsia="lt-LT"/>
        </w:rPr>
        <w:t>5</w:t>
      </w:r>
      <w:r w:rsidR="00C10758" w:rsidRPr="003114EA">
        <w:rPr>
          <w:szCs w:val="24"/>
          <w:lang w:eastAsia="lt-LT"/>
        </w:rPr>
        <w:t>1</w:t>
      </w:r>
      <w:r w:rsidR="00EF5631" w:rsidRPr="003114EA">
        <w:rPr>
          <w:szCs w:val="24"/>
          <w:lang w:eastAsia="lt-LT"/>
        </w:rPr>
        <w:t>. A</w:t>
      </w:r>
      <w:r w:rsidR="00EF5631" w:rsidRPr="003114EA">
        <w:rPr>
          <w:szCs w:val="24"/>
        </w:rPr>
        <w:t xml:space="preserve">smens ar šeimos, nuomojančio (nuomojančios) socialinį būstą, deklaruoto turto vertė ar pajamos, kurios, vadovaujantis Piniginės socialinės paramos nepasiturintiems gyventojams įstatymo 17 straipsniu, įskaitomos į asmens ar šeimos gaunamas pajamas, viršija daugiau kaip 35 procentais arba daugiau kaip 50 procentų, jeigu asmuo yra be šeimos ar jeigu šeimoje motina arba tėvas, globėjas (rūpintojas) vienas augina vieną vaiką ar daugiau vaikų ir (arba) vaiką (vaikus), kuriam (kuriems) nustatyta nuolatinė globa (rūpyba), ar jeigu asmuo yra su negalia, ar jeigu šeimoje yra asmenų su negalia, Įstatymo 11 straipsnio 3 dalyje nustatytus metinius pajamų ir turto dydžius, </w:t>
      </w:r>
      <w:bookmarkStart w:id="7" w:name="_Hlk166238506"/>
      <w:r w:rsidR="00EF5631" w:rsidRPr="003114EA">
        <w:rPr>
          <w:szCs w:val="24"/>
        </w:rPr>
        <w:t xml:space="preserve">asmens ar šeimos prašymu, </w:t>
      </w:r>
      <w:bookmarkStart w:id="8" w:name="_Hlk167287956"/>
      <w:r w:rsidR="00EF5631" w:rsidRPr="003114EA">
        <w:rPr>
          <w:szCs w:val="24"/>
        </w:rPr>
        <w:t>Komisijai pateikus sprendimą</w:t>
      </w:r>
      <w:bookmarkEnd w:id="8"/>
      <w:r w:rsidR="00EF5631" w:rsidRPr="003114EA">
        <w:rPr>
          <w:szCs w:val="24"/>
        </w:rPr>
        <w:t xml:space="preserve">, Savivaldybės administracija šį būstą nuomoja kaip Savivaldybės būstą, </w:t>
      </w:r>
      <w:bookmarkEnd w:id="7"/>
      <w:r w:rsidR="00EF5631" w:rsidRPr="003114EA">
        <w:rPr>
          <w:szCs w:val="24"/>
        </w:rPr>
        <w:t>jeigu asmuo ar šeima Lietuvos Respublikoje nuosavybės teise neturi kito būsto ir jeigu:</w:t>
      </w:r>
    </w:p>
    <w:p w14:paraId="0FE65DD1"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1</w:t>
      </w:r>
      <w:r w:rsidR="00EF5631" w:rsidRPr="003114EA">
        <w:rPr>
          <w:szCs w:val="24"/>
        </w:rPr>
        <w:t>.1. Asmeniui iki senatvės pensijos amžiaus sukakties yra likę 5 ar mažiau metų.</w:t>
      </w:r>
    </w:p>
    <w:p w14:paraId="13A9D659"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1</w:t>
      </w:r>
      <w:r w:rsidR="00EF5631" w:rsidRPr="003114EA">
        <w:rPr>
          <w:szCs w:val="24"/>
        </w:rPr>
        <w:t>.2. Asmuo yra neįgalusis arba šeimoje yra asmenų su negalia.</w:t>
      </w:r>
    </w:p>
    <w:p w14:paraId="7590C961"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1</w:t>
      </w:r>
      <w:r w:rsidR="00EF5631" w:rsidRPr="003114EA">
        <w:rPr>
          <w:szCs w:val="24"/>
        </w:rPr>
        <w:t>.3. Šeima augina tris ar daugiau vaikų ir (ar) vaikų, kuriems nustatyta nuolatinė globa (rūpyba).</w:t>
      </w:r>
    </w:p>
    <w:p w14:paraId="4E8A7F28"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2</w:t>
      </w:r>
      <w:r w:rsidR="00EF5631" w:rsidRPr="003114EA">
        <w:rPr>
          <w:szCs w:val="24"/>
        </w:rPr>
        <w:t>. Savivaldybės būstas nuomojamas rinkos kaina, išskyrus atvejus, kai jis nuomojamas Lietuvos Respublikos nuosavybės teise kito būsto neturintiems:</w:t>
      </w:r>
    </w:p>
    <w:p w14:paraId="323CF12E"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2</w:t>
      </w:r>
      <w:r w:rsidR="00EF5631" w:rsidRPr="003114EA">
        <w:rPr>
          <w:szCs w:val="24"/>
        </w:rPr>
        <w:t>.1. Asmeniui iki senatvės pensijos amžiaus sukakties yra likę 5 ar mažiau metų, ar kitam asmeniui, kuris yra be šeimos.</w:t>
      </w:r>
    </w:p>
    <w:p w14:paraId="66FD4EC5"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2</w:t>
      </w:r>
      <w:r w:rsidR="00EF5631" w:rsidRPr="003114EA">
        <w:rPr>
          <w:szCs w:val="24"/>
        </w:rPr>
        <w:t>.2. Asmeniui su negalia, ar šeimai, kurioje yra asmuo su negalia.</w:t>
      </w:r>
    </w:p>
    <w:p w14:paraId="1EC3CC56"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2</w:t>
      </w:r>
      <w:r w:rsidR="00EF5631" w:rsidRPr="003114EA">
        <w:rPr>
          <w:szCs w:val="24"/>
        </w:rPr>
        <w:t>.3. Šeimai, auginančiai tris ar daugiau vaikų ir (ar) vaikų, kuriems nustatyta nuolatinė globa (rūpyba).</w:t>
      </w:r>
    </w:p>
    <w:p w14:paraId="5882C0E1" w14:textId="77777777" w:rsidR="0049429C"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2</w:t>
      </w:r>
      <w:r w:rsidR="00EF5631" w:rsidRPr="003114EA">
        <w:rPr>
          <w:szCs w:val="24"/>
        </w:rPr>
        <w:t>.4. Šeimai, kurioje motina arba tėvas, globėjas (rūpintojas) vienas augina vieną ar daugiau vaikų ir (arba) vaiką (vaikus), kuriam (kuriems) nustatyta nuolatinė globa (rūpyba).</w:t>
      </w:r>
    </w:p>
    <w:p w14:paraId="2B2E5613"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4"/>
        </w:rPr>
        <w:t>5</w:t>
      </w:r>
      <w:r w:rsidR="00C10758" w:rsidRPr="003114EA">
        <w:rPr>
          <w:szCs w:val="24"/>
        </w:rPr>
        <w:t>2</w:t>
      </w:r>
      <w:r w:rsidR="00EF5631" w:rsidRPr="003114EA">
        <w:rPr>
          <w:szCs w:val="24"/>
        </w:rPr>
        <w:t>.5. Įstatymo 25 straipsnio 1 dalies 5 punkte nurodytiems asmenims.</w:t>
      </w:r>
    </w:p>
    <w:p w14:paraId="2BA8E4AE" w14:textId="77777777" w:rsidR="00EF5631" w:rsidRPr="003114EA" w:rsidRDefault="006A0696" w:rsidP="006C0AD0">
      <w:pPr>
        <w:tabs>
          <w:tab w:val="left" w:pos="851"/>
          <w:tab w:val="left" w:pos="1276"/>
          <w:tab w:val="left" w:pos="1418"/>
        </w:tabs>
        <w:suppressAutoHyphens/>
        <w:ind w:firstLine="709"/>
        <w:jc w:val="both"/>
        <w:rPr>
          <w:szCs w:val="24"/>
        </w:rPr>
      </w:pPr>
      <w:r w:rsidRPr="003114EA">
        <w:rPr>
          <w:szCs w:val="22"/>
        </w:rPr>
        <w:t>5</w:t>
      </w:r>
      <w:r w:rsidR="00C10758" w:rsidRPr="003114EA">
        <w:rPr>
          <w:szCs w:val="22"/>
        </w:rPr>
        <w:t>3</w:t>
      </w:r>
      <w:r w:rsidR="00EF5631" w:rsidRPr="003114EA">
        <w:rPr>
          <w:szCs w:val="22"/>
        </w:rPr>
        <w:t xml:space="preserve">. Aprašo </w:t>
      </w:r>
      <w:r w:rsidRPr="003114EA">
        <w:rPr>
          <w:szCs w:val="22"/>
        </w:rPr>
        <w:t>5</w:t>
      </w:r>
      <w:r w:rsidR="00C10758" w:rsidRPr="003114EA">
        <w:rPr>
          <w:szCs w:val="22"/>
        </w:rPr>
        <w:t>2</w:t>
      </w:r>
      <w:r w:rsidR="00EF5631" w:rsidRPr="003114EA">
        <w:rPr>
          <w:szCs w:val="22"/>
        </w:rPr>
        <w:t xml:space="preserve"> punkte numatytais atvejais </w:t>
      </w:r>
      <w:r w:rsidR="009C4190" w:rsidRPr="003114EA">
        <w:rPr>
          <w:szCs w:val="22"/>
        </w:rPr>
        <w:t>S</w:t>
      </w:r>
      <w:r w:rsidR="00EF5631" w:rsidRPr="003114EA">
        <w:rPr>
          <w:szCs w:val="22"/>
        </w:rPr>
        <w:t>avi</w:t>
      </w:r>
      <w:r w:rsidR="00EF5631" w:rsidRPr="003114EA">
        <w:rPr>
          <w:szCs w:val="24"/>
          <w:lang w:eastAsia="lt-LT"/>
        </w:rPr>
        <w:t>valdybės būsto nuomos mokesti</w:t>
      </w:r>
      <w:r w:rsidR="00C41DAE" w:rsidRPr="003114EA">
        <w:rPr>
          <w:szCs w:val="24"/>
          <w:lang w:eastAsia="lt-LT"/>
        </w:rPr>
        <w:t>s</w:t>
      </w:r>
      <w:r w:rsidR="00EF5631" w:rsidRPr="003114EA">
        <w:rPr>
          <w:szCs w:val="24"/>
          <w:lang w:eastAsia="lt-LT"/>
        </w:rPr>
        <w:t xml:space="preserve"> negali viršyti socialinio būsto nuomos kainos daugiau kaip 20 procentų. Šias atvejais, nuomininkui pateikus prašymą Savivaldybės administracijai, taikomos Įstatymo 20 straipsnio 11 dalies nuostatos dėl asmenų ir šeimų turto ir gautų pajamų deklaravimo bei deklaruoto turto vertės ir gautų pajamų atitikimo Įstatymo 11 straipsnio 1 dalies nuostatoms. Savivaldybės būsto nuomos mokestis perskaičiuojamas nuo mėnesio, einančio po prašymo pateikimo datos, 1 dienos iki sekančio deklaravimo periodo pabaigos</w:t>
      </w:r>
      <w:r w:rsidR="00EF5631" w:rsidRPr="003114EA">
        <w:rPr>
          <w:szCs w:val="24"/>
        </w:rPr>
        <w:t>.</w:t>
      </w:r>
    </w:p>
    <w:p w14:paraId="0959AF85" w14:textId="77777777" w:rsidR="00EF5631" w:rsidRPr="003114EA" w:rsidRDefault="006A0696" w:rsidP="006C0AD0">
      <w:pPr>
        <w:tabs>
          <w:tab w:val="left" w:pos="851"/>
          <w:tab w:val="left" w:pos="1276"/>
          <w:tab w:val="left" w:pos="1418"/>
        </w:tabs>
        <w:suppressAutoHyphens/>
        <w:ind w:firstLine="851"/>
        <w:jc w:val="both"/>
        <w:rPr>
          <w:szCs w:val="24"/>
        </w:rPr>
      </w:pPr>
      <w:r w:rsidRPr="003114EA">
        <w:rPr>
          <w:szCs w:val="24"/>
        </w:rPr>
        <w:t>5</w:t>
      </w:r>
      <w:r w:rsidR="00C10758" w:rsidRPr="003114EA">
        <w:rPr>
          <w:szCs w:val="24"/>
        </w:rPr>
        <w:t>4</w:t>
      </w:r>
      <w:r w:rsidR="00EF5631" w:rsidRPr="003114EA">
        <w:rPr>
          <w:szCs w:val="24"/>
        </w:rPr>
        <w:t xml:space="preserve">. Savivaldybės būstas išnuomotas Aprašo </w:t>
      </w:r>
      <w:r w:rsidRPr="003114EA">
        <w:rPr>
          <w:szCs w:val="24"/>
        </w:rPr>
        <w:t>5</w:t>
      </w:r>
      <w:r w:rsidR="00AF4452" w:rsidRPr="003114EA">
        <w:rPr>
          <w:szCs w:val="24"/>
        </w:rPr>
        <w:t>1</w:t>
      </w:r>
      <w:r w:rsidR="00EF5631" w:rsidRPr="003114EA">
        <w:rPr>
          <w:szCs w:val="24"/>
        </w:rPr>
        <w:t xml:space="preserve"> punkte numatytais atvejais, </w:t>
      </w:r>
      <w:r w:rsidR="00677BFE" w:rsidRPr="003114EA">
        <w:rPr>
          <w:szCs w:val="24"/>
        </w:rPr>
        <w:t>S</w:t>
      </w:r>
      <w:r w:rsidR="00EF5631" w:rsidRPr="003114EA">
        <w:rPr>
          <w:szCs w:val="24"/>
        </w:rPr>
        <w:t xml:space="preserve">avivaldybės būsto nuomos sutartis sudaroma vieniems metams Savivaldybės administracijos direktoriaus įsakymu. Jeigu asmens ar šeimos deklaruotas turtas (įskaitant gautas pajamas) po vienų metų nuo terminuotos </w:t>
      </w:r>
      <w:r w:rsidR="00677BFE" w:rsidRPr="003114EA">
        <w:rPr>
          <w:szCs w:val="24"/>
        </w:rPr>
        <w:t>S</w:t>
      </w:r>
      <w:r w:rsidR="00EF5631" w:rsidRPr="003114EA">
        <w:rPr>
          <w:szCs w:val="24"/>
        </w:rPr>
        <w:t xml:space="preserve">avivaldybės būsto sutarties sudarymo dienos, viršija Įstatymo 11 straipsnio 3 dalyje nustatytus metinius pajamų ir turto dydžius, Komisijai pateikus sprendimą, Savivaldybės administracijos direktoriaus įsakymu </w:t>
      </w:r>
      <w:r w:rsidR="00677BFE" w:rsidRPr="003114EA">
        <w:rPr>
          <w:szCs w:val="24"/>
        </w:rPr>
        <w:t>S</w:t>
      </w:r>
      <w:r w:rsidR="00EF5631" w:rsidRPr="003114EA">
        <w:rPr>
          <w:szCs w:val="24"/>
        </w:rPr>
        <w:t>avivaldybės būsto nuomos sutartis pratęsiama.</w:t>
      </w:r>
    </w:p>
    <w:p w14:paraId="50AF3FA8" w14:textId="77777777" w:rsidR="00EF5631" w:rsidRPr="003114EA" w:rsidRDefault="00813492" w:rsidP="006C0AD0">
      <w:pPr>
        <w:tabs>
          <w:tab w:val="left" w:pos="851"/>
          <w:tab w:val="left" w:pos="1276"/>
          <w:tab w:val="left" w:pos="1418"/>
        </w:tabs>
        <w:suppressAutoHyphens/>
        <w:ind w:firstLine="851"/>
        <w:jc w:val="both"/>
        <w:rPr>
          <w:szCs w:val="24"/>
        </w:rPr>
      </w:pPr>
      <w:r w:rsidRPr="003114EA">
        <w:rPr>
          <w:szCs w:val="24"/>
        </w:rPr>
        <w:t>5</w:t>
      </w:r>
      <w:r w:rsidR="00C10758" w:rsidRPr="003114EA">
        <w:rPr>
          <w:szCs w:val="24"/>
        </w:rPr>
        <w:t>5</w:t>
      </w:r>
      <w:r w:rsidR="00EF5631" w:rsidRPr="003114EA">
        <w:rPr>
          <w:szCs w:val="24"/>
        </w:rPr>
        <w:t>. Savivaldybės būsto nuomininkai</w:t>
      </w:r>
      <w:r w:rsidR="00677BFE" w:rsidRPr="003114EA">
        <w:rPr>
          <w:szCs w:val="24"/>
        </w:rPr>
        <w:t>,</w:t>
      </w:r>
      <w:r w:rsidR="00EF5631" w:rsidRPr="003114EA">
        <w:rPr>
          <w:szCs w:val="24"/>
        </w:rPr>
        <w:t xml:space="preserve"> gaunantys mažas pajamas ir neturintys nuosavybės teise tinkamo būsto gyventi, pateikę Valstybinėje mokesčių inspekcijoje Gyventojo (šeimos) turto deklaraciją (įskaitant gautas pajamas) už praėjusius kalendorinius metus ir neviršijantys įstatymo 11 straipsnio 3 dalyje nustatytų pajamų ir turto dydžių, gali kreiptis į Savivaldybės administraciją su prašymu dėl nuomos sąlygų pakeitimo ir būstą nuomoti socialinio būsto nuomos sąlygomis. Sprendimas dėl nuomos sąlygų pakeitimo priimamas,</w:t>
      </w:r>
      <w:r w:rsidR="00EF5631" w:rsidRPr="003114EA">
        <w:rPr>
          <w:b/>
          <w:bCs/>
          <w:szCs w:val="24"/>
        </w:rPr>
        <w:t xml:space="preserve"> </w:t>
      </w:r>
      <w:r w:rsidR="00EF5631" w:rsidRPr="003114EA">
        <w:rPr>
          <w:szCs w:val="24"/>
        </w:rPr>
        <w:t xml:space="preserve">Komisijai pateikus sprendimą, Savivaldybės administracijos direktoriaus įsakymu. Sudarius socialinio būsto nuomos sutartį yra laikoma, kad </w:t>
      </w:r>
      <w:r w:rsidR="00EF5631" w:rsidRPr="003114EA">
        <w:rPr>
          <w:szCs w:val="24"/>
        </w:rPr>
        <w:lastRenderedPageBreak/>
        <w:t xml:space="preserve">asmuo (Šeima) praranda teisę į nuomos teisinius santykius pagal Lietuvos Respublikos gyventojų apsirūpinimo gyvenamosiomis patalpomis įstatymą. Asmuo su prašymu pateikia sutikimą, jog sudarius socialinio būsto nuomos sutartį, nuomos santykiai, galioję iki šios sutarties sudarymo, yra laikomi pasibaigusiais ir toks būstas, vadovaujantis Įstatymu, negali būti parduodamas. </w:t>
      </w:r>
    </w:p>
    <w:p w14:paraId="6E29EEAA" w14:textId="77777777" w:rsidR="00EF5631" w:rsidRPr="003114EA" w:rsidRDefault="00813492" w:rsidP="006C0AD0">
      <w:pPr>
        <w:tabs>
          <w:tab w:val="left" w:pos="851"/>
          <w:tab w:val="left" w:pos="1276"/>
          <w:tab w:val="left" w:pos="1418"/>
        </w:tabs>
        <w:suppressAutoHyphens/>
        <w:ind w:firstLine="851"/>
        <w:jc w:val="both"/>
        <w:rPr>
          <w:sz w:val="8"/>
          <w:szCs w:val="8"/>
        </w:rPr>
      </w:pPr>
      <w:r w:rsidRPr="003114EA">
        <w:rPr>
          <w:szCs w:val="22"/>
        </w:rPr>
        <w:t>5</w:t>
      </w:r>
      <w:r w:rsidR="00C10758" w:rsidRPr="003114EA">
        <w:rPr>
          <w:szCs w:val="22"/>
        </w:rPr>
        <w:t>6</w:t>
      </w:r>
      <w:r w:rsidR="00EF5631" w:rsidRPr="003114EA">
        <w:rPr>
          <w:szCs w:val="22"/>
        </w:rPr>
        <w:t xml:space="preserve">. Kai netinkamu naudoti pagal tiesioginę paskirtį pripažįstamas apgyvendintas Savivaldybės būstas, jo nuomininkams pasiūlymai dėl nuomos perkėlimo į kitus tinkamos techninės būklės </w:t>
      </w:r>
      <w:r w:rsidR="00677BFE" w:rsidRPr="003114EA">
        <w:rPr>
          <w:szCs w:val="22"/>
        </w:rPr>
        <w:t>S</w:t>
      </w:r>
      <w:r w:rsidR="00EF5631" w:rsidRPr="003114EA">
        <w:rPr>
          <w:szCs w:val="22"/>
        </w:rPr>
        <w:t xml:space="preserve">avivaldybės būstus teikiami nedelsiant. Nuomininkai, du kartus atsisakę persikelti į siūlomą </w:t>
      </w:r>
      <w:r w:rsidR="00CA1A23" w:rsidRPr="003114EA">
        <w:rPr>
          <w:szCs w:val="22"/>
        </w:rPr>
        <w:t>S</w:t>
      </w:r>
      <w:r w:rsidR="00EF5631" w:rsidRPr="003114EA">
        <w:rPr>
          <w:szCs w:val="22"/>
        </w:rPr>
        <w:t>avivaldybės būstą, iš netinkamų naudoti pagal tiesioginę paskirtį blogos techninės būklės būstų iškeldinami teismo tvarka.</w:t>
      </w:r>
      <w:r w:rsidR="00EF5631" w:rsidRPr="003114EA">
        <w:t xml:space="preserve"> </w:t>
      </w:r>
    </w:p>
    <w:p w14:paraId="59B5D968" w14:textId="77777777" w:rsidR="00EF5631" w:rsidRPr="003114EA" w:rsidRDefault="00813492" w:rsidP="006C0AD0">
      <w:pPr>
        <w:tabs>
          <w:tab w:val="left" w:pos="0"/>
          <w:tab w:val="left" w:pos="284"/>
          <w:tab w:val="left" w:pos="709"/>
          <w:tab w:val="left" w:pos="1276"/>
          <w:tab w:val="left" w:pos="1418"/>
        </w:tabs>
        <w:suppressAutoHyphens/>
        <w:ind w:firstLine="851"/>
        <w:jc w:val="both"/>
      </w:pPr>
      <w:r w:rsidRPr="003114EA">
        <w:rPr>
          <w:szCs w:val="24"/>
        </w:rPr>
        <w:t>5</w:t>
      </w:r>
      <w:r w:rsidR="00C10758" w:rsidRPr="003114EA">
        <w:rPr>
          <w:szCs w:val="24"/>
        </w:rPr>
        <w:t>7</w:t>
      </w:r>
      <w:r w:rsidR="00EF5631" w:rsidRPr="003114EA">
        <w:rPr>
          <w:szCs w:val="24"/>
        </w:rPr>
        <w:t>. Nuomininkui</w:t>
      </w:r>
      <w:r w:rsidR="00677BFE" w:rsidRPr="003114EA">
        <w:rPr>
          <w:szCs w:val="24"/>
        </w:rPr>
        <w:t>,</w:t>
      </w:r>
      <w:r w:rsidR="00EF5631" w:rsidRPr="003114EA">
        <w:rPr>
          <w:szCs w:val="24"/>
        </w:rPr>
        <w:t xml:space="preserve"> pateikus rašytinį sutikimą persikelti į pasiūlytą techniškai tvarkingą, tinkamą gyventi </w:t>
      </w:r>
      <w:r w:rsidR="00677BFE" w:rsidRPr="003114EA">
        <w:rPr>
          <w:szCs w:val="24"/>
        </w:rPr>
        <w:t>S</w:t>
      </w:r>
      <w:r w:rsidR="00EF5631" w:rsidRPr="003114EA">
        <w:rPr>
          <w:szCs w:val="24"/>
        </w:rPr>
        <w:t xml:space="preserve">avivaldybės būstą, keičiama galiojanti nuomos sutartis ir sudaroma nauja, joje nurodant nuomai pasiūlyto būsto adresą, jo techninius duomenis ir kt. Sprendimus dėl </w:t>
      </w:r>
      <w:r w:rsidR="00CA1A23" w:rsidRPr="003114EA">
        <w:rPr>
          <w:szCs w:val="24"/>
        </w:rPr>
        <w:t>S</w:t>
      </w:r>
      <w:r w:rsidR="00EF5631" w:rsidRPr="003114EA">
        <w:rPr>
          <w:szCs w:val="24"/>
        </w:rPr>
        <w:t>avivaldybės būsto nuomos sutarčių keitimo, perkeliant nuomą į techniškai tvarkingą būstą,</w:t>
      </w:r>
      <w:r w:rsidR="00EF5631" w:rsidRPr="003114EA">
        <w:rPr>
          <w:b/>
          <w:bCs/>
          <w:szCs w:val="24"/>
        </w:rPr>
        <w:t xml:space="preserve"> </w:t>
      </w:r>
      <w:r w:rsidR="00EF5631" w:rsidRPr="003114EA">
        <w:rPr>
          <w:szCs w:val="24"/>
        </w:rPr>
        <w:t>Komisijai pateikus  sprendimą, priima Savivaldybės administracijos direktorius.</w:t>
      </w:r>
    </w:p>
    <w:p w14:paraId="3062491E" w14:textId="77777777" w:rsidR="00EF5631" w:rsidRPr="003114EA" w:rsidRDefault="00813492" w:rsidP="006C0AD0">
      <w:pPr>
        <w:tabs>
          <w:tab w:val="left" w:pos="0"/>
          <w:tab w:val="left" w:pos="284"/>
          <w:tab w:val="left" w:pos="709"/>
          <w:tab w:val="left" w:pos="1276"/>
          <w:tab w:val="left" w:pos="1418"/>
        </w:tabs>
        <w:suppressAutoHyphens/>
        <w:ind w:firstLine="851"/>
        <w:jc w:val="both"/>
        <w:rPr>
          <w:sz w:val="22"/>
          <w:szCs w:val="22"/>
        </w:rPr>
      </w:pPr>
      <w:r w:rsidRPr="003114EA">
        <w:t>5</w:t>
      </w:r>
      <w:r w:rsidR="00AE2F18" w:rsidRPr="003114EA">
        <w:t>8</w:t>
      </w:r>
      <w:r w:rsidR="00EF5631" w:rsidRPr="003114EA">
        <w:t xml:space="preserve">. Terminuotai vienų metų laikotarpiui laisvas </w:t>
      </w:r>
      <w:r w:rsidR="00677BFE" w:rsidRPr="003114EA">
        <w:t>S</w:t>
      </w:r>
      <w:r w:rsidR="00EF5631" w:rsidRPr="003114EA">
        <w:t xml:space="preserve">avivaldybės būstas, </w:t>
      </w:r>
      <w:r w:rsidR="00EF5631" w:rsidRPr="003114EA">
        <w:rPr>
          <w:szCs w:val="24"/>
        </w:rPr>
        <w:t>Komisijai pateikus  sprendimą</w:t>
      </w:r>
      <w:r w:rsidR="00EF5631" w:rsidRPr="003114EA">
        <w:t>, Savivaldybės administracijos direktoriaus įsakymu, gali būti išnuomojamas asmenims ar šeimoms</w:t>
      </w:r>
      <w:r w:rsidR="00EF5631" w:rsidRPr="003114EA">
        <w:rPr>
          <w:szCs w:val="24"/>
        </w:rPr>
        <w:t xml:space="preserve">, įrašytoms į </w:t>
      </w:r>
      <w:r w:rsidR="006B6129" w:rsidRPr="003114EA">
        <w:rPr>
          <w:szCs w:val="24"/>
        </w:rPr>
        <w:t>S</w:t>
      </w:r>
      <w:r w:rsidR="00EF5631" w:rsidRPr="003114EA">
        <w:rPr>
          <w:szCs w:val="24"/>
        </w:rPr>
        <w:t>ąrašą, kol jie sulauks eilės socialinio būsto nuomai, pateikus prašymą, jeigu jų deklaruoto turto vertė ar pajamos, kurios, vadovaujantis Piniginės socialinės paramos nepasiturintiems gyventojams įstatymo 17 straipsniu, įskaitomos į asmens ar šeimos gaunamas pajamas, neviršija 35 procentų arba daugiau kaip 50 procentų, jeigu asmuo yra be šeimos ar jeigu šeimoje motina arba tėvas, globėjas (rūpintojas) vienas augina vieną vaiką ar daugiau vaikų ir (arba) vaiką (vaikus), kuriam (kuriems) nustatyta nuolatinė globa (rūpyba), ar jeigu asmuo yra su negalia, ar jeigu šeimoje yra asmenų su negalia</w:t>
      </w:r>
      <w:r w:rsidR="00EF5631" w:rsidRPr="003114EA">
        <w:rPr>
          <w:b/>
          <w:bCs/>
          <w:szCs w:val="24"/>
        </w:rPr>
        <w:t>,</w:t>
      </w:r>
      <w:r w:rsidR="00EF5631" w:rsidRPr="003114EA">
        <w:rPr>
          <w:szCs w:val="24"/>
        </w:rPr>
        <w:t xml:space="preserve"> Įstatymo 11 straipsnio 3 dalyje nustatytų metinių pajamų ir turto  dydžių ir jeigu šie asmenys ir šeimos neturi Lietuvos Respublikos teritorijoje nuosavybės teise priklausančio būsto.</w:t>
      </w:r>
      <w:r w:rsidR="00EF5631" w:rsidRPr="003114EA">
        <w:t xml:space="preserve"> </w:t>
      </w:r>
    </w:p>
    <w:p w14:paraId="459BD1AD" w14:textId="77777777" w:rsidR="00EF5631" w:rsidRPr="003114EA" w:rsidRDefault="00EF5631" w:rsidP="006C0AD0">
      <w:pPr>
        <w:tabs>
          <w:tab w:val="left" w:pos="0"/>
          <w:tab w:val="left" w:pos="284"/>
          <w:tab w:val="left" w:pos="709"/>
          <w:tab w:val="left" w:pos="1276"/>
          <w:tab w:val="left" w:pos="1418"/>
        </w:tabs>
        <w:suppressAutoHyphens/>
        <w:ind w:firstLine="851"/>
        <w:jc w:val="both"/>
        <w:rPr>
          <w:szCs w:val="24"/>
          <w:lang w:eastAsia="lt-LT"/>
        </w:rPr>
      </w:pPr>
      <w:r w:rsidRPr="003114EA">
        <w:rPr>
          <w:szCs w:val="24"/>
        </w:rPr>
        <w:t>5</w:t>
      </w:r>
      <w:r w:rsidR="00AE2F18" w:rsidRPr="003114EA">
        <w:rPr>
          <w:szCs w:val="24"/>
        </w:rPr>
        <w:t>9</w:t>
      </w:r>
      <w:r w:rsidRPr="003114EA">
        <w:rPr>
          <w:szCs w:val="24"/>
        </w:rPr>
        <w:t xml:space="preserve">. Asmenys ir šeimos, kurie yra pasirašę terminuotą vienų metų nuomos sutartį, prašymą dėl nuomos sutarties sudarymo naujam terminui privalo pateikti likus mėnesiui iki nuomos termino pabaigos. Kartu su prašymu pateikia dokumentus, įrodančius teisę į </w:t>
      </w:r>
      <w:r w:rsidR="00677BFE" w:rsidRPr="003114EA">
        <w:rPr>
          <w:szCs w:val="24"/>
        </w:rPr>
        <w:t>S</w:t>
      </w:r>
      <w:r w:rsidRPr="003114EA">
        <w:rPr>
          <w:szCs w:val="24"/>
        </w:rPr>
        <w:t>avivaldybės būsto nuomą. Nuomos sutartis nepratęsiama, jei asmenys ar šeimos turi įsiskolinimų, išskyrus atvejus, kai sudaro su Nuomotuoju susitarimą dėl skolos grąžinimo. Sprendimą dėl nuomos sutarties sudarymo naujam terminui, Komisijai pateikus sprendimą, priima Savivaldybės administracijos direktorius.</w:t>
      </w:r>
      <w:r w:rsidRPr="003114EA">
        <w:t xml:space="preserve"> </w:t>
      </w:r>
    </w:p>
    <w:p w14:paraId="05C7A228" w14:textId="77777777" w:rsidR="00EF5631" w:rsidRPr="003114EA" w:rsidRDefault="00AE2F18" w:rsidP="006C0AD0">
      <w:pPr>
        <w:tabs>
          <w:tab w:val="left" w:pos="0"/>
          <w:tab w:val="left" w:pos="284"/>
          <w:tab w:val="left" w:pos="709"/>
          <w:tab w:val="left" w:pos="1276"/>
          <w:tab w:val="left" w:pos="1418"/>
        </w:tabs>
        <w:suppressAutoHyphens/>
        <w:ind w:firstLine="851"/>
        <w:jc w:val="both"/>
        <w:rPr>
          <w:szCs w:val="24"/>
          <w:lang w:eastAsia="lt-LT"/>
        </w:rPr>
      </w:pPr>
      <w:r w:rsidRPr="003114EA">
        <w:rPr>
          <w:szCs w:val="24"/>
        </w:rPr>
        <w:t>60</w:t>
      </w:r>
      <w:r w:rsidR="00EF5631" w:rsidRPr="003114EA">
        <w:rPr>
          <w:szCs w:val="24"/>
        </w:rPr>
        <w:t>.</w:t>
      </w:r>
      <w:r w:rsidR="00042774" w:rsidRPr="003114EA">
        <w:rPr>
          <w:szCs w:val="24"/>
        </w:rPr>
        <w:t xml:space="preserve"> </w:t>
      </w:r>
      <w:r w:rsidR="00EF5631" w:rsidRPr="003114EA">
        <w:rPr>
          <w:szCs w:val="24"/>
        </w:rPr>
        <w:t xml:space="preserve">Terminuota </w:t>
      </w:r>
      <w:r w:rsidR="00CA1A23" w:rsidRPr="003114EA">
        <w:rPr>
          <w:szCs w:val="24"/>
        </w:rPr>
        <w:t>S</w:t>
      </w:r>
      <w:r w:rsidR="00EF5631" w:rsidRPr="003114EA">
        <w:rPr>
          <w:szCs w:val="24"/>
        </w:rPr>
        <w:t xml:space="preserve">avivaldybės būsto sutartis nutraukiama, Komisijai pateikus sprendimą, Savivaldybės administracijos direktoriaus įsakymu asmenims ir šeimoms, nurodytiems Aprašo </w:t>
      </w:r>
      <w:r w:rsidR="00813492" w:rsidRPr="003114EA">
        <w:rPr>
          <w:szCs w:val="24"/>
        </w:rPr>
        <w:t>5</w:t>
      </w:r>
      <w:r w:rsidR="00BB04E0" w:rsidRPr="003114EA">
        <w:rPr>
          <w:szCs w:val="24"/>
        </w:rPr>
        <w:t>2</w:t>
      </w:r>
      <w:r w:rsidR="00EF5631" w:rsidRPr="003114EA">
        <w:rPr>
          <w:szCs w:val="24"/>
        </w:rPr>
        <w:t xml:space="preserve"> punkte, jeigu asmuo ar šeima pasibaigus kalendoriniams metams, iki kitų metų gegužės 1 dienos, arba dėl svarbių priežasčių iki kitų metų birželio 1 dienos nepateikė turto (įskaitant gautas pajamas) deklaracijos Gyventojų turto deklaravimo įstatyme nustatyta tvarka arba deklaruoto turto vertė ir pajamos, kurios vadovaujantis Piniginės socialinės paramos nepasiturintiems gyventojams įstatymo 17 straipsniu, įskaitomos į asmens ar šeimos gaunamas pajamas, daugiau kaip 35 procentų arba daugiau kaip 50 procentų, jeigu asmuo yra be šeimos ar jeigu šeimoje motina arba tėvas, globėjas (rūpintojas) vienas augina vieną vaiką ar daugiau vaikų ir (arba) vaiką (vaikus), kuriam (kuriems) nustatyta nuolatinė globa (rūpyba), ar jeigu asmuo yra su negalia, ar jeigu šeimoje yra asmenų su negalia, viršija Įstatymo 11 straipsnio 3 dalyje nustatytų metinių pajamų ir turto dydžius.</w:t>
      </w:r>
      <w:r w:rsidR="00EF5631" w:rsidRPr="003114EA">
        <w:t xml:space="preserve"> </w:t>
      </w:r>
    </w:p>
    <w:p w14:paraId="56A496DF" w14:textId="77777777" w:rsidR="00EF5631" w:rsidRPr="003114EA" w:rsidRDefault="00813492" w:rsidP="006C0AD0">
      <w:pPr>
        <w:tabs>
          <w:tab w:val="left" w:pos="851"/>
          <w:tab w:val="left" w:pos="993"/>
          <w:tab w:val="left" w:pos="1276"/>
        </w:tabs>
        <w:suppressAutoHyphens/>
        <w:ind w:firstLine="851"/>
        <w:jc w:val="both"/>
        <w:rPr>
          <w:szCs w:val="24"/>
        </w:rPr>
      </w:pPr>
      <w:r w:rsidRPr="003114EA">
        <w:rPr>
          <w:szCs w:val="24"/>
        </w:rPr>
        <w:t>6</w:t>
      </w:r>
      <w:r w:rsidR="00BB04E0" w:rsidRPr="003114EA">
        <w:rPr>
          <w:szCs w:val="24"/>
        </w:rPr>
        <w:t>1.</w:t>
      </w:r>
      <w:r w:rsidR="00EF5631" w:rsidRPr="003114EA">
        <w:rPr>
          <w:szCs w:val="24"/>
        </w:rPr>
        <w:t xml:space="preserve"> Savivaldybės administracijos direktoriui</w:t>
      </w:r>
      <w:r w:rsidR="00EF5631" w:rsidRPr="003114EA">
        <w:rPr>
          <w:i/>
          <w:iCs/>
          <w:szCs w:val="24"/>
        </w:rPr>
        <w:t xml:space="preserve"> </w:t>
      </w:r>
      <w:r w:rsidR="00EF5631" w:rsidRPr="003114EA">
        <w:rPr>
          <w:szCs w:val="24"/>
        </w:rPr>
        <w:t>priėmus sprendimą dėl Savivaldybės būsto nuomos, Nuomotojas pagal turto buvimo vietą pasirašytinai sudaro su nuomininku būsto nuomos sutartį</w:t>
      </w:r>
      <w:r w:rsidR="00AC2B4E" w:rsidRPr="003114EA">
        <w:rPr>
          <w:szCs w:val="24"/>
        </w:rPr>
        <w:t xml:space="preserve"> (priedas)</w:t>
      </w:r>
      <w:r w:rsidR="00EF5631" w:rsidRPr="003114EA">
        <w:rPr>
          <w:szCs w:val="24"/>
        </w:rPr>
        <w:t xml:space="preserve">. Teisės aktų nustatyta tvarka sutartį įregistruoja VĮ Registrų centre ir sutarties kopiją per 5 darbo dienas pateikia Savivaldybės </w:t>
      </w:r>
      <w:r w:rsidR="00B67798" w:rsidRPr="003114EA">
        <w:rPr>
          <w:szCs w:val="24"/>
        </w:rPr>
        <w:t xml:space="preserve">administracijos </w:t>
      </w:r>
      <w:r w:rsidR="00EF5631" w:rsidRPr="003114EA">
        <w:rPr>
          <w:szCs w:val="24"/>
        </w:rPr>
        <w:t>Socialinės paramos skyriui.</w:t>
      </w:r>
      <w:r w:rsidR="00EF5631" w:rsidRPr="003114EA">
        <w:t xml:space="preserve"> </w:t>
      </w:r>
    </w:p>
    <w:p w14:paraId="033CC7A6" w14:textId="77777777" w:rsidR="00EF5631" w:rsidRPr="003114EA" w:rsidRDefault="00EF5631" w:rsidP="006C0AD0">
      <w:pPr>
        <w:tabs>
          <w:tab w:val="left" w:pos="0"/>
          <w:tab w:val="left" w:pos="284"/>
          <w:tab w:val="left" w:pos="851"/>
          <w:tab w:val="left" w:pos="993"/>
          <w:tab w:val="left" w:pos="1276"/>
          <w:tab w:val="left" w:pos="1418"/>
          <w:tab w:val="left" w:pos="1560"/>
        </w:tabs>
        <w:suppressAutoHyphens/>
        <w:jc w:val="center"/>
        <w:rPr>
          <w:b/>
          <w:szCs w:val="24"/>
        </w:rPr>
      </w:pPr>
    </w:p>
    <w:p w14:paraId="4DC3EE97" w14:textId="77777777" w:rsidR="00EF5631" w:rsidRPr="003114EA" w:rsidRDefault="00EF5631" w:rsidP="006C0AD0">
      <w:pPr>
        <w:tabs>
          <w:tab w:val="left" w:pos="142"/>
          <w:tab w:val="left" w:pos="284"/>
          <w:tab w:val="left" w:pos="851"/>
          <w:tab w:val="left" w:pos="993"/>
          <w:tab w:val="left" w:pos="1276"/>
          <w:tab w:val="left" w:pos="2552"/>
        </w:tabs>
        <w:suppressAutoHyphens/>
        <w:jc w:val="center"/>
        <w:rPr>
          <w:b/>
          <w:szCs w:val="24"/>
        </w:rPr>
      </w:pPr>
      <w:r w:rsidRPr="003114EA">
        <w:rPr>
          <w:b/>
          <w:szCs w:val="24"/>
        </w:rPr>
        <w:t>V</w:t>
      </w:r>
      <w:r w:rsidR="000C6C38" w:rsidRPr="003114EA">
        <w:rPr>
          <w:b/>
          <w:szCs w:val="24"/>
        </w:rPr>
        <w:t>I</w:t>
      </w:r>
      <w:r w:rsidRPr="003114EA">
        <w:rPr>
          <w:b/>
          <w:szCs w:val="24"/>
        </w:rPr>
        <w:t>I SKYRIUS</w:t>
      </w:r>
    </w:p>
    <w:p w14:paraId="70A4F50A" w14:textId="77777777" w:rsidR="00F17C86" w:rsidRPr="003114EA" w:rsidRDefault="00F17C86" w:rsidP="006C0AD0">
      <w:pPr>
        <w:tabs>
          <w:tab w:val="left" w:pos="142"/>
          <w:tab w:val="left" w:pos="284"/>
          <w:tab w:val="left" w:pos="851"/>
          <w:tab w:val="left" w:pos="993"/>
          <w:tab w:val="left" w:pos="1276"/>
          <w:tab w:val="left" w:pos="1418"/>
          <w:tab w:val="left" w:pos="1560"/>
        </w:tabs>
        <w:suppressAutoHyphens/>
        <w:jc w:val="center"/>
        <w:rPr>
          <w:b/>
          <w:szCs w:val="24"/>
        </w:rPr>
      </w:pPr>
      <w:r w:rsidRPr="003114EA">
        <w:rPr>
          <w:b/>
          <w:szCs w:val="24"/>
        </w:rPr>
        <w:t>SOCIALINIO BŪSTO IR SAVIVALDYBĖS BŪSTO NUOMOS MOKESČIO APSKAIČIAVIMAS IR  SOCIALINIO BŪSTO NUOMOS MOKESČIO SUMAŽINIMAS</w:t>
      </w:r>
    </w:p>
    <w:p w14:paraId="03597DD8" w14:textId="77777777" w:rsidR="00813492" w:rsidRPr="003114EA" w:rsidRDefault="00813492" w:rsidP="006C0AD0">
      <w:pPr>
        <w:tabs>
          <w:tab w:val="left" w:pos="142"/>
          <w:tab w:val="left" w:pos="284"/>
          <w:tab w:val="left" w:pos="851"/>
          <w:tab w:val="left" w:pos="993"/>
          <w:tab w:val="left" w:pos="1276"/>
          <w:tab w:val="left" w:pos="1418"/>
          <w:tab w:val="left" w:pos="1560"/>
        </w:tabs>
        <w:suppressAutoHyphens/>
        <w:jc w:val="center"/>
        <w:rPr>
          <w:b/>
          <w:szCs w:val="24"/>
        </w:rPr>
      </w:pPr>
    </w:p>
    <w:p w14:paraId="1B3D68AA" w14:textId="77777777" w:rsidR="00F17C86" w:rsidRPr="003114EA" w:rsidRDefault="00813492" w:rsidP="006C0AD0">
      <w:pPr>
        <w:tabs>
          <w:tab w:val="left" w:pos="0"/>
          <w:tab w:val="left" w:pos="284"/>
          <w:tab w:val="left" w:pos="851"/>
          <w:tab w:val="left" w:pos="993"/>
          <w:tab w:val="left" w:pos="1276"/>
          <w:tab w:val="left" w:pos="1418"/>
          <w:tab w:val="left" w:pos="1560"/>
        </w:tabs>
        <w:suppressAutoHyphens/>
        <w:ind w:firstLine="709"/>
        <w:jc w:val="both"/>
        <w:rPr>
          <w:szCs w:val="24"/>
        </w:rPr>
      </w:pPr>
      <w:r w:rsidRPr="003114EA">
        <w:rPr>
          <w:bCs/>
          <w:szCs w:val="24"/>
        </w:rPr>
        <w:lastRenderedPageBreak/>
        <w:t>6</w:t>
      </w:r>
      <w:r w:rsidR="00BB04E0" w:rsidRPr="003114EA">
        <w:rPr>
          <w:bCs/>
          <w:szCs w:val="24"/>
        </w:rPr>
        <w:t>2</w:t>
      </w:r>
      <w:r w:rsidR="00F17C86" w:rsidRPr="003114EA">
        <w:rPr>
          <w:szCs w:val="24"/>
        </w:rPr>
        <w:t>. Savivaldybės administracijos Statybos, investicijų ir turto valdymo skyrius parengia Savivaldybės tarybos sprendimo projektą</w:t>
      </w:r>
      <w:r w:rsidR="005A092F" w:rsidRPr="003114EA">
        <w:rPr>
          <w:szCs w:val="24"/>
        </w:rPr>
        <w:t xml:space="preserve"> ir teikia</w:t>
      </w:r>
      <w:r w:rsidR="00F17C86" w:rsidRPr="003114EA">
        <w:rPr>
          <w:szCs w:val="24"/>
        </w:rPr>
        <w:t xml:space="preserve"> patvirtinimui dėl </w:t>
      </w:r>
      <w:r w:rsidR="00CA1A23" w:rsidRPr="003114EA">
        <w:rPr>
          <w:szCs w:val="24"/>
        </w:rPr>
        <w:t>S</w:t>
      </w:r>
      <w:r w:rsidR="00F17C86" w:rsidRPr="003114EA">
        <w:rPr>
          <w:szCs w:val="24"/>
        </w:rPr>
        <w:t xml:space="preserve">avivaldybės būsto ir socialinio būsto amortizacinių atskaitymų nusidėvėjimui atkurti, pataisos koeficiento, rodančio būsto būklę (nusidėvėjimą) patvirtinimo bei rinkos pataisos koeficiento (tik savivaldybės būstui) nustatymo, ne rečiau kaip kas treji metai. </w:t>
      </w:r>
    </w:p>
    <w:p w14:paraId="1DE50725" w14:textId="77777777" w:rsidR="00F17C86" w:rsidRPr="003114EA" w:rsidRDefault="00813492" w:rsidP="006C0AD0">
      <w:pPr>
        <w:tabs>
          <w:tab w:val="left" w:pos="0"/>
          <w:tab w:val="left" w:pos="284"/>
          <w:tab w:val="left" w:pos="851"/>
          <w:tab w:val="left" w:pos="1276"/>
        </w:tabs>
        <w:suppressAutoHyphens/>
        <w:ind w:firstLine="709"/>
        <w:jc w:val="both"/>
        <w:rPr>
          <w:szCs w:val="24"/>
        </w:rPr>
      </w:pPr>
      <w:r w:rsidRPr="003114EA">
        <w:rPr>
          <w:szCs w:val="24"/>
        </w:rPr>
        <w:t>6</w:t>
      </w:r>
      <w:r w:rsidR="00BB04E0" w:rsidRPr="003114EA">
        <w:rPr>
          <w:szCs w:val="24"/>
        </w:rPr>
        <w:t>3</w:t>
      </w:r>
      <w:r w:rsidR="00F17C86" w:rsidRPr="003114EA">
        <w:rPr>
          <w:szCs w:val="24"/>
        </w:rPr>
        <w:t>. Socialinio būsto nuomos mokesčio dydį apskaičiuoja Savivaldybės administracijos Socialinės paramos skyrius</w:t>
      </w:r>
      <w:r w:rsidR="00F17C86" w:rsidRPr="003114EA">
        <w:rPr>
          <w:i/>
          <w:iCs/>
          <w:szCs w:val="24"/>
        </w:rPr>
        <w:t xml:space="preserve"> </w:t>
      </w:r>
      <w:r w:rsidR="00F17C86" w:rsidRPr="003114EA">
        <w:rPr>
          <w:szCs w:val="24"/>
        </w:rPr>
        <w:t xml:space="preserve">pagal amortizacinius atskaitymus nusidėvėjimui atkurti, vietovės pataisos koeficientą, būsto naudingąjį plotą, nusidėvėjimą ir aprūpinimą komunaliniais patogumais, vadovaudamiesi </w:t>
      </w:r>
      <w:bookmarkStart w:id="9" w:name="_Hlk168912393"/>
      <w:r w:rsidR="00373658" w:rsidRPr="003114EA">
        <w:rPr>
          <w:szCs w:val="24"/>
        </w:rPr>
        <w:t xml:space="preserve">Socialinio būsto ir kito </w:t>
      </w:r>
      <w:r w:rsidR="00CA1A23" w:rsidRPr="003114EA">
        <w:rPr>
          <w:szCs w:val="24"/>
        </w:rPr>
        <w:t>S</w:t>
      </w:r>
      <w:r w:rsidR="00373658" w:rsidRPr="003114EA">
        <w:rPr>
          <w:szCs w:val="24"/>
        </w:rPr>
        <w:t xml:space="preserve">avivaldybės būsto nuomos mokesčių apskaičiavimo metodika. </w:t>
      </w:r>
    </w:p>
    <w:bookmarkEnd w:id="9"/>
    <w:p w14:paraId="764FD18F" w14:textId="77777777" w:rsidR="00F17C86" w:rsidRPr="003114EA" w:rsidRDefault="00813492" w:rsidP="006C0AD0">
      <w:pPr>
        <w:tabs>
          <w:tab w:val="left" w:pos="0"/>
          <w:tab w:val="left" w:pos="284"/>
          <w:tab w:val="left" w:pos="851"/>
          <w:tab w:val="left" w:pos="1276"/>
        </w:tabs>
        <w:suppressAutoHyphens/>
        <w:ind w:firstLine="710"/>
        <w:jc w:val="both"/>
        <w:rPr>
          <w:szCs w:val="24"/>
        </w:rPr>
      </w:pPr>
      <w:r w:rsidRPr="003114EA">
        <w:rPr>
          <w:szCs w:val="24"/>
        </w:rPr>
        <w:t>6</w:t>
      </w:r>
      <w:r w:rsidR="00BB04E0" w:rsidRPr="003114EA">
        <w:rPr>
          <w:szCs w:val="24"/>
        </w:rPr>
        <w:t>4</w:t>
      </w:r>
      <w:r w:rsidR="00F17C86" w:rsidRPr="003114EA">
        <w:rPr>
          <w:szCs w:val="24"/>
        </w:rPr>
        <w:t xml:space="preserve">. Savivaldybės būsto nuomos mokesčio dydį apskaičiuoja Savivaldybės administracijos Socialinės paramos skyrius pagal amortizacinius atskaitymus nusidėvėjimui atkurti, vietovės pataisos koeficientą, būsto naudingąjį plotą, nusidėvėjimą, aprūpinimą komunaliniais patogumais ir rinkos pataisos koeficientą, vadovaudamiesi </w:t>
      </w:r>
      <w:r w:rsidR="00373658" w:rsidRPr="003114EA">
        <w:rPr>
          <w:szCs w:val="24"/>
        </w:rPr>
        <w:t xml:space="preserve">Socialinio būsto ir kito </w:t>
      </w:r>
      <w:r w:rsidR="00CA1A23" w:rsidRPr="003114EA">
        <w:rPr>
          <w:szCs w:val="24"/>
        </w:rPr>
        <w:t>S</w:t>
      </w:r>
      <w:r w:rsidR="00373658" w:rsidRPr="003114EA">
        <w:rPr>
          <w:szCs w:val="24"/>
        </w:rPr>
        <w:t>avivaldybės būsto nuomos mokesčių apskaičiavimo metodika.</w:t>
      </w:r>
      <w:r w:rsidR="00F17C86" w:rsidRPr="003114EA">
        <w:rPr>
          <w:szCs w:val="24"/>
        </w:rPr>
        <w:t xml:space="preserve"> </w:t>
      </w:r>
    </w:p>
    <w:p w14:paraId="6F2740D9" w14:textId="77777777" w:rsidR="00F17C86" w:rsidRPr="003114EA" w:rsidRDefault="00813492" w:rsidP="006C0AD0">
      <w:pPr>
        <w:tabs>
          <w:tab w:val="left" w:pos="0"/>
          <w:tab w:val="left" w:pos="284"/>
          <w:tab w:val="left" w:pos="851"/>
          <w:tab w:val="left" w:pos="1276"/>
        </w:tabs>
        <w:suppressAutoHyphens/>
        <w:ind w:firstLine="710"/>
        <w:jc w:val="both"/>
        <w:rPr>
          <w:szCs w:val="24"/>
        </w:rPr>
      </w:pPr>
      <w:r w:rsidRPr="003114EA">
        <w:rPr>
          <w:szCs w:val="24"/>
        </w:rPr>
        <w:t>6</w:t>
      </w:r>
      <w:r w:rsidR="00BB04E0" w:rsidRPr="003114EA">
        <w:rPr>
          <w:szCs w:val="24"/>
        </w:rPr>
        <w:t>5</w:t>
      </w:r>
      <w:r w:rsidR="00F17C86" w:rsidRPr="003114EA">
        <w:rPr>
          <w:szCs w:val="24"/>
        </w:rPr>
        <w:t xml:space="preserve">. Esant asmens ar šeimos, nuomojančios socialinį būstą, rašytiniam prašymui, Savivaldybės tarybos sprendimu </w:t>
      </w:r>
      <w:r w:rsidR="00677BFE" w:rsidRPr="003114EA">
        <w:rPr>
          <w:szCs w:val="24"/>
        </w:rPr>
        <w:t>S</w:t>
      </w:r>
      <w:r w:rsidR="00F17C86" w:rsidRPr="003114EA">
        <w:rPr>
          <w:szCs w:val="24"/>
        </w:rPr>
        <w:t>avivaldybės biudžeto sąskaita privaloma sumažinti socialinio būsto nuomos mokestį, jeigu asmens (šeimos atveju – visų šeimos narių) kalendorinių metų deklaruotos pajamos, tenkančios vienam asmeniui (šeimos atveju – vienam šeimos nariui), per mėnesį neviršija 1,5 valstybės remiamų pajamų (toliau – VRP) dydžio ribos.</w:t>
      </w:r>
    </w:p>
    <w:p w14:paraId="4FEFC63C" w14:textId="77777777" w:rsidR="00F17C86" w:rsidRPr="003114EA" w:rsidRDefault="00813492" w:rsidP="006C0AD0">
      <w:pPr>
        <w:tabs>
          <w:tab w:val="left" w:pos="0"/>
          <w:tab w:val="left" w:pos="284"/>
          <w:tab w:val="left" w:pos="851"/>
          <w:tab w:val="left" w:pos="1276"/>
        </w:tabs>
        <w:suppressAutoHyphens/>
        <w:ind w:firstLine="710"/>
        <w:jc w:val="both"/>
        <w:rPr>
          <w:szCs w:val="24"/>
        </w:rPr>
      </w:pPr>
      <w:r w:rsidRPr="003114EA">
        <w:rPr>
          <w:szCs w:val="24"/>
        </w:rPr>
        <w:t>6</w:t>
      </w:r>
      <w:r w:rsidR="00BB04E0" w:rsidRPr="003114EA">
        <w:rPr>
          <w:szCs w:val="24"/>
        </w:rPr>
        <w:t>6</w:t>
      </w:r>
      <w:r w:rsidR="00F17C86" w:rsidRPr="003114EA">
        <w:rPr>
          <w:szCs w:val="24"/>
        </w:rPr>
        <w:t xml:space="preserve">. Asmenims ar šeimoms, kurių pajamos neviršija nurodyto Aprašo </w:t>
      </w:r>
      <w:r w:rsidRPr="003114EA">
        <w:rPr>
          <w:szCs w:val="24"/>
        </w:rPr>
        <w:t>6</w:t>
      </w:r>
      <w:r w:rsidR="00BB04E0" w:rsidRPr="003114EA">
        <w:rPr>
          <w:szCs w:val="24"/>
        </w:rPr>
        <w:t>5</w:t>
      </w:r>
      <w:r w:rsidR="00F17C86" w:rsidRPr="003114EA">
        <w:rPr>
          <w:szCs w:val="24"/>
        </w:rPr>
        <w:t xml:space="preserve"> punkte nurodyto VRP dydžio, socialinio būsto nuomos mokestis jų rašytiniu prašymu, Savivaldybės tarybos sprendimu, mažinamas 50 procentų, arba asmuo atleidžiamas nuo šio mokesčio, ne ilgiau kaip vieniems metams.</w:t>
      </w:r>
    </w:p>
    <w:p w14:paraId="3C94B9F3" w14:textId="77777777" w:rsidR="00F17C86" w:rsidRPr="003114EA" w:rsidRDefault="00813492" w:rsidP="006C0AD0">
      <w:pPr>
        <w:tabs>
          <w:tab w:val="left" w:pos="0"/>
          <w:tab w:val="left" w:pos="284"/>
          <w:tab w:val="left" w:pos="851"/>
          <w:tab w:val="left" w:pos="1276"/>
        </w:tabs>
        <w:suppressAutoHyphens/>
        <w:ind w:firstLine="710"/>
        <w:jc w:val="both"/>
        <w:rPr>
          <w:szCs w:val="24"/>
        </w:rPr>
      </w:pPr>
      <w:r w:rsidRPr="003114EA">
        <w:rPr>
          <w:szCs w:val="24"/>
        </w:rPr>
        <w:t>6</w:t>
      </w:r>
      <w:r w:rsidR="00BB04E0" w:rsidRPr="003114EA">
        <w:rPr>
          <w:szCs w:val="24"/>
        </w:rPr>
        <w:t>7</w:t>
      </w:r>
      <w:r w:rsidR="00F17C86" w:rsidRPr="003114EA">
        <w:rPr>
          <w:szCs w:val="24"/>
        </w:rPr>
        <w:t xml:space="preserve">. Socialinio būsto nuomininkams, turintiems teisę į nuomos mokesčio lengvatą, lengvata taikoma nuo mėnesio, einančio po prašymo pateikimo dienos, 1 dienos iki einamųjų metų pabaigos. </w:t>
      </w:r>
    </w:p>
    <w:p w14:paraId="30AE6410" w14:textId="77777777" w:rsidR="00F17C86" w:rsidRPr="003114EA" w:rsidRDefault="00F17C86" w:rsidP="006C0AD0">
      <w:pPr>
        <w:tabs>
          <w:tab w:val="left" w:pos="851"/>
          <w:tab w:val="left" w:pos="900"/>
          <w:tab w:val="left" w:pos="993"/>
          <w:tab w:val="left" w:pos="1276"/>
        </w:tabs>
        <w:suppressAutoHyphens/>
        <w:jc w:val="center"/>
        <w:rPr>
          <w:szCs w:val="24"/>
          <w:lang w:eastAsia="lt-LT"/>
        </w:rPr>
      </w:pPr>
    </w:p>
    <w:p w14:paraId="2D4189EA" w14:textId="77777777" w:rsidR="00F17C86" w:rsidRPr="003114EA" w:rsidRDefault="00F17C86" w:rsidP="006C0AD0">
      <w:pPr>
        <w:tabs>
          <w:tab w:val="left" w:pos="0"/>
          <w:tab w:val="left" w:pos="284"/>
          <w:tab w:val="left" w:pos="851"/>
          <w:tab w:val="left" w:pos="993"/>
          <w:tab w:val="left" w:pos="1276"/>
          <w:tab w:val="left" w:pos="2552"/>
        </w:tabs>
        <w:suppressAutoHyphens/>
        <w:jc w:val="center"/>
        <w:rPr>
          <w:b/>
          <w:szCs w:val="24"/>
        </w:rPr>
      </w:pPr>
      <w:r w:rsidRPr="003114EA">
        <w:rPr>
          <w:b/>
          <w:szCs w:val="24"/>
        </w:rPr>
        <w:t>VII</w:t>
      </w:r>
      <w:r w:rsidR="000C6C38" w:rsidRPr="003114EA">
        <w:rPr>
          <w:b/>
          <w:szCs w:val="24"/>
        </w:rPr>
        <w:t>I</w:t>
      </w:r>
      <w:r w:rsidRPr="003114EA">
        <w:rPr>
          <w:b/>
          <w:szCs w:val="24"/>
        </w:rPr>
        <w:t xml:space="preserve"> SKYRIUS</w:t>
      </w:r>
    </w:p>
    <w:p w14:paraId="46549027" w14:textId="77777777" w:rsidR="00F17C86" w:rsidRPr="003114EA" w:rsidRDefault="00F17C86" w:rsidP="006C0AD0">
      <w:pPr>
        <w:tabs>
          <w:tab w:val="left" w:pos="851"/>
          <w:tab w:val="left" w:pos="900"/>
          <w:tab w:val="left" w:pos="993"/>
          <w:tab w:val="left" w:pos="1276"/>
        </w:tabs>
        <w:suppressAutoHyphens/>
        <w:jc w:val="center"/>
        <w:rPr>
          <w:b/>
          <w:bCs/>
          <w:szCs w:val="24"/>
          <w:lang w:eastAsia="lt-LT"/>
        </w:rPr>
      </w:pPr>
      <w:r w:rsidRPr="003114EA">
        <w:rPr>
          <w:b/>
          <w:bCs/>
          <w:szCs w:val="24"/>
          <w:lang w:eastAsia="lt-LT"/>
        </w:rPr>
        <w:t xml:space="preserve"> SAVIVALDYBĖS BŪSTO IR SOCIALINIO BŪSTO NUOMOS SUTARTIES SUDARYMAS, PRATĘSIMAS, PAKEITIMAS, NUTRAUKIMAS</w:t>
      </w:r>
      <w:r w:rsidRPr="003114EA">
        <w:rPr>
          <w:szCs w:val="24"/>
          <w:lang w:eastAsia="lt-LT"/>
        </w:rPr>
        <w:t xml:space="preserve"> </w:t>
      </w:r>
      <w:r w:rsidRPr="003114EA">
        <w:t xml:space="preserve"> </w:t>
      </w:r>
    </w:p>
    <w:p w14:paraId="352B0036" w14:textId="77777777" w:rsidR="00F17C86" w:rsidRPr="003114EA" w:rsidRDefault="00F17C86" w:rsidP="006C0AD0"/>
    <w:p w14:paraId="4DB3DB80" w14:textId="77777777" w:rsidR="00F17C86" w:rsidRPr="003114EA" w:rsidRDefault="00813492" w:rsidP="006C0AD0">
      <w:pPr>
        <w:tabs>
          <w:tab w:val="left" w:pos="851"/>
          <w:tab w:val="left" w:pos="1276"/>
          <w:tab w:val="left" w:pos="1418"/>
        </w:tabs>
        <w:suppressAutoHyphens/>
        <w:ind w:firstLine="709"/>
        <w:jc w:val="both"/>
      </w:pPr>
      <w:r w:rsidRPr="003114EA">
        <w:rPr>
          <w:szCs w:val="22"/>
        </w:rPr>
        <w:t>6</w:t>
      </w:r>
      <w:r w:rsidR="00BB04E0" w:rsidRPr="003114EA">
        <w:rPr>
          <w:szCs w:val="22"/>
        </w:rPr>
        <w:t>8</w:t>
      </w:r>
      <w:r w:rsidR="00F17C86" w:rsidRPr="003114EA">
        <w:rPr>
          <w:szCs w:val="22"/>
        </w:rPr>
        <w:t xml:space="preserve">. </w:t>
      </w:r>
      <w:r w:rsidR="00F17C86" w:rsidRPr="003114EA">
        <w:rPr>
          <w:szCs w:val="24"/>
          <w:lang w:eastAsia="lt-LT"/>
        </w:rPr>
        <w:t xml:space="preserve">Savivaldybės būsto ar socialinio būsto nuomos sutartis sudaroma, keičiama ir nutraukiama vadovaujantis </w:t>
      </w:r>
      <w:r w:rsidR="00166EB3" w:rsidRPr="003114EA">
        <w:rPr>
          <w:szCs w:val="24"/>
          <w:lang w:eastAsia="lt-LT"/>
        </w:rPr>
        <w:t>C</w:t>
      </w:r>
      <w:r w:rsidR="00F17C86" w:rsidRPr="003114EA">
        <w:rPr>
          <w:szCs w:val="24"/>
          <w:lang w:eastAsia="lt-LT"/>
        </w:rPr>
        <w:t xml:space="preserve">iviliniu kodeksu, Įstatymu, socialinio </w:t>
      </w:r>
      <w:r w:rsidR="00245962" w:rsidRPr="003114EA">
        <w:rPr>
          <w:szCs w:val="24"/>
          <w:lang w:eastAsia="lt-LT"/>
        </w:rPr>
        <w:t xml:space="preserve">būsto </w:t>
      </w:r>
      <w:r w:rsidR="00F17C86" w:rsidRPr="003114EA">
        <w:rPr>
          <w:szCs w:val="24"/>
          <w:lang w:eastAsia="lt-LT"/>
        </w:rPr>
        <w:t xml:space="preserve">ar Savivaldybės būsto nuomos sutartyse nurodytais pagrindais, </w:t>
      </w:r>
      <w:r w:rsidR="00F17C86" w:rsidRPr="003114EA">
        <w:rPr>
          <w:szCs w:val="24"/>
        </w:rPr>
        <w:t>priimtais bei įsigaliojusiais teismų sprendimais ir Aprašu.</w:t>
      </w:r>
      <w:r w:rsidR="00F17C86" w:rsidRPr="003114EA">
        <w:t xml:space="preserve"> </w:t>
      </w:r>
      <w:r w:rsidR="00245962" w:rsidRPr="003114EA">
        <w:t>P</w:t>
      </w:r>
      <w:r w:rsidR="00F17C86" w:rsidRPr="003114EA">
        <w:t xml:space="preserve">atvirtintos formos Savivaldybės būsto nuomos sutartį ir Socialinio būsto nuomos sutartį su nuomininkais sudaro </w:t>
      </w:r>
      <w:r w:rsidR="00074646" w:rsidRPr="003114EA">
        <w:t>n</w:t>
      </w:r>
      <w:r w:rsidR="00F17C86" w:rsidRPr="003114EA">
        <w:t xml:space="preserve">uomotojas. </w:t>
      </w:r>
    </w:p>
    <w:p w14:paraId="07F8AD12" w14:textId="77777777" w:rsidR="00F17C86" w:rsidRPr="003114EA" w:rsidRDefault="00F17C86" w:rsidP="006C0AD0">
      <w:pPr>
        <w:tabs>
          <w:tab w:val="left" w:pos="851"/>
          <w:tab w:val="left" w:pos="993"/>
          <w:tab w:val="left" w:pos="1276"/>
          <w:tab w:val="left" w:pos="1418"/>
        </w:tabs>
        <w:suppressAutoHyphens/>
        <w:ind w:firstLine="710"/>
        <w:jc w:val="both"/>
        <w:rPr>
          <w:szCs w:val="24"/>
          <w:lang w:eastAsia="lt-LT"/>
        </w:rPr>
      </w:pPr>
      <w:r w:rsidRPr="003114EA">
        <w:rPr>
          <w:szCs w:val="24"/>
          <w:lang w:eastAsia="lt-LT"/>
        </w:rPr>
        <w:t>6</w:t>
      </w:r>
      <w:r w:rsidR="00BB04E0" w:rsidRPr="003114EA">
        <w:rPr>
          <w:szCs w:val="24"/>
          <w:lang w:eastAsia="lt-LT"/>
        </w:rPr>
        <w:t>9</w:t>
      </w:r>
      <w:r w:rsidRPr="003114EA">
        <w:rPr>
          <w:szCs w:val="24"/>
          <w:lang w:eastAsia="lt-LT"/>
        </w:rPr>
        <w:t>. Laikinai išvykusiam nuomininkui, jo šeimos nariui teisė į socialinio būsto nuomą paliekama šešiems mėnesiams su sąlyga, jeigu apie tai bus informuota</w:t>
      </w:r>
      <w:r w:rsidR="00843172" w:rsidRPr="003114EA">
        <w:rPr>
          <w:szCs w:val="24"/>
          <w:lang w:eastAsia="lt-LT"/>
        </w:rPr>
        <w:t>s Nuomotojas</w:t>
      </w:r>
      <w:r w:rsidRPr="003114EA">
        <w:rPr>
          <w:szCs w:val="24"/>
          <w:lang w:eastAsia="lt-LT"/>
        </w:rPr>
        <w:t xml:space="preserve"> ir bus mokamas nuomos mokestis bei mokesčiai už komunalines paslaugas. Laikinai išvykusio nuomininko, jo šeimos nario būstu turi teisę naudotis pasilikę šeimos nariai. Laikinai išvykusio asmens (šeimos) teisė į socialinio būsto nuomą pasibaigia, jeigu po šešių mėnesių jis negrįžta gyventi į nuomojamą būstą.</w:t>
      </w:r>
    </w:p>
    <w:p w14:paraId="6A1450C5" w14:textId="77777777" w:rsidR="00F17C86" w:rsidRPr="003114EA" w:rsidRDefault="00BB04E0" w:rsidP="006C0AD0">
      <w:pPr>
        <w:tabs>
          <w:tab w:val="left" w:pos="851"/>
          <w:tab w:val="left" w:pos="1276"/>
        </w:tabs>
        <w:suppressAutoHyphens/>
        <w:ind w:firstLine="710"/>
        <w:jc w:val="both"/>
        <w:rPr>
          <w:szCs w:val="24"/>
          <w:lang w:eastAsia="lt-LT"/>
        </w:rPr>
      </w:pPr>
      <w:r w:rsidRPr="003114EA">
        <w:rPr>
          <w:szCs w:val="24"/>
          <w:lang w:eastAsia="lt-LT"/>
        </w:rPr>
        <w:t>70</w:t>
      </w:r>
      <w:r w:rsidR="00F17C86" w:rsidRPr="003114EA">
        <w:rPr>
          <w:szCs w:val="24"/>
          <w:lang w:eastAsia="lt-LT"/>
        </w:rPr>
        <w:t>. Socialinio būsto nuomos sutarties keitimą gali inicijuoti ir Savivaldybės administracija, jeigu nustatoma, kad asmeniui ar šeimai nuomojamas socialinis būstas neatitinka įstatyme nustatyto naudingojo ploto normatyvo arba nėra specialiai pritaikytas neįgaliesiems.</w:t>
      </w:r>
    </w:p>
    <w:p w14:paraId="286B8F7A" w14:textId="77777777" w:rsidR="00F17C86" w:rsidRPr="003114EA" w:rsidRDefault="00813492" w:rsidP="006C0AD0">
      <w:pPr>
        <w:tabs>
          <w:tab w:val="left" w:pos="851"/>
          <w:tab w:val="left" w:pos="1276"/>
        </w:tabs>
        <w:suppressAutoHyphens/>
        <w:ind w:firstLine="710"/>
        <w:jc w:val="both"/>
        <w:rPr>
          <w:szCs w:val="24"/>
          <w:lang w:eastAsia="lt-LT"/>
        </w:rPr>
      </w:pPr>
      <w:r w:rsidRPr="003114EA">
        <w:rPr>
          <w:szCs w:val="24"/>
          <w:lang w:eastAsia="lt-LT"/>
        </w:rPr>
        <w:t>7</w:t>
      </w:r>
      <w:r w:rsidR="00BB04E0" w:rsidRPr="003114EA">
        <w:rPr>
          <w:szCs w:val="24"/>
          <w:lang w:eastAsia="lt-LT"/>
        </w:rPr>
        <w:t>1</w:t>
      </w:r>
      <w:r w:rsidR="00F17C86" w:rsidRPr="003114EA">
        <w:rPr>
          <w:szCs w:val="24"/>
          <w:lang w:eastAsia="lt-LT"/>
        </w:rPr>
        <w:t xml:space="preserve">. Asmenims ir šeimoms, iki 2002 m. gruodžio 31 d. išsinuomojusiems Savivaldybės gyvenamąsias patalpas pagal Lietuvos Respublikos gyventojų apsirūpinimo gyvenamosiomis patalpomis įstatymą, Įstatyme numatyti socialinio būsto naudingojo ploto normatyvai ir šio būsto nuomos sąlygos nekeičiami ir dėl to galiojanti nuomos sutartis nekeičiama, išskyrus </w:t>
      </w:r>
      <w:r w:rsidR="00166EB3" w:rsidRPr="003114EA">
        <w:rPr>
          <w:szCs w:val="24"/>
          <w:lang w:eastAsia="lt-LT"/>
        </w:rPr>
        <w:t>C</w:t>
      </w:r>
      <w:r w:rsidR="00F17C86" w:rsidRPr="003114EA">
        <w:rPr>
          <w:szCs w:val="24"/>
          <w:lang w:eastAsia="lt-LT"/>
        </w:rPr>
        <w:t xml:space="preserve">iviliniame kodekse nustatytus atvejus arba atvejus, kai esant asmenų ar šeimų, nuomojančių šias patalpas, prašymui, galiojančios sutartys keičiamos į socialinio būsto nuomos sutartis, jeigu šie asmenys atitinka Įstatymo 9 straipsnio 1 dalyje numatytus reikalavimus. </w:t>
      </w:r>
    </w:p>
    <w:p w14:paraId="416C031A" w14:textId="77777777" w:rsidR="00F17C86" w:rsidRPr="003114EA" w:rsidRDefault="00813492" w:rsidP="006C0AD0">
      <w:pPr>
        <w:tabs>
          <w:tab w:val="left" w:pos="851"/>
          <w:tab w:val="left" w:pos="1276"/>
        </w:tabs>
        <w:suppressAutoHyphens/>
        <w:ind w:firstLine="710"/>
        <w:jc w:val="both"/>
        <w:rPr>
          <w:szCs w:val="24"/>
          <w:lang w:eastAsia="lt-LT"/>
        </w:rPr>
      </w:pPr>
      <w:r w:rsidRPr="003114EA">
        <w:rPr>
          <w:szCs w:val="24"/>
        </w:rPr>
        <w:lastRenderedPageBreak/>
        <w:t>7</w:t>
      </w:r>
      <w:r w:rsidR="00BB04E0" w:rsidRPr="003114EA">
        <w:rPr>
          <w:szCs w:val="24"/>
        </w:rPr>
        <w:t>2</w:t>
      </w:r>
      <w:r w:rsidR="00F17C86" w:rsidRPr="003114EA">
        <w:rPr>
          <w:szCs w:val="24"/>
        </w:rPr>
        <w:t xml:space="preserve">. Nuomininkas turi teisę prašyti, kad Savivaldybės administracija suteiktų mažesnį socialinį ar </w:t>
      </w:r>
      <w:r w:rsidR="00166EB3" w:rsidRPr="003114EA">
        <w:rPr>
          <w:szCs w:val="24"/>
        </w:rPr>
        <w:t>S</w:t>
      </w:r>
      <w:r w:rsidR="00F17C86" w:rsidRPr="003114EA">
        <w:rPr>
          <w:szCs w:val="24"/>
        </w:rPr>
        <w:t xml:space="preserve">avivaldybės būstą vietoj turimo didesnio arba vietoj socialinio ar Savivaldybės būsto su patogumais suteiktų socialinį ar </w:t>
      </w:r>
      <w:r w:rsidR="00166EB3" w:rsidRPr="003114EA">
        <w:rPr>
          <w:szCs w:val="24"/>
        </w:rPr>
        <w:t>S</w:t>
      </w:r>
      <w:r w:rsidR="00F17C86" w:rsidRPr="003114EA">
        <w:rPr>
          <w:szCs w:val="24"/>
        </w:rPr>
        <w:t xml:space="preserve">avivaldybės būstą be patogumų. Tokie prašymai gali būti nagrinėjami atsiradus tinkamam laisvam socialiniam ar </w:t>
      </w:r>
      <w:r w:rsidR="00166EB3" w:rsidRPr="003114EA">
        <w:rPr>
          <w:szCs w:val="24"/>
        </w:rPr>
        <w:t>S</w:t>
      </w:r>
      <w:r w:rsidR="00F17C86" w:rsidRPr="003114EA">
        <w:rPr>
          <w:szCs w:val="24"/>
        </w:rPr>
        <w:t>avivaldybės būstui.</w:t>
      </w:r>
      <w:r w:rsidR="00F17C86" w:rsidRPr="003114EA">
        <w:t xml:space="preserve"> </w:t>
      </w:r>
    </w:p>
    <w:p w14:paraId="67BFD6BB" w14:textId="77777777" w:rsidR="00F17C86" w:rsidRPr="003114EA" w:rsidRDefault="00813492" w:rsidP="006C0AD0">
      <w:pPr>
        <w:tabs>
          <w:tab w:val="left" w:pos="851"/>
          <w:tab w:val="left" w:pos="1276"/>
          <w:tab w:val="left" w:pos="1418"/>
        </w:tabs>
        <w:suppressAutoHyphens/>
        <w:ind w:firstLine="710"/>
        <w:jc w:val="both"/>
      </w:pPr>
      <w:r w:rsidRPr="003114EA">
        <w:rPr>
          <w:szCs w:val="24"/>
          <w:lang w:eastAsia="lt-LT"/>
        </w:rPr>
        <w:t>7</w:t>
      </w:r>
      <w:r w:rsidR="00BB04E0" w:rsidRPr="003114EA">
        <w:rPr>
          <w:szCs w:val="24"/>
          <w:lang w:eastAsia="lt-LT"/>
        </w:rPr>
        <w:t>3</w:t>
      </w:r>
      <w:r w:rsidR="00F17C86" w:rsidRPr="003114EA">
        <w:rPr>
          <w:szCs w:val="24"/>
          <w:lang w:eastAsia="lt-LT"/>
        </w:rPr>
        <w:t xml:space="preserve">. Socialinio ar </w:t>
      </w:r>
      <w:r w:rsidR="00166EB3" w:rsidRPr="003114EA">
        <w:rPr>
          <w:szCs w:val="24"/>
          <w:lang w:eastAsia="lt-LT"/>
        </w:rPr>
        <w:t>S</w:t>
      </w:r>
      <w:r w:rsidR="00F17C86" w:rsidRPr="003114EA">
        <w:rPr>
          <w:szCs w:val="24"/>
          <w:lang w:eastAsia="lt-LT"/>
        </w:rPr>
        <w:t>avivaldybės būsto nuomininkai, gavę kartu su jais gyvenančių pilnamečių šeimos narių rašytinius sutikimus ir Nuomotojui sutikus, gali keistis nuomojama gyvenamąja patalpa.</w:t>
      </w:r>
      <w:r w:rsidR="00F17C86" w:rsidRPr="003114EA">
        <w:t xml:space="preserve"> </w:t>
      </w:r>
    </w:p>
    <w:p w14:paraId="459DBF6A" w14:textId="77777777" w:rsidR="00F17C86" w:rsidRPr="003114EA" w:rsidRDefault="00F17C86" w:rsidP="006C0AD0">
      <w:pPr>
        <w:tabs>
          <w:tab w:val="left" w:pos="851"/>
          <w:tab w:val="left" w:pos="1276"/>
          <w:tab w:val="left" w:pos="1418"/>
        </w:tabs>
        <w:suppressAutoHyphens/>
        <w:ind w:firstLine="710"/>
        <w:jc w:val="both"/>
      </w:pPr>
    </w:p>
    <w:p w14:paraId="4FC52C89" w14:textId="77777777" w:rsidR="00F17C86" w:rsidRPr="003114EA" w:rsidRDefault="000C6C38" w:rsidP="006C0AD0">
      <w:pPr>
        <w:tabs>
          <w:tab w:val="left" w:pos="0"/>
          <w:tab w:val="left" w:pos="284"/>
          <w:tab w:val="left" w:pos="851"/>
          <w:tab w:val="left" w:pos="993"/>
          <w:tab w:val="left" w:pos="1276"/>
          <w:tab w:val="left" w:pos="2552"/>
        </w:tabs>
        <w:suppressAutoHyphens/>
        <w:jc w:val="center"/>
        <w:rPr>
          <w:b/>
          <w:szCs w:val="24"/>
        </w:rPr>
      </w:pPr>
      <w:r w:rsidRPr="003114EA">
        <w:rPr>
          <w:b/>
          <w:szCs w:val="24"/>
        </w:rPr>
        <w:t>IX</w:t>
      </w:r>
      <w:r w:rsidR="00F17C86" w:rsidRPr="003114EA">
        <w:rPr>
          <w:b/>
          <w:szCs w:val="24"/>
        </w:rPr>
        <w:t xml:space="preserve"> SKYRIUS</w:t>
      </w:r>
    </w:p>
    <w:p w14:paraId="5A4A543E" w14:textId="77777777" w:rsidR="00F17C86" w:rsidRPr="003114EA" w:rsidRDefault="00F17C86" w:rsidP="006C0AD0">
      <w:pPr>
        <w:tabs>
          <w:tab w:val="left" w:pos="0"/>
          <w:tab w:val="left" w:pos="851"/>
          <w:tab w:val="left" w:pos="993"/>
          <w:tab w:val="left" w:pos="1276"/>
          <w:tab w:val="left" w:pos="1701"/>
        </w:tabs>
        <w:suppressAutoHyphens/>
        <w:jc w:val="center"/>
        <w:rPr>
          <w:b/>
          <w:bCs/>
          <w:szCs w:val="24"/>
        </w:rPr>
      </w:pPr>
      <w:r w:rsidRPr="003114EA">
        <w:rPr>
          <w:b/>
          <w:bCs/>
          <w:szCs w:val="24"/>
        </w:rPr>
        <w:t>SAVIVALDYBĖS BŪSTO IR SOCIALINIO BŪSTO ADMINISTRAVIMAS</w:t>
      </w:r>
    </w:p>
    <w:p w14:paraId="708EAB82" w14:textId="77777777" w:rsidR="00F17C86" w:rsidRPr="003114EA" w:rsidRDefault="00F17C86" w:rsidP="006C0AD0">
      <w:pPr>
        <w:tabs>
          <w:tab w:val="left" w:pos="0"/>
          <w:tab w:val="left" w:pos="851"/>
          <w:tab w:val="left" w:pos="993"/>
          <w:tab w:val="left" w:pos="1276"/>
          <w:tab w:val="left" w:pos="1701"/>
        </w:tabs>
        <w:suppressAutoHyphens/>
        <w:ind w:firstLine="710"/>
        <w:jc w:val="center"/>
        <w:rPr>
          <w:szCs w:val="24"/>
        </w:rPr>
      </w:pPr>
    </w:p>
    <w:p w14:paraId="2C568407" w14:textId="77777777" w:rsidR="00F17C86" w:rsidRPr="003114EA" w:rsidRDefault="00813492" w:rsidP="006C0AD0">
      <w:pPr>
        <w:tabs>
          <w:tab w:val="left" w:pos="0"/>
          <w:tab w:val="left" w:pos="851"/>
          <w:tab w:val="left" w:pos="993"/>
          <w:tab w:val="left" w:pos="1276"/>
          <w:tab w:val="left" w:pos="1701"/>
        </w:tabs>
        <w:suppressAutoHyphens/>
        <w:ind w:firstLine="710"/>
        <w:jc w:val="both"/>
        <w:rPr>
          <w:szCs w:val="24"/>
        </w:rPr>
      </w:pPr>
      <w:r w:rsidRPr="003114EA">
        <w:rPr>
          <w:szCs w:val="24"/>
        </w:rPr>
        <w:t>7</w:t>
      </w:r>
      <w:r w:rsidR="00BB04E0" w:rsidRPr="003114EA">
        <w:rPr>
          <w:szCs w:val="24"/>
        </w:rPr>
        <w:t>4</w:t>
      </w:r>
      <w:r w:rsidR="00F17C86" w:rsidRPr="003114EA">
        <w:rPr>
          <w:szCs w:val="24"/>
        </w:rPr>
        <w:t xml:space="preserve">. Apie atsilaisvinusį </w:t>
      </w:r>
      <w:r w:rsidR="00166EB3" w:rsidRPr="003114EA">
        <w:rPr>
          <w:szCs w:val="24"/>
        </w:rPr>
        <w:t>S</w:t>
      </w:r>
      <w:r w:rsidR="00F17C86" w:rsidRPr="003114EA">
        <w:rPr>
          <w:szCs w:val="24"/>
        </w:rPr>
        <w:t>avivaldybės ar socialinį būstą, įvertinusios jo būklę dėl tolesnės jo nuomos, seniūnij</w:t>
      </w:r>
      <w:r w:rsidR="00B67798" w:rsidRPr="003114EA">
        <w:rPr>
          <w:szCs w:val="24"/>
        </w:rPr>
        <w:t>a</w:t>
      </w:r>
      <w:r w:rsidR="00F17C86" w:rsidRPr="003114EA">
        <w:rPr>
          <w:szCs w:val="24"/>
        </w:rPr>
        <w:t xml:space="preserve"> </w:t>
      </w:r>
      <w:r w:rsidR="0001014E" w:rsidRPr="003114EA">
        <w:rPr>
          <w:szCs w:val="24"/>
        </w:rPr>
        <w:t xml:space="preserve">elektroninėmis ryšio priemonėmis </w:t>
      </w:r>
      <w:r w:rsidR="00F17C86" w:rsidRPr="003114EA">
        <w:rPr>
          <w:szCs w:val="24"/>
        </w:rPr>
        <w:t xml:space="preserve">informuoja </w:t>
      </w:r>
      <w:r w:rsidR="0001014E" w:rsidRPr="003114EA">
        <w:rPr>
          <w:szCs w:val="24"/>
        </w:rPr>
        <w:t>Savivaldybės</w:t>
      </w:r>
      <w:r w:rsidR="00B67798" w:rsidRPr="003114EA">
        <w:rPr>
          <w:szCs w:val="24"/>
        </w:rPr>
        <w:t xml:space="preserve"> </w:t>
      </w:r>
      <w:r w:rsidR="00677BFE" w:rsidRPr="003114EA">
        <w:rPr>
          <w:szCs w:val="24"/>
        </w:rPr>
        <w:t xml:space="preserve">administracijos </w:t>
      </w:r>
      <w:r w:rsidR="00F17C86" w:rsidRPr="003114EA">
        <w:rPr>
          <w:szCs w:val="24"/>
        </w:rPr>
        <w:t xml:space="preserve">Socialinės paramos skyrių per </w:t>
      </w:r>
      <w:r w:rsidR="0001014E" w:rsidRPr="003114EA">
        <w:rPr>
          <w:szCs w:val="24"/>
        </w:rPr>
        <w:t>10</w:t>
      </w:r>
      <w:r w:rsidR="00F17C86" w:rsidRPr="003114EA">
        <w:rPr>
          <w:szCs w:val="24"/>
        </w:rPr>
        <w:t xml:space="preserve"> darbo dien</w:t>
      </w:r>
      <w:r w:rsidR="0001014E" w:rsidRPr="003114EA">
        <w:rPr>
          <w:szCs w:val="24"/>
        </w:rPr>
        <w:t>ų</w:t>
      </w:r>
      <w:r w:rsidR="00F17C86" w:rsidRPr="003114EA">
        <w:rPr>
          <w:szCs w:val="24"/>
        </w:rPr>
        <w:t>. Jeigu atlaisvintas būstas netinkamas gyventi, teikia prašymą</w:t>
      </w:r>
      <w:r w:rsidR="0001014E" w:rsidRPr="003114EA">
        <w:rPr>
          <w:szCs w:val="24"/>
        </w:rPr>
        <w:t xml:space="preserve"> Savivaldybės</w:t>
      </w:r>
      <w:r w:rsidR="00677BFE" w:rsidRPr="003114EA">
        <w:rPr>
          <w:szCs w:val="24"/>
        </w:rPr>
        <w:t xml:space="preserve"> administracijos</w:t>
      </w:r>
      <w:r w:rsidR="00F17C86" w:rsidRPr="003114EA">
        <w:rPr>
          <w:szCs w:val="24"/>
        </w:rPr>
        <w:t xml:space="preserve"> Statybos, investicijų ir turto valdymo skyriui sudaryti būsto remonto sąmatą.  </w:t>
      </w:r>
    </w:p>
    <w:p w14:paraId="0E13C64E" w14:textId="77777777" w:rsidR="00F17C86" w:rsidRPr="003114EA" w:rsidRDefault="00813492" w:rsidP="006C0AD0">
      <w:pPr>
        <w:tabs>
          <w:tab w:val="left" w:pos="0"/>
          <w:tab w:val="left" w:pos="851"/>
          <w:tab w:val="left" w:pos="993"/>
          <w:tab w:val="left" w:pos="1276"/>
          <w:tab w:val="left" w:pos="1701"/>
        </w:tabs>
        <w:suppressAutoHyphens/>
        <w:ind w:firstLine="710"/>
        <w:jc w:val="both"/>
        <w:rPr>
          <w:szCs w:val="24"/>
        </w:rPr>
      </w:pPr>
      <w:r w:rsidRPr="003114EA">
        <w:rPr>
          <w:szCs w:val="24"/>
        </w:rPr>
        <w:t>7</w:t>
      </w:r>
      <w:r w:rsidR="00BB04E0" w:rsidRPr="003114EA">
        <w:rPr>
          <w:szCs w:val="24"/>
        </w:rPr>
        <w:t>5</w:t>
      </w:r>
      <w:r w:rsidR="00F17C86" w:rsidRPr="003114EA">
        <w:rPr>
          <w:szCs w:val="24"/>
        </w:rPr>
        <w:t xml:space="preserve">. Nuomotojas kontroliuoja, kad nuomininkai per </w:t>
      </w:r>
      <w:r w:rsidR="00480FC9" w:rsidRPr="00720061">
        <w:rPr>
          <w:strike/>
          <w:szCs w:val="24"/>
        </w:rPr>
        <w:t>14</w:t>
      </w:r>
      <w:r w:rsidR="00720061">
        <w:rPr>
          <w:szCs w:val="24"/>
        </w:rPr>
        <w:t xml:space="preserve"> </w:t>
      </w:r>
      <w:r w:rsidR="00720061" w:rsidRPr="00720061">
        <w:rPr>
          <w:b/>
          <w:bCs/>
          <w:szCs w:val="24"/>
        </w:rPr>
        <w:t>30</w:t>
      </w:r>
      <w:r w:rsidR="00F17C86" w:rsidRPr="003114EA">
        <w:rPr>
          <w:szCs w:val="24"/>
        </w:rPr>
        <w:t xml:space="preserve"> kalendorinių dienų nuo </w:t>
      </w:r>
      <w:r w:rsidR="00CA1A23" w:rsidRPr="003114EA">
        <w:rPr>
          <w:szCs w:val="24"/>
        </w:rPr>
        <w:t>S</w:t>
      </w:r>
      <w:r w:rsidR="00F17C86" w:rsidRPr="003114EA">
        <w:rPr>
          <w:szCs w:val="24"/>
        </w:rPr>
        <w:t>avivaldybės būsto ar socialinio būsto perdavimo</w:t>
      </w:r>
      <w:r w:rsidR="008354F9" w:rsidRPr="003114EA">
        <w:rPr>
          <w:szCs w:val="24"/>
        </w:rPr>
        <w:t>–</w:t>
      </w:r>
      <w:r w:rsidR="00F17C86" w:rsidRPr="003114EA">
        <w:rPr>
          <w:szCs w:val="24"/>
        </w:rPr>
        <w:t>priėmimo akto pasirašymo dienos sudarytų atitinkamas sutartis dėl paslaugų teikimo su šaltą ir karštą vandenį, elektros energiją, šiluminę energiją</w:t>
      </w:r>
      <w:r w:rsidR="00353139">
        <w:rPr>
          <w:szCs w:val="24"/>
        </w:rPr>
        <w:t xml:space="preserve"> </w:t>
      </w:r>
      <w:r w:rsidR="00353139" w:rsidRPr="00F82A47">
        <w:rPr>
          <w:b/>
          <w:bCs/>
          <w:szCs w:val="24"/>
        </w:rPr>
        <w:t>tiekiančiomis</w:t>
      </w:r>
      <w:r w:rsidR="00F17C86" w:rsidRPr="003114EA">
        <w:rPr>
          <w:szCs w:val="24"/>
        </w:rPr>
        <w:t xml:space="preserve"> ir komunalines paslaugas (šiukšlių išvežimą, bendrojo naudojimo patalpų ir teritorijos valymą ir kitas) teikiančiomis įmonėmis ir (ar) organizacijomis ir šių sutarčių kopijas pateiktų Nuomotojui.</w:t>
      </w:r>
    </w:p>
    <w:p w14:paraId="27AB55EF" w14:textId="77777777" w:rsidR="00F17C86" w:rsidRPr="003114EA" w:rsidRDefault="00813492" w:rsidP="006C0AD0">
      <w:pPr>
        <w:tabs>
          <w:tab w:val="left" w:pos="0"/>
          <w:tab w:val="left" w:pos="851"/>
          <w:tab w:val="left" w:pos="993"/>
          <w:tab w:val="left" w:pos="1276"/>
          <w:tab w:val="left" w:pos="1701"/>
        </w:tabs>
        <w:suppressAutoHyphens/>
        <w:ind w:firstLine="710"/>
        <w:jc w:val="both"/>
        <w:rPr>
          <w:sz w:val="28"/>
          <w:szCs w:val="24"/>
        </w:rPr>
      </w:pPr>
      <w:r w:rsidRPr="003114EA">
        <w:rPr>
          <w:szCs w:val="24"/>
        </w:rPr>
        <w:t>7</w:t>
      </w:r>
      <w:r w:rsidR="00BB04E0" w:rsidRPr="003114EA">
        <w:rPr>
          <w:szCs w:val="24"/>
        </w:rPr>
        <w:t>6</w:t>
      </w:r>
      <w:r w:rsidR="00F17C86" w:rsidRPr="003114EA">
        <w:rPr>
          <w:szCs w:val="24"/>
        </w:rPr>
        <w:t xml:space="preserve">. Nuomotojas kontroliuoja, ar nuomininkas moka už būsto nuomą ir už paslaugų teikėjų teikiamas paslaugas, ar nuomininkas ir jo šeimos nariai yra deklaravę savo gyvenamąją vietą </w:t>
      </w:r>
      <w:r w:rsidR="00CA1A23" w:rsidRPr="003114EA">
        <w:rPr>
          <w:szCs w:val="24"/>
        </w:rPr>
        <w:t>S</w:t>
      </w:r>
      <w:r w:rsidR="00F17C86" w:rsidRPr="003114EA">
        <w:rPr>
          <w:szCs w:val="24"/>
        </w:rPr>
        <w:t xml:space="preserve">avivaldybės ar socialiniame būste, ar vykdo visas nuomos sutartyje nustatytas sąlygas. Gavus informaciją iš paslaugų teikimo įmonių apie nuomininkų nesumokėtus mokesčius už paslaugas, siunčia raginimus nuomininkams, nurodant 10 kalendorinių dienų terminą, sumokėti mokesčius už paslaugas gera valia arba sudaryti </w:t>
      </w:r>
      <w:r w:rsidR="00F17C86" w:rsidRPr="003114EA">
        <w:rPr>
          <w:szCs w:val="22"/>
        </w:rPr>
        <w:t>skolos padengimo sutartis su paslaugų teikėjais.</w:t>
      </w:r>
    </w:p>
    <w:p w14:paraId="730C831E" w14:textId="77777777" w:rsidR="00F17C86" w:rsidRPr="003114EA" w:rsidRDefault="00813492" w:rsidP="006C0AD0">
      <w:pPr>
        <w:ind w:firstLine="710"/>
        <w:jc w:val="both"/>
        <w:rPr>
          <w:szCs w:val="24"/>
        </w:rPr>
      </w:pPr>
      <w:r w:rsidRPr="003114EA">
        <w:rPr>
          <w:szCs w:val="24"/>
        </w:rPr>
        <w:t>7</w:t>
      </w:r>
      <w:r w:rsidR="00BB04E0" w:rsidRPr="003114EA">
        <w:rPr>
          <w:szCs w:val="24"/>
        </w:rPr>
        <w:t>7</w:t>
      </w:r>
      <w:r w:rsidR="00F17C86" w:rsidRPr="003114EA">
        <w:rPr>
          <w:szCs w:val="24"/>
        </w:rPr>
        <w:t xml:space="preserve">. Jeigu yra </w:t>
      </w:r>
      <w:r w:rsidR="00CA1A23" w:rsidRPr="003114EA">
        <w:rPr>
          <w:szCs w:val="24"/>
        </w:rPr>
        <w:t>S</w:t>
      </w:r>
      <w:r w:rsidR="00F17C86" w:rsidRPr="003114EA">
        <w:rPr>
          <w:szCs w:val="24"/>
        </w:rPr>
        <w:t>avivaldybės ar socialinio būsto nuomininkų, įsiskolinusių už nuomą ar teikiamas paslaugas daugiau kaip 3 mėnesius ar nuomininkų, kurie piktybiškai pažeidžia kitus nuomos sutarties punktus arba kurie pažeidžia pastate, kuriame yra būstas, esančių butų ir bendrojo naudojimo patalpų ir teritorijų savininkų ir (ar) naudotojų teises bei teisėtus interesus, inicijuojamas Komisijos posėdis, į kurį kviečiamas būsto nuomininkas</w:t>
      </w:r>
      <w:r w:rsidR="00F17C86" w:rsidRPr="003114EA">
        <w:rPr>
          <w:szCs w:val="22"/>
        </w:rPr>
        <w:t>, ir svarstomas klausimas</w:t>
      </w:r>
      <w:r w:rsidR="00F17C86" w:rsidRPr="003114EA">
        <w:rPr>
          <w:szCs w:val="24"/>
        </w:rPr>
        <w:t xml:space="preserve"> dėl būsto nuomos sutarties nutraukimo ir nuomininko iškeldinimo iš užimamų gyvenamųjų patalpų. </w:t>
      </w:r>
      <w:r w:rsidR="00F17C86" w:rsidRPr="003114EA">
        <w:rPr>
          <w:szCs w:val="22"/>
        </w:rPr>
        <w:t xml:space="preserve">Komisijai dėl </w:t>
      </w:r>
      <w:r w:rsidR="00CA1A23" w:rsidRPr="003114EA">
        <w:rPr>
          <w:szCs w:val="22"/>
        </w:rPr>
        <w:t>S</w:t>
      </w:r>
      <w:r w:rsidR="00F17C86" w:rsidRPr="003114EA">
        <w:rPr>
          <w:szCs w:val="22"/>
        </w:rPr>
        <w:t xml:space="preserve">avivaldybės ir socialinio būstų klausimų nagrinėjimo pritarus nuomos sutarties nutraukimui, dokumentai teikiami </w:t>
      </w:r>
      <w:r w:rsidR="00677BFE" w:rsidRPr="003114EA">
        <w:rPr>
          <w:szCs w:val="22"/>
        </w:rPr>
        <w:t xml:space="preserve">Savivaldybės administracijos </w:t>
      </w:r>
      <w:r w:rsidR="00F17C86" w:rsidRPr="003114EA">
        <w:rPr>
          <w:szCs w:val="22"/>
        </w:rPr>
        <w:t>Teisės, personalo ir dokumentų valdymo skyriui</w:t>
      </w:r>
      <w:r w:rsidR="008A0B40" w:rsidRPr="003114EA">
        <w:rPr>
          <w:szCs w:val="22"/>
        </w:rPr>
        <w:t xml:space="preserve"> dėl nuomininko iškeldinimo.</w:t>
      </w:r>
      <w:r w:rsidR="00F17C86" w:rsidRPr="003114EA">
        <w:rPr>
          <w:szCs w:val="22"/>
        </w:rPr>
        <w:t xml:space="preserve"> </w:t>
      </w:r>
      <w:r w:rsidR="00F17C86" w:rsidRPr="003114EA">
        <w:rPr>
          <w:szCs w:val="24"/>
        </w:rPr>
        <w:t xml:space="preserve"> </w:t>
      </w:r>
    </w:p>
    <w:p w14:paraId="420F192C" w14:textId="77777777" w:rsidR="00F17C86" w:rsidRPr="003114EA" w:rsidRDefault="00813492" w:rsidP="006C0AD0">
      <w:pPr>
        <w:ind w:firstLine="709"/>
        <w:jc w:val="both"/>
        <w:rPr>
          <w:szCs w:val="24"/>
        </w:rPr>
      </w:pPr>
      <w:r w:rsidRPr="003114EA">
        <w:rPr>
          <w:szCs w:val="24"/>
        </w:rPr>
        <w:t>7</w:t>
      </w:r>
      <w:r w:rsidR="00BB04E0" w:rsidRPr="003114EA">
        <w:rPr>
          <w:szCs w:val="24"/>
        </w:rPr>
        <w:t>8</w:t>
      </w:r>
      <w:r w:rsidR="00F17C86" w:rsidRPr="003114EA">
        <w:rPr>
          <w:szCs w:val="24"/>
        </w:rPr>
        <w:t>. Išnuomojamo ir grąžinamo būsto būklę perdavimo metu fiksuoja seniūnijos specialistas būsto perdavimo - priėmimo aktu su būsto nuotraukomis.</w:t>
      </w:r>
    </w:p>
    <w:p w14:paraId="58458FD0" w14:textId="77777777" w:rsidR="00F17C86" w:rsidRPr="003114EA" w:rsidRDefault="00F17C86" w:rsidP="006C0AD0">
      <w:pPr>
        <w:ind w:firstLine="709"/>
        <w:jc w:val="both"/>
      </w:pPr>
      <w:r w:rsidRPr="003114EA">
        <w:rPr>
          <w:szCs w:val="24"/>
        </w:rPr>
        <w:t>7</w:t>
      </w:r>
      <w:r w:rsidR="00BB04E0" w:rsidRPr="003114EA">
        <w:rPr>
          <w:szCs w:val="24"/>
        </w:rPr>
        <w:t>9</w:t>
      </w:r>
      <w:r w:rsidRPr="003114EA">
        <w:rPr>
          <w:szCs w:val="24"/>
        </w:rPr>
        <w:t xml:space="preserve">. </w:t>
      </w:r>
      <w:r w:rsidR="008A0B40" w:rsidRPr="003114EA">
        <w:rPr>
          <w:szCs w:val="24"/>
        </w:rPr>
        <w:t>Nuomotojas</w:t>
      </w:r>
      <w:r w:rsidRPr="003114EA">
        <w:rPr>
          <w:szCs w:val="24"/>
        </w:rPr>
        <w:t xml:space="preserve"> ne rečiau kaip kartą per metus atlieka </w:t>
      </w:r>
      <w:r w:rsidR="00CA1A23" w:rsidRPr="003114EA">
        <w:rPr>
          <w:szCs w:val="24"/>
        </w:rPr>
        <w:t>S</w:t>
      </w:r>
      <w:r w:rsidRPr="003114EA">
        <w:rPr>
          <w:szCs w:val="24"/>
        </w:rPr>
        <w:t xml:space="preserve">avivaldybės būstų ir socialinių būstų planinį patikrinimą. </w:t>
      </w:r>
      <w:r w:rsidRPr="003114EA">
        <w:t xml:space="preserve"> </w:t>
      </w:r>
    </w:p>
    <w:p w14:paraId="7FAB0ECD" w14:textId="77777777" w:rsidR="006C0AD0" w:rsidRPr="003114EA" w:rsidRDefault="006C0AD0" w:rsidP="006C0AD0">
      <w:pPr>
        <w:ind w:firstLine="709"/>
        <w:jc w:val="both"/>
      </w:pPr>
    </w:p>
    <w:p w14:paraId="6063D26B" w14:textId="77777777" w:rsidR="00F17C86" w:rsidRPr="003114EA" w:rsidRDefault="00F17C86" w:rsidP="006C0AD0">
      <w:pPr>
        <w:tabs>
          <w:tab w:val="left" w:pos="142"/>
          <w:tab w:val="left" w:pos="851"/>
          <w:tab w:val="left" w:pos="993"/>
          <w:tab w:val="left" w:pos="1276"/>
          <w:tab w:val="left" w:pos="1701"/>
        </w:tabs>
        <w:suppressAutoHyphens/>
        <w:jc w:val="center"/>
        <w:rPr>
          <w:b/>
          <w:szCs w:val="24"/>
        </w:rPr>
      </w:pPr>
      <w:r w:rsidRPr="003114EA">
        <w:rPr>
          <w:b/>
          <w:szCs w:val="24"/>
        </w:rPr>
        <w:t>X SKYRIUS</w:t>
      </w:r>
    </w:p>
    <w:p w14:paraId="708C4E20" w14:textId="77777777" w:rsidR="00F17C86" w:rsidRPr="003114EA" w:rsidRDefault="00F17C86" w:rsidP="006C0AD0">
      <w:pPr>
        <w:tabs>
          <w:tab w:val="left" w:pos="142"/>
          <w:tab w:val="left" w:pos="851"/>
          <w:tab w:val="left" w:pos="993"/>
          <w:tab w:val="left" w:pos="1134"/>
          <w:tab w:val="left" w:pos="1276"/>
          <w:tab w:val="left" w:pos="1701"/>
        </w:tabs>
        <w:suppressAutoHyphens/>
        <w:jc w:val="center"/>
        <w:rPr>
          <w:b/>
          <w:szCs w:val="24"/>
        </w:rPr>
      </w:pPr>
      <w:r w:rsidRPr="003114EA">
        <w:rPr>
          <w:b/>
          <w:szCs w:val="24"/>
        </w:rPr>
        <w:t>BAIGIAMOSIOS NUOSTATOS</w:t>
      </w:r>
    </w:p>
    <w:p w14:paraId="519E1A1C" w14:textId="77777777" w:rsidR="00F17C86" w:rsidRPr="003114EA" w:rsidRDefault="00F17C86" w:rsidP="006C0AD0">
      <w:pPr>
        <w:tabs>
          <w:tab w:val="left" w:pos="0"/>
          <w:tab w:val="left" w:pos="851"/>
          <w:tab w:val="left" w:pos="993"/>
          <w:tab w:val="left" w:pos="1134"/>
          <w:tab w:val="left" w:pos="1276"/>
          <w:tab w:val="left" w:pos="1701"/>
        </w:tabs>
        <w:suppressAutoHyphens/>
        <w:jc w:val="both"/>
        <w:rPr>
          <w:szCs w:val="24"/>
        </w:rPr>
      </w:pPr>
    </w:p>
    <w:p w14:paraId="395C8102" w14:textId="77777777" w:rsidR="00F17C86" w:rsidRPr="003114EA" w:rsidRDefault="00BB04E0" w:rsidP="006C0AD0">
      <w:pPr>
        <w:tabs>
          <w:tab w:val="left" w:pos="0"/>
          <w:tab w:val="left" w:pos="851"/>
          <w:tab w:val="left" w:pos="1134"/>
        </w:tabs>
        <w:suppressAutoHyphens/>
        <w:ind w:firstLine="710"/>
        <w:jc w:val="both"/>
        <w:rPr>
          <w:szCs w:val="24"/>
        </w:rPr>
      </w:pPr>
      <w:r w:rsidRPr="003114EA">
        <w:rPr>
          <w:szCs w:val="24"/>
        </w:rPr>
        <w:t>80</w:t>
      </w:r>
      <w:r w:rsidR="00F17C86" w:rsidRPr="003114EA">
        <w:rPr>
          <w:szCs w:val="24"/>
        </w:rPr>
        <w:t>. Už asmenų ar šeimų pateiktų duomenų teisingumą atsako pareiškėjas.</w:t>
      </w:r>
    </w:p>
    <w:p w14:paraId="2CCE0597" w14:textId="77777777" w:rsidR="00F17C86" w:rsidRPr="003114EA" w:rsidRDefault="00813492" w:rsidP="006C0AD0">
      <w:pPr>
        <w:tabs>
          <w:tab w:val="left" w:pos="0"/>
          <w:tab w:val="left" w:pos="851"/>
          <w:tab w:val="left" w:pos="1134"/>
        </w:tabs>
        <w:suppressAutoHyphens/>
        <w:ind w:firstLine="710"/>
        <w:jc w:val="both"/>
      </w:pPr>
      <w:r w:rsidRPr="003114EA">
        <w:t>8</w:t>
      </w:r>
      <w:r w:rsidR="00BB04E0" w:rsidRPr="003114EA">
        <w:t>1</w:t>
      </w:r>
      <w:r w:rsidR="00F17C86" w:rsidRPr="003114EA">
        <w:t xml:space="preserve">. Savivaldybės administracija duomenis apie paramą būstui išsinuomoti ir gaunančius paramą tvarko ir teikia vadovaujantis Įstatymo 24 straipsniu. </w:t>
      </w:r>
    </w:p>
    <w:p w14:paraId="76B93FDA" w14:textId="77777777" w:rsidR="00F17C86" w:rsidRPr="003114EA" w:rsidRDefault="00813492" w:rsidP="006C0AD0">
      <w:pPr>
        <w:tabs>
          <w:tab w:val="left" w:pos="0"/>
          <w:tab w:val="left" w:pos="851"/>
          <w:tab w:val="left" w:pos="1134"/>
        </w:tabs>
        <w:suppressAutoHyphens/>
        <w:ind w:firstLine="710"/>
        <w:jc w:val="both"/>
        <w:rPr>
          <w:szCs w:val="24"/>
        </w:rPr>
      </w:pPr>
      <w:r w:rsidRPr="003114EA">
        <w:rPr>
          <w:szCs w:val="24"/>
        </w:rPr>
        <w:t>8</w:t>
      </w:r>
      <w:r w:rsidR="00BB04E0" w:rsidRPr="003114EA">
        <w:rPr>
          <w:szCs w:val="24"/>
        </w:rPr>
        <w:t>2</w:t>
      </w:r>
      <w:r w:rsidR="00F17C86" w:rsidRPr="003114EA">
        <w:rPr>
          <w:szCs w:val="24"/>
        </w:rPr>
        <w:t>. Savivaldybės socialinio būsto fondo plėtra numatoma patvirtintuose Savivaldybės strateginio planavimo dokumentuose.</w:t>
      </w:r>
    </w:p>
    <w:p w14:paraId="3BD391C5" w14:textId="77777777" w:rsidR="00AE3BEF" w:rsidRPr="003114EA" w:rsidRDefault="00AE3BEF" w:rsidP="006C0AD0">
      <w:pPr>
        <w:tabs>
          <w:tab w:val="left" w:pos="0"/>
          <w:tab w:val="left" w:pos="851"/>
          <w:tab w:val="left" w:pos="1134"/>
        </w:tabs>
        <w:suppressAutoHyphens/>
        <w:ind w:firstLine="710"/>
        <w:jc w:val="both"/>
        <w:rPr>
          <w:szCs w:val="24"/>
        </w:rPr>
      </w:pPr>
      <w:r w:rsidRPr="003114EA">
        <w:rPr>
          <w:szCs w:val="24"/>
        </w:rPr>
        <w:lastRenderedPageBreak/>
        <w:t>83. Privalomą skelbti informaciją, numatytą Įstatymo 14 straipsnio 2 dalyje, 16 straipsnio 9 dalyje ir 24 straipsnio 3 dalyje, Savivaldybės interneto svetainėje www.skuodas.lt skelbia Savivaldybės administracijos Socialinės paramos skyrius.</w:t>
      </w:r>
    </w:p>
    <w:p w14:paraId="3E8C0AE8" w14:textId="77777777" w:rsidR="00AE3BEF" w:rsidRPr="003114EA" w:rsidRDefault="00AE3BEF" w:rsidP="006C0AD0">
      <w:pPr>
        <w:tabs>
          <w:tab w:val="left" w:pos="0"/>
          <w:tab w:val="left" w:pos="851"/>
          <w:tab w:val="left" w:pos="1134"/>
        </w:tabs>
        <w:suppressAutoHyphens/>
        <w:ind w:firstLine="710"/>
        <w:jc w:val="both"/>
        <w:rPr>
          <w:szCs w:val="24"/>
        </w:rPr>
      </w:pPr>
      <w:r w:rsidRPr="003114EA">
        <w:rPr>
          <w:szCs w:val="24"/>
        </w:rPr>
        <w:t xml:space="preserve">84. Socialinio būsto ir Savivaldybės būsto nuomos kontrolę vykdo Savivaldybės administracijos direktorius, Kontrolės ir audito tarnyba, Centralizuoto vidaus audito tarnyba. </w:t>
      </w:r>
    </w:p>
    <w:p w14:paraId="1D8B460B" w14:textId="77777777" w:rsidR="00AE3BEF" w:rsidRPr="003114EA" w:rsidRDefault="00AE3BEF" w:rsidP="006C0AD0">
      <w:pPr>
        <w:tabs>
          <w:tab w:val="left" w:pos="0"/>
          <w:tab w:val="left" w:pos="851"/>
          <w:tab w:val="left" w:pos="1134"/>
        </w:tabs>
        <w:suppressAutoHyphens/>
        <w:ind w:firstLine="710"/>
        <w:jc w:val="both"/>
        <w:rPr>
          <w:szCs w:val="24"/>
        </w:rPr>
      </w:pPr>
      <w:r w:rsidRPr="003114EA">
        <w:rPr>
          <w:szCs w:val="24"/>
        </w:rPr>
        <w:t xml:space="preserve">85. Už Aprašo vykdymą atsakingas Savivaldybės administracijos Socialinės paramos skyrius ir Savivaldybės administracijos Statybos, investicijų ir turto valdymo skyrius. Už Aprašo vykdymo kontrolę atsakingas Savivaldybės administracijos direktorius. </w:t>
      </w:r>
    </w:p>
    <w:p w14:paraId="030ACCB9" w14:textId="77777777" w:rsidR="00AE3BEF" w:rsidRPr="003114EA" w:rsidRDefault="00AE3BEF" w:rsidP="006C0AD0">
      <w:pPr>
        <w:tabs>
          <w:tab w:val="left" w:pos="0"/>
          <w:tab w:val="left" w:pos="851"/>
          <w:tab w:val="left" w:pos="1134"/>
        </w:tabs>
        <w:suppressAutoHyphens/>
        <w:ind w:firstLine="710"/>
        <w:jc w:val="both"/>
        <w:rPr>
          <w:szCs w:val="24"/>
        </w:rPr>
      </w:pPr>
      <w:r w:rsidRPr="003114EA">
        <w:rPr>
          <w:szCs w:val="24"/>
        </w:rPr>
        <w:t xml:space="preserve">86. Šiame Apraše neaptarti klausimai dėl </w:t>
      </w:r>
      <w:r w:rsidR="00CA1A23" w:rsidRPr="003114EA">
        <w:rPr>
          <w:szCs w:val="24"/>
        </w:rPr>
        <w:t>S</w:t>
      </w:r>
      <w:r w:rsidRPr="003114EA">
        <w:rPr>
          <w:szCs w:val="24"/>
        </w:rPr>
        <w:t xml:space="preserve">avivaldybės būsto ir socialinio būsto nuomos sprendžiami vadovaujantis Lietuvos Respublikos paramos būstui įsigyti ar išsinuomoti įstatymu, </w:t>
      </w:r>
      <w:r w:rsidR="00166EB3" w:rsidRPr="003114EA">
        <w:rPr>
          <w:szCs w:val="24"/>
        </w:rPr>
        <w:t>C</w:t>
      </w:r>
      <w:r w:rsidRPr="003114EA">
        <w:rPr>
          <w:szCs w:val="24"/>
        </w:rPr>
        <w:t>iviliniu kodeksu, kitais teisės aktais</w:t>
      </w:r>
      <w:r w:rsidR="008354F9" w:rsidRPr="003114EA">
        <w:rPr>
          <w:szCs w:val="24"/>
        </w:rPr>
        <w:t>,</w:t>
      </w:r>
      <w:r w:rsidRPr="003114EA">
        <w:rPr>
          <w:szCs w:val="24"/>
        </w:rPr>
        <w:t xml:space="preserve"> reglamentuojančiais </w:t>
      </w:r>
      <w:r w:rsidR="00CA1A23" w:rsidRPr="003114EA">
        <w:rPr>
          <w:szCs w:val="24"/>
        </w:rPr>
        <w:t>S</w:t>
      </w:r>
      <w:r w:rsidRPr="003114EA">
        <w:rPr>
          <w:szCs w:val="24"/>
        </w:rPr>
        <w:t>avivaldybės būsto ir socialinio būsto nuomą.</w:t>
      </w:r>
    </w:p>
    <w:sectPr w:rsidR="00AE3BEF" w:rsidRPr="003114EA" w:rsidSect="00B2233F">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08C1F" w14:textId="77777777" w:rsidR="00100F25" w:rsidRDefault="00100F25" w:rsidP="00F17C86">
      <w:r>
        <w:separator/>
      </w:r>
    </w:p>
  </w:endnote>
  <w:endnote w:type="continuationSeparator" w:id="0">
    <w:p w14:paraId="6C402163" w14:textId="77777777" w:rsidR="00100F25" w:rsidRDefault="00100F25" w:rsidP="00F17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7743B" w14:textId="77777777" w:rsidR="00100F25" w:rsidRDefault="00100F25" w:rsidP="00F17C86">
      <w:r>
        <w:separator/>
      </w:r>
    </w:p>
  </w:footnote>
  <w:footnote w:type="continuationSeparator" w:id="0">
    <w:p w14:paraId="4970339C" w14:textId="77777777" w:rsidR="00100F25" w:rsidRDefault="00100F25" w:rsidP="00F17C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E4CC6" w14:textId="77777777" w:rsidR="00F17C86" w:rsidRDefault="00F17C86">
    <w:pPr>
      <w:pStyle w:val="Antrats"/>
      <w:jc w:val="center"/>
    </w:pPr>
    <w:r>
      <w:fldChar w:fldCharType="begin"/>
    </w:r>
    <w:r>
      <w:instrText>PAGE   \* MERGEFORMAT</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AE743" w14:textId="77777777" w:rsidR="00675DD3" w:rsidRDefault="00675DD3" w:rsidP="00675DD3">
    <w:pPr>
      <w:pStyle w:val="Antrats"/>
      <w:jc w:val="right"/>
      <w:rPr>
        <w:b/>
        <w:bCs/>
      </w:rPr>
    </w:pPr>
    <w:r>
      <w:rPr>
        <w:b/>
        <w:bCs/>
        <w:i/>
        <w:iCs/>
        <w:szCs w:val="24"/>
      </w:rPr>
      <w:t>Lyginamasis variantas</w:t>
    </w:r>
  </w:p>
  <w:p w14:paraId="2426F3BF" w14:textId="77777777" w:rsidR="00675DD3" w:rsidRDefault="00675DD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74508"/>
    <w:multiLevelType w:val="hybridMultilevel"/>
    <w:tmpl w:val="A4643B16"/>
    <w:lvl w:ilvl="0" w:tplc="B132604C">
      <w:start w:val="1"/>
      <w:numFmt w:val="upperRoman"/>
      <w:suff w:val="space"/>
      <w:lvlText w:val="%1."/>
      <w:lvlJc w:val="left"/>
      <w:pPr>
        <w:ind w:left="1931"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83B6CFC"/>
    <w:multiLevelType w:val="multilevel"/>
    <w:tmpl w:val="52446E00"/>
    <w:lvl w:ilvl="0">
      <w:start w:val="4"/>
      <w:numFmt w:val="decimal"/>
      <w:suff w:val="space"/>
      <w:lvlText w:val="%1."/>
      <w:lvlJc w:val="left"/>
      <w:pPr>
        <w:ind w:left="1571" w:hanging="360"/>
      </w:pPr>
      <w:rPr>
        <w:rFonts w:hint="default"/>
        <w:b w:val="0"/>
      </w:rPr>
    </w:lvl>
    <w:lvl w:ilvl="1">
      <w:start w:val="2"/>
      <w:numFmt w:val="decimal"/>
      <w:isLgl/>
      <w:suff w:val="space"/>
      <w:lvlText w:val="%1.%2."/>
      <w:lvlJc w:val="left"/>
      <w:pPr>
        <w:ind w:left="1070" w:hanging="360"/>
      </w:pPr>
      <w:rPr>
        <w:rFonts w:hint="default"/>
        <w:color w:val="auto"/>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2" w15:restartNumberingAfterBreak="0">
    <w:nsid w:val="170F46F3"/>
    <w:multiLevelType w:val="multilevel"/>
    <w:tmpl w:val="28443AD0"/>
    <w:lvl w:ilvl="0">
      <w:start w:val="7"/>
      <w:numFmt w:val="decimal"/>
      <w:lvlText w:val="%1."/>
      <w:lvlJc w:val="left"/>
      <w:pPr>
        <w:ind w:left="376" w:hanging="376"/>
      </w:pPr>
      <w:rPr>
        <w:rFonts w:hint="default"/>
      </w:rPr>
    </w:lvl>
    <w:lvl w:ilvl="1">
      <w:start w:val="6"/>
      <w:numFmt w:val="decimal"/>
      <w:lvlText w:val="%1.%2."/>
      <w:lvlJc w:val="left"/>
      <w:pPr>
        <w:ind w:left="1086" w:hanging="376"/>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F07769C"/>
    <w:multiLevelType w:val="hybridMultilevel"/>
    <w:tmpl w:val="7B362DD6"/>
    <w:lvl w:ilvl="0" w:tplc="0B88AFAA">
      <w:start w:val="8"/>
      <w:numFmt w:val="decimal"/>
      <w:suff w:val="space"/>
      <w:lvlText w:val="%1."/>
      <w:lvlJc w:val="left"/>
      <w:pPr>
        <w:ind w:left="157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1AE45E3"/>
    <w:multiLevelType w:val="hybridMultilevel"/>
    <w:tmpl w:val="38D47BA2"/>
    <w:lvl w:ilvl="0" w:tplc="B9C42F48">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2E495B9E"/>
    <w:multiLevelType w:val="hybridMultilevel"/>
    <w:tmpl w:val="59B4A46E"/>
    <w:lvl w:ilvl="0" w:tplc="13F4CD16">
      <w:start w:val="10"/>
      <w:numFmt w:val="decimal"/>
      <w:suff w:val="space"/>
      <w:lvlText w:val="%1."/>
      <w:lvlJc w:val="left"/>
      <w:pPr>
        <w:ind w:left="1571" w:hanging="360"/>
      </w:pPr>
      <w:rPr>
        <w:rFonts w:hint="default"/>
      </w:rPr>
    </w:lvl>
    <w:lvl w:ilvl="1" w:tplc="04270019" w:tentative="1">
      <w:start w:val="1"/>
      <w:numFmt w:val="lowerLetter"/>
      <w:lvlText w:val="%2."/>
      <w:lvlJc w:val="left"/>
      <w:pPr>
        <w:ind w:left="3371" w:hanging="360"/>
      </w:pPr>
    </w:lvl>
    <w:lvl w:ilvl="2" w:tplc="0427001B" w:tentative="1">
      <w:start w:val="1"/>
      <w:numFmt w:val="lowerRoman"/>
      <w:lvlText w:val="%3."/>
      <w:lvlJc w:val="right"/>
      <w:pPr>
        <w:ind w:left="4091" w:hanging="180"/>
      </w:pPr>
    </w:lvl>
    <w:lvl w:ilvl="3" w:tplc="0427000F" w:tentative="1">
      <w:start w:val="1"/>
      <w:numFmt w:val="decimal"/>
      <w:lvlText w:val="%4."/>
      <w:lvlJc w:val="left"/>
      <w:pPr>
        <w:ind w:left="4811" w:hanging="360"/>
      </w:pPr>
    </w:lvl>
    <w:lvl w:ilvl="4" w:tplc="04270019" w:tentative="1">
      <w:start w:val="1"/>
      <w:numFmt w:val="lowerLetter"/>
      <w:lvlText w:val="%5."/>
      <w:lvlJc w:val="left"/>
      <w:pPr>
        <w:ind w:left="5531" w:hanging="360"/>
      </w:pPr>
    </w:lvl>
    <w:lvl w:ilvl="5" w:tplc="0427001B" w:tentative="1">
      <w:start w:val="1"/>
      <w:numFmt w:val="lowerRoman"/>
      <w:lvlText w:val="%6."/>
      <w:lvlJc w:val="right"/>
      <w:pPr>
        <w:ind w:left="6251" w:hanging="180"/>
      </w:pPr>
    </w:lvl>
    <w:lvl w:ilvl="6" w:tplc="0427000F" w:tentative="1">
      <w:start w:val="1"/>
      <w:numFmt w:val="decimal"/>
      <w:lvlText w:val="%7."/>
      <w:lvlJc w:val="left"/>
      <w:pPr>
        <w:ind w:left="6971" w:hanging="360"/>
      </w:pPr>
    </w:lvl>
    <w:lvl w:ilvl="7" w:tplc="04270019" w:tentative="1">
      <w:start w:val="1"/>
      <w:numFmt w:val="lowerLetter"/>
      <w:lvlText w:val="%8."/>
      <w:lvlJc w:val="left"/>
      <w:pPr>
        <w:ind w:left="7691" w:hanging="360"/>
      </w:pPr>
    </w:lvl>
    <w:lvl w:ilvl="8" w:tplc="0427001B" w:tentative="1">
      <w:start w:val="1"/>
      <w:numFmt w:val="lowerRoman"/>
      <w:lvlText w:val="%9."/>
      <w:lvlJc w:val="right"/>
      <w:pPr>
        <w:ind w:left="8411" w:hanging="180"/>
      </w:pPr>
    </w:lvl>
  </w:abstractNum>
  <w:abstractNum w:abstractNumId="6" w15:restartNumberingAfterBreak="0">
    <w:nsid w:val="59376235"/>
    <w:multiLevelType w:val="hybridMultilevel"/>
    <w:tmpl w:val="3EEE877E"/>
    <w:lvl w:ilvl="0" w:tplc="8C647BC2">
      <w:start w:val="1"/>
      <w:numFmt w:val="decimal"/>
      <w:suff w:val="space"/>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7" w15:restartNumberingAfterBreak="0">
    <w:nsid w:val="5D7D51D4"/>
    <w:multiLevelType w:val="hybridMultilevel"/>
    <w:tmpl w:val="2520B3F2"/>
    <w:lvl w:ilvl="0" w:tplc="B7B0948C">
      <w:start w:val="4"/>
      <w:numFmt w:val="decimal"/>
      <w:suff w:val="space"/>
      <w:lvlText w:val="%1.1."/>
      <w:lvlJc w:val="left"/>
      <w:pPr>
        <w:ind w:left="1571"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DF63DDF"/>
    <w:multiLevelType w:val="hybridMultilevel"/>
    <w:tmpl w:val="59EC068C"/>
    <w:lvl w:ilvl="0" w:tplc="FD101B4A">
      <w:start w:val="6"/>
      <w:numFmt w:val="decimal"/>
      <w:suff w:val="space"/>
      <w:lvlText w:val="%1."/>
      <w:lvlJc w:val="left"/>
      <w:pPr>
        <w:ind w:left="1571"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44A187F"/>
    <w:multiLevelType w:val="multilevel"/>
    <w:tmpl w:val="F43A0D1E"/>
    <w:lvl w:ilvl="0">
      <w:start w:val="4"/>
      <w:numFmt w:val="decimal"/>
      <w:suff w:val="space"/>
      <w:lvlText w:val="%1."/>
      <w:lvlJc w:val="left"/>
      <w:pPr>
        <w:ind w:left="1571" w:hanging="360"/>
      </w:pPr>
      <w:rPr>
        <w:rFonts w:hint="default"/>
        <w:b w:val="0"/>
      </w:rPr>
    </w:lvl>
    <w:lvl w:ilvl="1">
      <w:start w:val="5"/>
      <w:numFmt w:val="decimal"/>
      <w:suff w:val="space"/>
      <w:lvlText w:val="%2."/>
      <w:lvlJc w:val="left"/>
      <w:pPr>
        <w:ind w:left="1070" w:hanging="360"/>
      </w:pPr>
      <w:rPr>
        <w:rFonts w:hint="default"/>
        <w:b w:val="0"/>
        <w:color w:val="auto"/>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10" w15:restartNumberingAfterBreak="0">
    <w:nsid w:val="7B1938F1"/>
    <w:multiLevelType w:val="hybridMultilevel"/>
    <w:tmpl w:val="F5FC5652"/>
    <w:lvl w:ilvl="0" w:tplc="01CC6FF2">
      <w:start w:val="1"/>
      <w:numFmt w:val="decimal"/>
      <w:lvlText w:val="%1."/>
      <w:lvlJc w:val="left"/>
      <w:pPr>
        <w:ind w:left="1070" w:hanging="360"/>
      </w:pPr>
      <w:rPr>
        <w:rFonts w:hint="default"/>
        <w:color w:val="auto"/>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num w:numId="1" w16cid:durableId="1075198590">
    <w:abstractNumId w:val="4"/>
  </w:num>
  <w:num w:numId="2" w16cid:durableId="709762193">
    <w:abstractNumId w:val="0"/>
  </w:num>
  <w:num w:numId="3" w16cid:durableId="626080447">
    <w:abstractNumId w:val="6"/>
  </w:num>
  <w:num w:numId="4" w16cid:durableId="1724790054">
    <w:abstractNumId w:val="1"/>
  </w:num>
  <w:num w:numId="5" w16cid:durableId="865097057">
    <w:abstractNumId w:val="7"/>
  </w:num>
  <w:num w:numId="6" w16cid:durableId="609776795">
    <w:abstractNumId w:val="9"/>
  </w:num>
  <w:num w:numId="7" w16cid:durableId="759836279">
    <w:abstractNumId w:val="8"/>
  </w:num>
  <w:num w:numId="8" w16cid:durableId="1130124403">
    <w:abstractNumId w:val="5"/>
  </w:num>
  <w:num w:numId="9" w16cid:durableId="2041851456">
    <w:abstractNumId w:val="3"/>
  </w:num>
  <w:num w:numId="10" w16cid:durableId="287661054">
    <w:abstractNumId w:val="2"/>
  </w:num>
  <w:num w:numId="11" w16cid:durableId="17657623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3C5"/>
    <w:rsid w:val="0001014E"/>
    <w:rsid w:val="00011354"/>
    <w:rsid w:val="000133C5"/>
    <w:rsid w:val="000249E9"/>
    <w:rsid w:val="00042774"/>
    <w:rsid w:val="00061609"/>
    <w:rsid w:val="00074646"/>
    <w:rsid w:val="00074AA7"/>
    <w:rsid w:val="00084B54"/>
    <w:rsid w:val="00095D78"/>
    <w:rsid w:val="000C6C38"/>
    <w:rsid w:val="000E657E"/>
    <w:rsid w:val="000E7C6D"/>
    <w:rsid w:val="00100F25"/>
    <w:rsid w:val="0010541D"/>
    <w:rsid w:val="00116610"/>
    <w:rsid w:val="00134A96"/>
    <w:rsid w:val="00141F8D"/>
    <w:rsid w:val="001451F7"/>
    <w:rsid w:val="00153549"/>
    <w:rsid w:val="00166EB3"/>
    <w:rsid w:val="00182DB8"/>
    <w:rsid w:val="001901BF"/>
    <w:rsid w:val="001944BB"/>
    <w:rsid w:val="00195E9B"/>
    <w:rsid w:val="001A75BB"/>
    <w:rsid w:val="001B4F49"/>
    <w:rsid w:val="001C1CB3"/>
    <w:rsid w:val="001E0ABB"/>
    <w:rsid w:val="0021137C"/>
    <w:rsid w:val="00212F2C"/>
    <w:rsid w:val="00234021"/>
    <w:rsid w:val="00245962"/>
    <w:rsid w:val="002573C0"/>
    <w:rsid w:val="0026353F"/>
    <w:rsid w:val="0026677B"/>
    <w:rsid w:val="0028093C"/>
    <w:rsid w:val="00292CF7"/>
    <w:rsid w:val="002934CE"/>
    <w:rsid w:val="002B3624"/>
    <w:rsid w:val="002B5EBD"/>
    <w:rsid w:val="002D72E8"/>
    <w:rsid w:val="003114EA"/>
    <w:rsid w:val="00311E79"/>
    <w:rsid w:val="00317FB0"/>
    <w:rsid w:val="00353139"/>
    <w:rsid w:val="003603DD"/>
    <w:rsid w:val="003667E6"/>
    <w:rsid w:val="00373658"/>
    <w:rsid w:val="00381C02"/>
    <w:rsid w:val="003949FF"/>
    <w:rsid w:val="003A4E1B"/>
    <w:rsid w:val="003E3BD7"/>
    <w:rsid w:val="003F11C0"/>
    <w:rsid w:val="003F2589"/>
    <w:rsid w:val="00400A17"/>
    <w:rsid w:val="00421811"/>
    <w:rsid w:val="00425C17"/>
    <w:rsid w:val="004478DE"/>
    <w:rsid w:val="00454647"/>
    <w:rsid w:val="00480FC9"/>
    <w:rsid w:val="0049429C"/>
    <w:rsid w:val="004C10B1"/>
    <w:rsid w:val="004C3F38"/>
    <w:rsid w:val="004E01FC"/>
    <w:rsid w:val="004F23C5"/>
    <w:rsid w:val="004F72D4"/>
    <w:rsid w:val="0052149B"/>
    <w:rsid w:val="00553AFC"/>
    <w:rsid w:val="005565DD"/>
    <w:rsid w:val="00572551"/>
    <w:rsid w:val="005A092F"/>
    <w:rsid w:val="005A5AD1"/>
    <w:rsid w:val="005E066E"/>
    <w:rsid w:val="005E3D14"/>
    <w:rsid w:val="005E53BD"/>
    <w:rsid w:val="005F107A"/>
    <w:rsid w:val="00615081"/>
    <w:rsid w:val="006272D2"/>
    <w:rsid w:val="00671E67"/>
    <w:rsid w:val="00675DD3"/>
    <w:rsid w:val="00677BFE"/>
    <w:rsid w:val="00690916"/>
    <w:rsid w:val="006A0696"/>
    <w:rsid w:val="006B6129"/>
    <w:rsid w:val="006C0AD0"/>
    <w:rsid w:val="006C2570"/>
    <w:rsid w:val="006C3A88"/>
    <w:rsid w:val="006D51F8"/>
    <w:rsid w:val="006F0851"/>
    <w:rsid w:val="006F3BEB"/>
    <w:rsid w:val="006F6888"/>
    <w:rsid w:val="0070046D"/>
    <w:rsid w:val="0071471E"/>
    <w:rsid w:val="00720061"/>
    <w:rsid w:val="007267F1"/>
    <w:rsid w:val="007311DC"/>
    <w:rsid w:val="00737097"/>
    <w:rsid w:val="00765BE2"/>
    <w:rsid w:val="0077014F"/>
    <w:rsid w:val="00791472"/>
    <w:rsid w:val="00794888"/>
    <w:rsid w:val="007B0748"/>
    <w:rsid w:val="007B7791"/>
    <w:rsid w:val="007C2092"/>
    <w:rsid w:val="007C4C0B"/>
    <w:rsid w:val="007C648B"/>
    <w:rsid w:val="00812A37"/>
    <w:rsid w:val="00813492"/>
    <w:rsid w:val="008354F9"/>
    <w:rsid w:val="00843172"/>
    <w:rsid w:val="0085480B"/>
    <w:rsid w:val="008623A1"/>
    <w:rsid w:val="00895F50"/>
    <w:rsid w:val="008A0B40"/>
    <w:rsid w:val="008A1E8D"/>
    <w:rsid w:val="008A5A74"/>
    <w:rsid w:val="008B2EB2"/>
    <w:rsid w:val="008D1CBC"/>
    <w:rsid w:val="008E7945"/>
    <w:rsid w:val="008F12BD"/>
    <w:rsid w:val="008F2FB4"/>
    <w:rsid w:val="008F31A7"/>
    <w:rsid w:val="00926034"/>
    <w:rsid w:val="0092622E"/>
    <w:rsid w:val="0094100F"/>
    <w:rsid w:val="009506CD"/>
    <w:rsid w:val="009615BC"/>
    <w:rsid w:val="00964DC5"/>
    <w:rsid w:val="00983406"/>
    <w:rsid w:val="009861D6"/>
    <w:rsid w:val="009973AE"/>
    <w:rsid w:val="009C4190"/>
    <w:rsid w:val="009D39DE"/>
    <w:rsid w:val="009D603C"/>
    <w:rsid w:val="009F048C"/>
    <w:rsid w:val="009F4057"/>
    <w:rsid w:val="00A30FF4"/>
    <w:rsid w:val="00A3651A"/>
    <w:rsid w:val="00A43754"/>
    <w:rsid w:val="00A651D3"/>
    <w:rsid w:val="00A943B9"/>
    <w:rsid w:val="00AC2B4E"/>
    <w:rsid w:val="00AE2F18"/>
    <w:rsid w:val="00AE3BEF"/>
    <w:rsid w:val="00AF4452"/>
    <w:rsid w:val="00B15356"/>
    <w:rsid w:val="00B2233F"/>
    <w:rsid w:val="00B23E0B"/>
    <w:rsid w:val="00B52CE1"/>
    <w:rsid w:val="00B62F17"/>
    <w:rsid w:val="00B67798"/>
    <w:rsid w:val="00B84875"/>
    <w:rsid w:val="00B90A94"/>
    <w:rsid w:val="00B90DC1"/>
    <w:rsid w:val="00BB04E0"/>
    <w:rsid w:val="00BB60B5"/>
    <w:rsid w:val="00BC6BC9"/>
    <w:rsid w:val="00BD101D"/>
    <w:rsid w:val="00BE7336"/>
    <w:rsid w:val="00BF28AC"/>
    <w:rsid w:val="00C10758"/>
    <w:rsid w:val="00C41DAE"/>
    <w:rsid w:val="00C515C0"/>
    <w:rsid w:val="00C853F6"/>
    <w:rsid w:val="00CA1A23"/>
    <w:rsid w:val="00CA4EAA"/>
    <w:rsid w:val="00CB1243"/>
    <w:rsid w:val="00CE6412"/>
    <w:rsid w:val="00CE6DE5"/>
    <w:rsid w:val="00D041BE"/>
    <w:rsid w:val="00D41C22"/>
    <w:rsid w:val="00D54587"/>
    <w:rsid w:val="00D63E5A"/>
    <w:rsid w:val="00D95408"/>
    <w:rsid w:val="00DC403C"/>
    <w:rsid w:val="00DD202A"/>
    <w:rsid w:val="00DE2E19"/>
    <w:rsid w:val="00DE68DB"/>
    <w:rsid w:val="00DF08E6"/>
    <w:rsid w:val="00E013DB"/>
    <w:rsid w:val="00E05F39"/>
    <w:rsid w:val="00E175A8"/>
    <w:rsid w:val="00E34574"/>
    <w:rsid w:val="00E40A73"/>
    <w:rsid w:val="00E54297"/>
    <w:rsid w:val="00E55071"/>
    <w:rsid w:val="00E660B2"/>
    <w:rsid w:val="00E7607B"/>
    <w:rsid w:val="00E907CB"/>
    <w:rsid w:val="00EA49B0"/>
    <w:rsid w:val="00EB00F8"/>
    <w:rsid w:val="00EB310E"/>
    <w:rsid w:val="00EB5B19"/>
    <w:rsid w:val="00EF5631"/>
    <w:rsid w:val="00F17C86"/>
    <w:rsid w:val="00F26AA5"/>
    <w:rsid w:val="00F26E46"/>
    <w:rsid w:val="00F51BB3"/>
    <w:rsid w:val="00F82A47"/>
    <w:rsid w:val="00F8378C"/>
    <w:rsid w:val="00F9618F"/>
    <w:rsid w:val="00FA0897"/>
    <w:rsid w:val="00FF3F69"/>
    <w:rsid w:val="00FF76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405D187"/>
  <w15:chartTrackingRefBased/>
  <w15:docId w15:val="{689E7497-C6C0-4872-8B2C-B12ABA11F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17C86"/>
    <w:rPr>
      <w:rFonts w:ascii="Times New Roman" w:eastAsia="Times New Roman" w:hAnsi="Times New Roman" w:cs="Times New Roman"/>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F17C86"/>
    <w:pPr>
      <w:ind w:left="720"/>
      <w:contextualSpacing/>
    </w:pPr>
  </w:style>
  <w:style w:type="paragraph" w:styleId="Antrats">
    <w:name w:val="header"/>
    <w:basedOn w:val="prastasis"/>
    <w:link w:val="AntratsDiagrama"/>
    <w:uiPriority w:val="99"/>
    <w:unhideWhenUsed/>
    <w:rsid w:val="00F17C86"/>
    <w:pPr>
      <w:tabs>
        <w:tab w:val="center" w:pos="4819"/>
        <w:tab w:val="right" w:pos="9638"/>
      </w:tabs>
    </w:pPr>
  </w:style>
  <w:style w:type="character" w:customStyle="1" w:styleId="AntratsDiagrama">
    <w:name w:val="Antraštės Diagrama"/>
    <w:link w:val="Antrats"/>
    <w:uiPriority w:val="99"/>
    <w:rsid w:val="00F17C86"/>
    <w:rPr>
      <w:rFonts w:ascii="Times New Roman" w:eastAsia="Times New Roman" w:hAnsi="Times New Roman" w:cs="Times New Roman"/>
      <w:kern w:val="0"/>
      <w:sz w:val="24"/>
      <w:szCs w:val="20"/>
    </w:rPr>
  </w:style>
  <w:style w:type="paragraph" w:styleId="Porat">
    <w:name w:val="footer"/>
    <w:basedOn w:val="prastasis"/>
    <w:link w:val="PoratDiagrama"/>
    <w:uiPriority w:val="99"/>
    <w:unhideWhenUsed/>
    <w:rsid w:val="00F17C86"/>
    <w:pPr>
      <w:tabs>
        <w:tab w:val="center" w:pos="4819"/>
        <w:tab w:val="right" w:pos="9638"/>
      </w:tabs>
    </w:pPr>
  </w:style>
  <w:style w:type="character" w:customStyle="1" w:styleId="PoratDiagrama">
    <w:name w:val="Poraštė Diagrama"/>
    <w:link w:val="Porat"/>
    <w:uiPriority w:val="99"/>
    <w:rsid w:val="00F17C86"/>
    <w:rPr>
      <w:rFonts w:ascii="Times New Roman" w:eastAsia="Times New Roman" w:hAnsi="Times New Roman" w:cs="Times New Roman"/>
      <w:kern w:val="0"/>
      <w:sz w:val="24"/>
      <w:szCs w:val="20"/>
    </w:rPr>
  </w:style>
  <w:style w:type="character" w:styleId="Komentaronuoroda">
    <w:name w:val="annotation reference"/>
    <w:uiPriority w:val="99"/>
    <w:semiHidden/>
    <w:unhideWhenUsed/>
    <w:rsid w:val="00454647"/>
    <w:rPr>
      <w:sz w:val="16"/>
      <w:szCs w:val="16"/>
    </w:rPr>
  </w:style>
  <w:style w:type="paragraph" w:styleId="Komentarotekstas">
    <w:name w:val="annotation text"/>
    <w:basedOn w:val="prastasis"/>
    <w:link w:val="KomentarotekstasDiagrama"/>
    <w:uiPriority w:val="99"/>
    <w:semiHidden/>
    <w:unhideWhenUsed/>
    <w:rsid w:val="00454647"/>
    <w:rPr>
      <w:sz w:val="20"/>
    </w:rPr>
  </w:style>
  <w:style w:type="character" w:customStyle="1" w:styleId="KomentarotekstasDiagrama">
    <w:name w:val="Komentaro tekstas Diagrama"/>
    <w:link w:val="Komentarotekstas"/>
    <w:uiPriority w:val="99"/>
    <w:semiHidden/>
    <w:rsid w:val="00454647"/>
    <w:rPr>
      <w:rFonts w:ascii="Times New Roman" w:eastAsia="Times New Roman" w:hAnsi="Times New Roman" w:cs="Times New Roman"/>
      <w:kern w:val="0"/>
      <w:sz w:val="20"/>
      <w:szCs w:val="20"/>
    </w:rPr>
  </w:style>
  <w:style w:type="paragraph" w:styleId="Komentarotema">
    <w:name w:val="annotation subject"/>
    <w:basedOn w:val="Komentarotekstas"/>
    <w:next w:val="Komentarotekstas"/>
    <w:link w:val="KomentarotemaDiagrama"/>
    <w:uiPriority w:val="99"/>
    <w:semiHidden/>
    <w:unhideWhenUsed/>
    <w:rsid w:val="00454647"/>
    <w:rPr>
      <w:b/>
      <w:bCs/>
    </w:rPr>
  </w:style>
  <w:style w:type="character" w:customStyle="1" w:styleId="KomentarotemaDiagrama">
    <w:name w:val="Komentaro tema Diagrama"/>
    <w:link w:val="Komentarotema"/>
    <w:uiPriority w:val="99"/>
    <w:semiHidden/>
    <w:rsid w:val="00454647"/>
    <w:rPr>
      <w:rFonts w:ascii="Times New Roman" w:eastAsia="Times New Roman" w:hAnsi="Times New Roman" w:cs="Times New Roman"/>
      <w:b/>
      <w:bCs/>
      <w:kern w:val="0"/>
      <w:sz w:val="20"/>
      <w:szCs w:val="20"/>
    </w:rPr>
  </w:style>
  <w:style w:type="paragraph" w:customStyle="1" w:styleId="pf0">
    <w:name w:val="pf0"/>
    <w:basedOn w:val="prastasis"/>
    <w:rsid w:val="00926034"/>
    <w:pPr>
      <w:spacing w:before="100" w:beforeAutospacing="1" w:after="100" w:afterAutospacing="1"/>
    </w:pPr>
    <w:rPr>
      <w:szCs w:val="24"/>
      <w:lang w:eastAsia="lt-LT"/>
    </w:rPr>
  </w:style>
  <w:style w:type="character" w:customStyle="1" w:styleId="cf01">
    <w:name w:val="cf01"/>
    <w:rsid w:val="0092603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852563">
      <w:bodyDiv w:val="1"/>
      <w:marLeft w:val="0"/>
      <w:marRight w:val="0"/>
      <w:marTop w:val="0"/>
      <w:marBottom w:val="0"/>
      <w:divBdr>
        <w:top w:val="none" w:sz="0" w:space="0" w:color="auto"/>
        <w:left w:val="none" w:sz="0" w:space="0" w:color="auto"/>
        <w:bottom w:val="none" w:sz="0" w:space="0" w:color="auto"/>
        <w:right w:val="none" w:sz="0" w:space="0" w:color="auto"/>
      </w:divBdr>
    </w:div>
    <w:div w:id="1806923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2065c2af56ee42bb9ddbf4497f8037a1.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F4650-CE32-416E-B9CE-009A3AE01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2065c2af56ee42bb9ddbf4497f8037a1</Template>
  <TotalTime>3</TotalTime>
  <Pages>11</Pages>
  <Words>25738</Words>
  <Characters>14672</Characters>
  <Application>Microsoft Office Word</Application>
  <DocSecurity>4</DocSecurity>
  <Lines>122</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BŪSTO IR SOCIALINIO BŪSTO NUOMOS TVARKOS APRAŠO PATVIRTINIMO (1 PRIEDAS)</vt:lpstr>
      <vt:lpstr>DĖL SKUODO RAJONO SAVIVALDYBĖS BŪSTO IR SOCIALINIO BŪSTO NUOMOS TVARKOS APRAŠO PATVIRTINIMO</vt:lpstr>
    </vt:vector>
  </TitlesOfParts>
  <Manager>2024-06-27</Manager>
  <Company/>
  <LinksUpToDate>false</LinksUpToDate>
  <CharactersWithSpaces>40330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BŪSTO IR SOCIALINIO BŪSTO NUOMOS TVARKOS APRAŠO PATVIRTINIMO (1 PRIEDAS)</dc:title>
  <dc:subject>T9-130</dc:subject>
  <dc:creator>SKUODO RAJONO SAVIVALDYBĖS TARYBA</dc:creator>
  <cp:keywords/>
  <cp:lastModifiedBy>Sadauskienė, Dalia</cp:lastModifiedBy>
  <cp:revision>2</cp:revision>
  <cp:lastPrinted>2024-06-11T10:48:00Z</cp:lastPrinted>
  <dcterms:created xsi:type="dcterms:W3CDTF">2025-12-05T08:51:00Z</dcterms:created>
  <dcterms:modified xsi:type="dcterms:W3CDTF">2025-12-05T08:51:00Z</dcterms:modified>
  <cp:category>PRIEDAS</cp:category>
</cp:coreProperties>
</file>